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2566D7" w:rsidRPr="00B0544D" w14:paraId="72E96F1C" w14:textId="77777777" w:rsidTr="000B26DF">
        <w:tc>
          <w:tcPr>
            <w:tcW w:w="1311" w:type="dxa"/>
          </w:tcPr>
          <w:p w14:paraId="272C2E3B" w14:textId="77777777" w:rsidR="002566D7" w:rsidRPr="00844912" w:rsidRDefault="002566D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64F6603A" w14:textId="77777777" w:rsidR="002566D7" w:rsidRPr="00844912" w:rsidRDefault="002566D7" w:rsidP="000B26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AD68642" w14:textId="77777777" w:rsidR="002566D7" w:rsidRPr="00844912" w:rsidRDefault="002566D7" w:rsidP="000B26D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465D5" w14:paraId="417EE2F4" w14:textId="77777777" w:rsidTr="000B26DF">
        <w:tc>
          <w:tcPr>
            <w:tcW w:w="1311" w:type="dxa"/>
          </w:tcPr>
          <w:p w14:paraId="3BFA795D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130EC3CC" w14:textId="48A0E985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3A4FCB2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e relativi raccordi di tenuta in ottone con bussola in acciaio.</w:t>
            </w:r>
          </w:p>
          <w:p w14:paraId="2B7F1E32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46B61C5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536AD81A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44F13FC0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76278E93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7A28E0" w14:textId="17D44DF6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6465D5" w14:paraId="0CB383A9" w14:textId="77777777" w:rsidTr="000B26DF">
        <w:tc>
          <w:tcPr>
            <w:tcW w:w="1311" w:type="dxa"/>
          </w:tcPr>
          <w:p w14:paraId="1ED0E6C6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</w:tcPr>
          <w:p w14:paraId="4F31F2CD" w14:textId="60627FE9" w:rsidR="006465D5" w:rsidRPr="00844912" w:rsidRDefault="006465D5" w:rsidP="006465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isolato e raccordi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925A0B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0,3 mm, coibentati, e relativi raccordi di tenuta in ottone con bussola in acciaio.</w:t>
            </w:r>
          </w:p>
          <w:p w14:paraId="43941BC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23FB303C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76764071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3193164E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72CB6D7F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(UNI EN ISO 8497): classe di reazione al fuoco: CL-S1,d0 (EN 13501-1).</w:t>
            </w:r>
          </w:p>
          <w:p w14:paraId="0134A610" w14:textId="77777777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3C7724" w14:textId="47E7B6DE" w:rsidR="006465D5" w:rsidRPr="00844912" w:rsidRDefault="006465D5" w:rsidP="006465D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e raccordi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LBP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566D7" w14:paraId="4DF46C94" w14:textId="77777777" w:rsidTr="000B26DF">
        <w:tc>
          <w:tcPr>
            <w:tcW w:w="1311" w:type="dxa"/>
          </w:tcPr>
          <w:p w14:paraId="77BFEBB8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18C2F1D3" w14:textId="417C1630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RA e raccordi </w:t>
            </w:r>
            <w:proofErr w:type="spellStart"/>
            <w:r w:rsidR="006465D5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="006465D5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09C3E86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e relativi raccordi di tenuta in ottone con bussola in acciaio.</w:t>
            </w:r>
          </w:p>
          <w:p w14:paraId="3BB836A0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2514653A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1A7C3864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Pressione massima di esercizio: 10 bar.</w:t>
            </w:r>
          </w:p>
          <w:p w14:paraId="2A8C1165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5A842AF4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70B5A0" w14:textId="7DD69D49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RA e raccordi</w:t>
            </w:r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566D7" w14:paraId="61368CF2" w14:textId="77777777" w:rsidTr="000B26DF">
        <w:tc>
          <w:tcPr>
            <w:tcW w:w="1311" w:type="dxa"/>
          </w:tcPr>
          <w:p w14:paraId="34F63F1C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65DFEABD" w14:textId="662F9FBF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RA isolato e raccordi</w:t>
            </w:r>
            <w:r w:rsidR="006465D5" w:rsidRPr="006465D5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="006465D5" w:rsidRPr="006465D5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="006465D5" w:rsidRPr="006465D5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5A3D3F22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reticolato ed alluminio spessore minimo 0,2 mm, coibentati, e relativi raccordi di tenuta in ottone con bussola in acciaio.</w:t>
            </w:r>
          </w:p>
          <w:p w14:paraId="7AABD975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2DC2631A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95 °C (per impianti operanti con acqua).</w:t>
            </w:r>
          </w:p>
          <w:p w14:paraId="1560B131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397A68F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281A70A0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(UNI EN ISO 8497): classe di reazione al fuoco: CL-S1,d0 (EN 13501-1).</w:t>
            </w:r>
          </w:p>
          <w:p w14:paraId="195F853E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0874A35" w14:textId="75565365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RA isolato e raccordi</w:t>
            </w:r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6465D5" w:rsidRPr="006465D5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566D7" w14:paraId="610B275D" w14:textId="77777777" w:rsidTr="000B26DF">
        <w:tc>
          <w:tcPr>
            <w:tcW w:w="1311" w:type="dxa"/>
          </w:tcPr>
          <w:p w14:paraId="04CA1AE0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5875C516" w14:textId="7E67A705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6302D4">
              <w:rPr>
                <w:rFonts w:ascii="Poppins" w:hAnsi="Poppins" w:cs="Poppins"/>
                <w:bCs/>
                <w:sz w:val="20"/>
              </w:rPr>
              <w:t>LBP</w:t>
            </w:r>
          </w:p>
        </w:tc>
        <w:tc>
          <w:tcPr>
            <w:tcW w:w="6101" w:type="dxa"/>
          </w:tcPr>
          <w:p w14:paraId="3916C24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e relativi raccordi di tenuta in ottone con bussola in acciaio.</w:t>
            </w:r>
          </w:p>
          <w:p w14:paraId="3928A744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7A5A462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58A024C8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AFFD0D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70 °C (per impianti operanti con acqua).</w:t>
            </w:r>
          </w:p>
          <w:p w14:paraId="048BA0E3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7BA7CAAD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6F17411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A29CF86" w14:textId="40C784D9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="006302D4">
              <w:rPr>
                <w:rFonts w:ascii="Poppins" w:hAnsi="Poppins" w:cs="Poppins"/>
                <w:b/>
                <w:bCs/>
                <w:sz w:val="20"/>
              </w:rPr>
              <w:t xml:space="preserve"> LBP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566D7" w14:paraId="52008C07" w14:textId="77777777" w:rsidTr="000B26DF">
        <w:tc>
          <w:tcPr>
            <w:tcW w:w="1311" w:type="dxa"/>
          </w:tcPr>
          <w:p w14:paraId="03F1F2E8" w14:textId="77777777" w:rsidR="002566D7" w:rsidRPr="00844912" w:rsidRDefault="002566D7" w:rsidP="00D7513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2086" w:type="dxa"/>
            <w:hideMark/>
          </w:tcPr>
          <w:p w14:paraId="740052C5" w14:textId="286EFDE8" w:rsidR="002566D7" w:rsidRPr="00844912" w:rsidRDefault="002566D7" w:rsidP="000B26DF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Sistema Emmeti tubo multistrato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isolato e raccordi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="006302D4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</w:tc>
        <w:tc>
          <w:tcPr>
            <w:tcW w:w="6101" w:type="dxa"/>
          </w:tcPr>
          <w:p w14:paraId="4B743B03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Sistema per la realizzazione di impianti termici e sanitari mediante l’impiego di tubi multistrato, realizzati in polietilene non reticolato ed alluminio spessore minimo 0,2 mm, coibentati, e relativi raccordi di tenuta in ottone con bussola in acciaio.</w:t>
            </w:r>
          </w:p>
          <w:p w14:paraId="4508CE36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DDBCB93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Impieghi: impianti di riscaldamento, condizionamento ad acqua refrigerata, idrici e per aria compressa.</w:t>
            </w:r>
          </w:p>
          <w:p w14:paraId="741DBE0F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Temperatura massima di esercizio: 75 °C (per impianti operanti con acqua).</w:t>
            </w:r>
          </w:p>
          <w:p w14:paraId="341148CD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622A3F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Pressione massima di esercizio: 10 bar.</w:t>
            </w:r>
          </w:p>
          <w:p w14:paraId="49F9C746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Conformità: UNI EN 21003; DM 174 (idoneità potabile).</w:t>
            </w:r>
          </w:p>
          <w:p w14:paraId="0E5EA246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F8402BD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Guaina isolante in polietilene espanso a cellule chiuse, rivestito da una pellicola in LD-PE estruso; conduttività termica (a 40 °C) ≤ 0,040 W/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mK</w:t>
            </w:r>
            <w:proofErr w:type="spellEnd"/>
            <w:r w:rsidRPr="00844912">
              <w:rPr>
                <w:rFonts w:ascii="Poppins" w:hAnsi="Poppins" w:cs="Poppins"/>
                <w:bCs/>
                <w:sz w:val="20"/>
              </w:rPr>
              <w:t xml:space="preserve"> (UNI EN ISO 8497): Classe di reazione al fuoco: CL-S1,d0 (EN 13501-1).</w:t>
            </w:r>
          </w:p>
          <w:p w14:paraId="6669E60C" w14:textId="77777777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AB4EF4" w14:textId="4E471DDB" w:rsidR="002566D7" w:rsidRPr="00844912" w:rsidRDefault="002566D7" w:rsidP="000B26DF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Marca Emmeti – Modello Sistema Emmeti tubo multistrato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isolato e raccordi </w:t>
            </w:r>
            <w:proofErr w:type="spellStart"/>
            <w:r w:rsidRPr="00844912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84491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6302D4">
              <w:rPr>
                <w:rFonts w:ascii="Poppins" w:hAnsi="Poppins" w:cs="Poppins"/>
                <w:b/>
                <w:bCs/>
                <w:sz w:val="20"/>
              </w:rPr>
              <w:t xml:space="preserve">LBP </w:t>
            </w:r>
            <w:r w:rsidRPr="00844912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69A56CBC" w14:textId="77777777" w:rsidR="002566D7" w:rsidRDefault="002566D7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52D0E87" w14:textId="77777777" w:rsidTr="00904071">
        <w:tc>
          <w:tcPr>
            <w:tcW w:w="1311" w:type="dxa"/>
          </w:tcPr>
          <w:p w14:paraId="4C0941F9" w14:textId="77777777" w:rsidR="00F269EC" w:rsidRPr="00586F53" w:rsidRDefault="00757AC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1A34DDED" w14:textId="77777777" w:rsidR="00757AC7" w:rsidRPr="00586F53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79329939" w14:textId="77777777" w:rsidR="00757AC7" w:rsidRPr="00586F53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7E33F1" w:rsidRPr="009279E2" w14:paraId="4523817B" w14:textId="77777777" w:rsidTr="00904071">
        <w:tc>
          <w:tcPr>
            <w:tcW w:w="1311" w:type="dxa"/>
          </w:tcPr>
          <w:p w14:paraId="6579E641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28180088</w:t>
            </w:r>
          </w:p>
        </w:tc>
        <w:tc>
          <w:tcPr>
            <w:tcW w:w="2086" w:type="dxa"/>
          </w:tcPr>
          <w:p w14:paraId="10834B5F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7EF2360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4C2CE5A1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71721D7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1E13F1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035A9E9B" w14:textId="251866E5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68340E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45DB84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A737E3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0BBEF36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78D93CF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6C45AA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DB95F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BA2DB45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1C2D8C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7B034E03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8183E87" w14:textId="36511634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16 x 1/2" o equivalente.</w:t>
            </w:r>
          </w:p>
        </w:tc>
      </w:tr>
      <w:tr w:rsidR="007E33F1" w:rsidRPr="009279E2" w14:paraId="1B11703C" w14:textId="77777777" w:rsidTr="00904071">
        <w:tc>
          <w:tcPr>
            <w:tcW w:w="1311" w:type="dxa"/>
          </w:tcPr>
          <w:p w14:paraId="7E2B2D9D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28180090</w:t>
            </w:r>
          </w:p>
        </w:tc>
        <w:tc>
          <w:tcPr>
            <w:tcW w:w="2086" w:type="dxa"/>
          </w:tcPr>
          <w:p w14:paraId="5981C962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3179D6D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1BFF3CDC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29CE8ABB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3ACF45C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4D2751C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1C9C00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3D93E5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0394900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0B2641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6B666BA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8FB307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D3FBF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477210E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3BF180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49F96A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F22F4AE" w14:textId="734E22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20 x 1/2" o equivalente.</w:t>
            </w:r>
          </w:p>
        </w:tc>
      </w:tr>
      <w:tr w:rsidR="007E33F1" w:rsidRPr="009279E2" w14:paraId="22C3648A" w14:textId="77777777" w:rsidTr="00904071">
        <w:tc>
          <w:tcPr>
            <w:tcW w:w="1311" w:type="dxa"/>
          </w:tcPr>
          <w:p w14:paraId="070B6A0B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28180092</w:t>
            </w:r>
          </w:p>
        </w:tc>
        <w:tc>
          <w:tcPr>
            <w:tcW w:w="2086" w:type="dxa"/>
          </w:tcPr>
          <w:p w14:paraId="5BEFDCF8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BFD000B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53F779B1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</w:tc>
        <w:tc>
          <w:tcPr>
            <w:tcW w:w="6101" w:type="dxa"/>
          </w:tcPr>
          <w:p w14:paraId="58045105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8A4FED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180DCA27" w14:textId="5BC82294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41107C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C64D77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3AB504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E331EBE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A2F10E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AA92CE3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2BE3A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9CA03D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Pressione massima di esercizio: 10 bar </w:t>
            </w:r>
          </w:p>
          <w:p w14:paraId="06023E8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F25785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18552B9" w14:textId="079ED3B5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20 x 3/4" o equivalente.</w:t>
            </w:r>
          </w:p>
        </w:tc>
      </w:tr>
      <w:tr w:rsidR="007E33F1" w:rsidRPr="009279E2" w14:paraId="396AE6F6" w14:textId="77777777" w:rsidTr="00904071">
        <w:tc>
          <w:tcPr>
            <w:tcW w:w="1311" w:type="dxa"/>
          </w:tcPr>
          <w:p w14:paraId="3CF4DA2D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28180094</w:t>
            </w:r>
          </w:p>
        </w:tc>
        <w:tc>
          <w:tcPr>
            <w:tcW w:w="2086" w:type="dxa"/>
          </w:tcPr>
          <w:p w14:paraId="1862B43C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DA92B01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7DE38A98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</w:tc>
        <w:tc>
          <w:tcPr>
            <w:tcW w:w="6101" w:type="dxa"/>
          </w:tcPr>
          <w:p w14:paraId="1D48E321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03E30D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2C364392" w14:textId="2D02B19C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8CAF91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DC2413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04CC9B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Bussola in acciaio inox AISI 304 </w:t>
            </w:r>
          </w:p>
          <w:p w14:paraId="1CE3A9E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4F8F74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324AA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670B4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E27E95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2EE2C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DBECD0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7942561" w14:textId="69345644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26 x 3/4" o equivalente.</w:t>
            </w:r>
          </w:p>
        </w:tc>
      </w:tr>
      <w:tr w:rsidR="007E33F1" w:rsidRPr="009279E2" w14:paraId="7A12AD0C" w14:textId="77777777" w:rsidTr="00904071">
        <w:tc>
          <w:tcPr>
            <w:tcW w:w="1311" w:type="dxa"/>
          </w:tcPr>
          <w:p w14:paraId="552B3459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28180096</w:t>
            </w:r>
          </w:p>
        </w:tc>
        <w:tc>
          <w:tcPr>
            <w:tcW w:w="2086" w:type="dxa"/>
          </w:tcPr>
          <w:p w14:paraId="75841105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68DF316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femmina</w:t>
            </w:r>
          </w:p>
          <w:p w14:paraId="6EB38003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1"</w:t>
            </w:r>
          </w:p>
        </w:tc>
        <w:tc>
          <w:tcPr>
            <w:tcW w:w="6101" w:type="dxa"/>
          </w:tcPr>
          <w:p w14:paraId="7742D7F1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A632545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32 x 1" con profilo per pinzatura TH, B, U, H, F. </w:t>
            </w:r>
          </w:p>
          <w:p w14:paraId="2C20EDB5" w14:textId="35A5F522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64C148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FBCDF8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BD81F5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2D387DD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B40848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29570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FCB10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2208C0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5A88F4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E8D937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FCDED3A" w14:textId="5890B9F3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femmina 32 x 1" o equivalente.</w:t>
            </w:r>
          </w:p>
        </w:tc>
      </w:tr>
      <w:tr w:rsidR="007E33F1" w:rsidRPr="009279E2" w14:paraId="0B0A175B" w14:textId="77777777" w:rsidTr="00904071">
        <w:tc>
          <w:tcPr>
            <w:tcW w:w="1311" w:type="dxa"/>
          </w:tcPr>
          <w:p w14:paraId="3985A38A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28180180</w:t>
            </w:r>
          </w:p>
        </w:tc>
        <w:tc>
          <w:tcPr>
            <w:tcW w:w="2086" w:type="dxa"/>
          </w:tcPr>
          <w:p w14:paraId="56DFBA7A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001AFE3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3BC581F0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2316B24D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38C2ECD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16 x 1/2" con profilo per pinzatura TH, B, U, H, F. </w:t>
            </w:r>
          </w:p>
          <w:p w14:paraId="3D56F54C" w14:textId="698E9EC2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C0D277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FAF1B2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BB17FB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37E1D9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842496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05DD1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FE8B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14BBAA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144562F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48 mm</w:t>
            </w:r>
          </w:p>
          <w:p w14:paraId="15AB27C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6222144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0709B7E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16 x 1/2" o equivalente.</w:t>
            </w:r>
          </w:p>
        </w:tc>
      </w:tr>
      <w:tr w:rsidR="007E33F1" w:rsidRPr="009279E2" w14:paraId="73417974" w14:textId="77777777" w:rsidTr="00904071">
        <w:tc>
          <w:tcPr>
            <w:tcW w:w="1311" w:type="dxa"/>
          </w:tcPr>
          <w:p w14:paraId="1D2EA4B9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28180182</w:t>
            </w:r>
          </w:p>
        </w:tc>
        <w:tc>
          <w:tcPr>
            <w:tcW w:w="2086" w:type="dxa"/>
          </w:tcPr>
          <w:p w14:paraId="21721C8F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1BE5B23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6EBB289A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1D118273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3C63BD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399582CB" w14:textId="54F462CC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7C7842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C25C746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05AB2F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291060C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0A1E36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D9DFFF2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70C7B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AAD1C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3DD93E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48 mm</w:t>
            </w:r>
          </w:p>
          <w:p w14:paraId="71C3EA3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3FD909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A071FB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20 x 1/2" o equivalente.</w:t>
            </w:r>
          </w:p>
        </w:tc>
      </w:tr>
      <w:tr w:rsidR="007E33F1" w:rsidRPr="009279E2" w14:paraId="117A0F2C" w14:textId="77777777" w:rsidTr="00904071">
        <w:tc>
          <w:tcPr>
            <w:tcW w:w="1311" w:type="dxa"/>
          </w:tcPr>
          <w:p w14:paraId="31DD5E16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28180184</w:t>
            </w:r>
          </w:p>
        </w:tc>
        <w:tc>
          <w:tcPr>
            <w:tcW w:w="2086" w:type="dxa"/>
          </w:tcPr>
          <w:p w14:paraId="146F5114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D863300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705F4C75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</w:tc>
        <w:tc>
          <w:tcPr>
            <w:tcW w:w="6101" w:type="dxa"/>
          </w:tcPr>
          <w:p w14:paraId="13050CF5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3CECE92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3E30DEA4" w14:textId="470A892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3DA09F9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EBD91D7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990ACAA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E3CBB2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AE4358F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E794D9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2464A3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D9AAD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210082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56 mm</w:t>
            </w:r>
          </w:p>
          <w:p w14:paraId="3C14FDC8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C58BE0C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37F9B6A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20 x 3/4" o equivalente.</w:t>
            </w:r>
          </w:p>
        </w:tc>
      </w:tr>
      <w:tr w:rsidR="007E33F1" w:rsidRPr="009279E2" w14:paraId="7FAAB044" w14:textId="77777777" w:rsidTr="00904071">
        <w:tc>
          <w:tcPr>
            <w:tcW w:w="1311" w:type="dxa"/>
          </w:tcPr>
          <w:p w14:paraId="12A4C069" w14:textId="77777777" w:rsidR="007E33F1" w:rsidRPr="00586F53" w:rsidRDefault="007E33F1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28180186</w:t>
            </w:r>
          </w:p>
        </w:tc>
        <w:tc>
          <w:tcPr>
            <w:tcW w:w="2086" w:type="dxa"/>
          </w:tcPr>
          <w:p w14:paraId="5576432D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4FBF6AE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4133492D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</w:tc>
        <w:tc>
          <w:tcPr>
            <w:tcW w:w="6101" w:type="dxa"/>
          </w:tcPr>
          <w:p w14:paraId="678B26A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055BBD0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78D1C715" w14:textId="4BC7CE56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2CF736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B8A28B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E49554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6E58E88B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3DE0A57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3F9088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98A4F3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FFCB534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C044D5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56 mm</w:t>
            </w:r>
          </w:p>
          <w:p w14:paraId="271DA162" w14:textId="77777777" w:rsidR="007E33F1" w:rsidRPr="00586F53" w:rsidRDefault="007E33F1" w:rsidP="007E33F1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6C4E5C6" w14:textId="77777777" w:rsidR="007E33F1" w:rsidRPr="00586F53" w:rsidRDefault="007E33F1" w:rsidP="007E33F1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AFA71C" w14:textId="77777777" w:rsidR="007E33F1" w:rsidRPr="00586F53" w:rsidRDefault="007E33F1" w:rsidP="007E33F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26 x 3/4" o equivalente.</w:t>
            </w:r>
          </w:p>
        </w:tc>
      </w:tr>
      <w:tr w:rsidR="00BF18F0" w:rsidRPr="009279E2" w14:paraId="3DB5D7B3" w14:textId="77777777" w:rsidTr="00904071">
        <w:tc>
          <w:tcPr>
            <w:tcW w:w="1311" w:type="dxa"/>
          </w:tcPr>
          <w:p w14:paraId="274A5AED" w14:textId="2F19B741" w:rsidR="00BF18F0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28181204</w:t>
            </w:r>
          </w:p>
        </w:tc>
        <w:tc>
          <w:tcPr>
            <w:tcW w:w="2086" w:type="dxa"/>
          </w:tcPr>
          <w:p w14:paraId="6A8EECB8" w14:textId="48B49931" w:rsidR="00BF18F0" w:rsidRPr="00586F53" w:rsidRDefault="00BF18F0" w:rsidP="00BF18F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Cs/>
                <w:sz w:val="20"/>
              </w:rPr>
              <w:t>52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16 x 1/2"</w:t>
            </w:r>
          </w:p>
        </w:tc>
        <w:tc>
          <w:tcPr>
            <w:tcW w:w="6101" w:type="dxa"/>
          </w:tcPr>
          <w:p w14:paraId="5AAF27E5" w14:textId="1DF6CAA2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0C9A5A01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187B9BBA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911ED5C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Corpo in ottone CW617N (UNI EN 12165)</w:t>
            </w:r>
          </w:p>
          <w:p w14:paraId="1FCBC481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673E59C9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5E075473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5A3FB736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6480FC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FB532BD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65686BC7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71FB9984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5C3D5031" w14:textId="77777777" w:rsidR="00BF18F0" w:rsidRPr="00D509C1" w:rsidRDefault="00BF18F0" w:rsidP="00BF18F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373A4FBA" w14:textId="77777777" w:rsidR="00BF18F0" w:rsidRPr="00D509C1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81C38A5" w14:textId="531169F0" w:rsidR="00BF18F0" w:rsidRPr="00586F53" w:rsidRDefault="00BF18F0" w:rsidP="00BF18F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52 16 x 1/2" o equivalente.</w:t>
            </w:r>
          </w:p>
        </w:tc>
      </w:tr>
      <w:tr w:rsidR="007773E7" w:rsidRPr="009279E2" w14:paraId="634451E9" w14:textId="77777777" w:rsidTr="00904071">
        <w:tc>
          <w:tcPr>
            <w:tcW w:w="1311" w:type="dxa"/>
          </w:tcPr>
          <w:p w14:paraId="0FBA7B57" w14:textId="6A9350D0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28181206</w:t>
            </w:r>
          </w:p>
        </w:tc>
        <w:tc>
          <w:tcPr>
            <w:tcW w:w="2086" w:type="dxa"/>
          </w:tcPr>
          <w:p w14:paraId="001A7082" w14:textId="7B478E45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Cs/>
                <w:sz w:val="20"/>
              </w:rPr>
              <w:t>52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x 1/2"</w:t>
            </w:r>
          </w:p>
        </w:tc>
        <w:tc>
          <w:tcPr>
            <w:tcW w:w="6101" w:type="dxa"/>
          </w:tcPr>
          <w:p w14:paraId="4C8FC34A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4243D908" w14:textId="6B6CDB52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D509C1">
              <w:rPr>
                <w:rFonts w:ascii="Poppins" w:hAnsi="Poppins" w:cs="Poppins"/>
                <w:sz w:val="20"/>
              </w:rPr>
              <w:t xml:space="preserve"> x 1/2" con profilo per pinzatura TH, B, U, H, F.</w:t>
            </w:r>
          </w:p>
          <w:p w14:paraId="3FE9D801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9107EE0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lastRenderedPageBreak/>
              <w:t>Corpo in ottone CW617N (UNI EN 12165)</w:t>
            </w:r>
          </w:p>
          <w:p w14:paraId="58E0090D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25C821F9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09CC16AA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758E3CFD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CC6AFD1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D53D326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33D813C6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037B6AE6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30C0B679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6C250D48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5ACBAC" w14:textId="1031566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52 </w:t>
            </w:r>
            <w:r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x 1/2" o equivalente.</w:t>
            </w:r>
          </w:p>
        </w:tc>
      </w:tr>
      <w:tr w:rsidR="0095284A" w:rsidRPr="009279E2" w14:paraId="111EF903" w14:textId="77777777" w:rsidTr="00904071">
        <w:tc>
          <w:tcPr>
            <w:tcW w:w="1311" w:type="dxa"/>
          </w:tcPr>
          <w:p w14:paraId="11CF0D67" w14:textId="6B51AB14" w:rsidR="0095284A" w:rsidRDefault="0095284A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28181230</w:t>
            </w:r>
          </w:p>
        </w:tc>
        <w:tc>
          <w:tcPr>
            <w:tcW w:w="2086" w:type="dxa"/>
          </w:tcPr>
          <w:p w14:paraId="445FDA26" w14:textId="77777777" w:rsidR="00363C42" w:rsidRDefault="00363C42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63C42">
              <w:rPr>
                <w:rFonts w:ascii="Poppins" w:hAnsi="Poppins" w:cs="Poppins"/>
                <w:bCs/>
                <w:sz w:val="20"/>
              </w:rPr>
              <w:t>Guscio fonoisolante per gomiti femmina</w:t>
            </w:r>
          </w:p>
          <w:p w14:paraId="4F41E542" w14:textId="3963CA97" w:rsidR="0095284A" w:rsidRPr="00D509C1" w:rsidRDefault="00363C42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63C42">
              <w:rPr>
                <w:rFonts w:ascii="Poppins" w:hAnsi="Poppins" w:cs="Poppins"/>
                <w:bCs/>
                <w:sz w:val="20"/>
              </w:rPr>
              <w:t>H 52</w:t>
            </w:r>
          </w:p>
        </w:tc>
        <w:tc>
          <w:tcPr>
            <w:tcW w:w="6101" w:type="dxa"/>
          </w:tcPr>
          <w:p w14:paraId="3B2F1019" w14:textId="394F2F01" w:rsidR="00363C42" w:rsidRPr="00363C42" w:rsidRDefault="00363C42" w:rsidP="00363C42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363C42">
              <w:rPr>
                <w:rFonts w:ascii="Poppins" w:hAnsi="Poppins" w:cs="Poppins"/>
                <w:sz w:val="20"/>
              </w:rPr>
              <w:t>Guscio fonoisolante per gomiti femmina H 52 con flangia, comprensivo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63C42">
              <w:rPr>
                <w:rFonts w:ascii="Poppins" w:hAnsi="Poppins" w:cs="Poppins"/>
                <w:sz w:val="20"/>
              </w:rPr>
              <w:t>kit viti.</w:t>
            </w:r>
          </w:p>
          <w:p w14:paraId="17895BF6" w14:textId="77777777" w:rsidR="00363C42" w:rsidRPr="00363C42" w:rsidRDefault="00363C42" w:rsidP="00363C42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0501B3" w14:textId="0B99ADC8" w:rsidR="0095284A" w:rsidRPr="00363C42" w:rsidRDefault="00363C42" w:rsidP="00363C42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63C42">
              <w:rPr>
                <w:rFonts w:ascii="Poppins" w:hAnsi="Poppins" w:cs="Poppins"/>
                <w:b/>
                <w:bCs/>
                <w:sz w:val="20"/>
              </w:rPr>
              <w:t>Marca Emmeti – Modello Guscio fonoisolante per gomiti femmina H 52 o equivalente.</w:t>
            </w:r>
          </w:p>
        </w:tc>
      </w:tr>
      <w:tr w:rsidR="007773E7" w:rsidRPr="009279E2" w14:paraId="0B8AC8D8" w14:textId="77777777" w:rsidTr="00904071">
        <w:tc>
          <w:tcPr>
            <w:tcW w:w="1311" w:type="dxa"/>
          </w:tcPr>
          <w:p w14:paraId="52390B66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28180188</w:t>
            </w:r>
          </w:p>
        </w:tc>
        <w:tc>
          <w:tcPr>
            <w:tcW w:w="2086" w:type="dxa"/>
          </w:tcPr>
          <w:p w14:paraId="71773B1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 lungo</w:t>
            </w:r>
          </w:p>
          <w:p w14:paraId="0621F46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FAA3616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1FE9D0F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68019D6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lungo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100F2F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210B1C2B" w14:textId="676ADD60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24469D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59C931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2C32E6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4D8BC0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9B1330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FF640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ACCA7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4DF147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D21C52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68 mm</w:t>
            </w:r>
          </w:p>
          <w:p w14:paraId="4395E09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67D5859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72434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lungo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16 x 1/2" o equivalente.</w:t>
            </w:r>
          </w:p>
        </w:tc>
      </w:tr>
      <w:tr w:rsidR="007773E7" w:rsidRPr="009279E2" w14:paraId="6F9ED892" w14:textId="77777777" w:rsidTr="00904071">
        <w:tc>
          <w:tcPr>
            <w:tcW w:w="1311" w:type="dxa"/>
          </w:tcPr>
          <w:p w14:paraId="6647AABB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28180190</w:t>
            </w:r>
          </w:p>
        </w:tc>
        <w:tc>
          <w:tcPr>
            <w:tcW w:w="2086" w:type="dxa"/>
          </w:tcPr>
          <w:p w14:paraId="666DC4D6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 lungo</w:t>
            </w:r>
          </w:p>
          <w:p w14:paraId="1C253E1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BCB542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 con flangia</w:t>
            </w:r>
          </w:p>
          <w:p w14:paraId="2268B35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</w:t>
            </w:r>
          </w:p>
        </w:tc>
        <w:tc>
          <w:tcPr>
            <w:tcW w:w="6101" w:type="dxa"/>
          </w:tcPr>
          <w:p w14:paraId="25B5C40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LPB lungo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92E718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6782ACA9" w14:textId="10A98661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B26AB5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Corpo in ottone CW617N (UNI EN 12165)</w:t>
            </w:r>
          </w:p>
          <w:p w14:paraId="3587B0D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1984DE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3AF22F7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8132B0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26602E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E8B53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2123CE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0B7C96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Altezza: 68 mm</w:t>
            </w:r>
          </w:p>
          <w:p w14:paraId="65B7548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531C702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AC720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lungo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con flangia 20 x 1/2" o equivalente.</w:t>
            </w:r>
          </w:p>
        </w:tc>
      </w:tr>
      <w:tr w:rsidR="007773E7" w:rsidRPr="009279E2" w14:paraId="3D82EC42" w14:textId="77777777" w:rsidTr="00904071">
        <w:tc>
          <w:tcPr>
            <w:tcW w:w="1311" w:type="dxa"/>
          </w:tcPr>
          <w:p w14:paraId="7B4CB465" w14:textId="2E93DFC9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28181208</w:t>
            </w:r>
          </w:p>
        </w:tc>
        <w:tc>
          <w:tcPr>
            <w:tcW w:w="2086" w:type="dxa"/>
          </w:tcPr>
          <w:p w14:paraId="48B175F6" w14:textId="55E154E6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78 16 x 1/2"</w:t>
            </w:r>
          </w:p>
        </w:tc>
        <w:tc>
          <w:tcPr>
            <w:tcW w:w="6101" w:type="dxa"/>
          </w:tcPr>
          <w:p w14:paraId="39431219" w14:textId="14E8FBF4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5D1A1834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4BE10DCE" w14:textId="18C5D354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DB7D38" w14:textId="6EA4CF2F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Corpo in ottone CW617N (UNI EN 12165)</w:t>
            </w:r>
          </w:p>
          <w:p w14:paraId="665F779A" w14:textId="138A21A5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777C39DD" w14:textId="2032A848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73C4DB34" w14:textId="22B8E879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621A46E9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1F3D93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A89FD94" w14:textId="2296381E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5AD1F40D" w14:textId="49D2339C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438C7608" w14:textId="0F8A8EA5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7E98EC8A" w14:textId="51451CF4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4BB76FF4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072E2A" w14:textId="340A510D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/>
                <w:bCs/>
                <w:sz w:val="20"/>
              </w:rPr>
              <w:t>78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16 x 1/2" o equivalente.</w:t>
            </w:r>
          </w:p>
        </w:tc>
      </w:tr>
      <w:tr w:rsidR="007773E7" w:rsidRPr="009279E2" w14:paraId="51250B1A" w14:textId="77777777" w:rsidTr="00904071">
        <w:tc>
          <w:tcPr>
            <w:tcW w:w="1311" w:type="dxa"/>
          </w:tcPr>
          <w:p w14:paraId="7BC52705" w14:textId="4A6721B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28181210</w:t>
            </w:r>
          </w:p>
        </w:tc>
        <w:tc>
          <w:tcPr>
            <w:tcW w:w="2086" w:type="dxa"/>
          </w:tcPr>
          <w:p w14:paraId="5576E121" w14:textId="58F0A856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509C1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D509C1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Cs/>
                <w:sz w:val="20"/>
              </w:rPr>
              <w:t xml:space="preserve"> LBP femmina H 78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Cs/>
                <w:sz w:val="20"/>
              </w:rPr>
              <w:t xml:space="preserve"> x 1/2"</w:t>
            </w:r>
          </w:p>
        </w:tc>
        <w:tc>
          <w:tcPr>
            <w:tcW w:w="6101" w:type="dxa"/>
          </w:tcPr>
          <w:p w14:paraId="2324DA6E" w14:textId="009582BD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Gomito LPB con flangia e funzione Leak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D509C1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D509C1">
              <w:rPr>
                <w:rFonts w:ascii="Poppins" w:hAnsi="Poppins" w:cs="Poppins"/>
                <w:sz w:val="20"/>
              </w:rPr>
              <w:t xml:space="preserve"> che permette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509C1">
              <w:rPr>
                <w:rFonts w:ascii="Poppins" w:hAnsi="Poppins" w:cs="Poppins"/>
                <w:sz w:val="20"/>
              </w:rPr>
              <w:t>individuare facilmente le perdite in caso di mancata pressatura.</w:t>
            </w:r>
          </w:p>
          <w:p w14:paraId="57DC6BA0" w14:textId="767603DB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20</w:t>
            </w:r>
            <w:r w:rsidRPr="00D509C1">
              <w:rPr>
                <w:rFonts w:ascii="Poppins" w:hAnsi="Poppins" w:cs="Poppins"/>
                <w:sz w:val="20"/>
              </w:rPr>
              <w:t xml:space="preserve"> x 1/2" con profilo per pinzatura TH, B, U, H, F.</w:t>
            </w:r>
          </w:p>
          <w:p w14:paraId="3E19C5C5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DC4FEF0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Corpo in ottone CW617N (UNI EN 12165)</w:t>
            </w:r>
          </w:p>
          <w:p w14:paraId="09753E5E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Anello </w:t>
            </w:r>
            <w:proofErr w:type="spellStart"/>
            <w:r w:rsidRPr="00D509C1">
              <w:rPr>
                <w:rFonts w:ascii="Poppins" w:hAnsi="Poppins" w:cs="Poppins"/>
              </w:rPr>
              <w:t>portabussola</w:t>
            </w:r>
            <w:proofErr w:type="spellEnd"/>
            <w:r w:rsidRPr="00D509C1">
              <w:rPr>
                <w:rFonts w:ascii="Poppins" w:hAnsi="Poppins" w:cs="Poppins"/>
              </w:rPr>
              <w:t xml:space="preserve"> in nylon, dielettrico</w:t>
            </w:r>
          </w:p>
          <w:p w14:paraId="71E65551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Bussola in acciaio inox AISI 304</w:t>
            </w:r>
          </w:p>
          <w:p w14:paraId="2C63F4F8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Doppio O-ring in EPDM</w:t>
            </w:r>
          </w:p>
          <w:p w14:paraId="11B9A158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96F58E1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5FB17425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Temperatura massima di esercizio: 95 °C</w:t>
            </w:r>
          </w:p>
          <w:p w14:paraId="35C1A96D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Pressione massima di esercizio: 10 bar</w:t>
            </w:r>
          </w:p>
          <w:p w14:paraId="618D8958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>Altezza: 78 mm</w:t>
            </w:r>
          </w:p>
          <w:p w14:paraId="0DDAF181" w14:textId="77777777" w:rsidR="007773E7" w:rsidRPr="00D509C1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D509C1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D509C1">
              <w:rPr>
                <w:rFonts w:ascii="Poppins" w:hAnsi="Poppins" w:cs="Poppins"/>
              </w:rPr>
              <w:t>Rp</w:t>
            </w:r>
            <w:proofErr w:type="spellEnd"/>
            <w:r w:rsidRPr="00D509C1">
              <w:rPr>
                <w:rFonts w:ascii="Poppins" w:hAnsi="Poppins" w:cs="Poppins"/>
              </w:rPr>
              <w:t xml:space="preserve"> (UNI EN 10226-1)</w:t>
            </w:r>
          </w:p>
          <w:p w14:paraId="236F90FF" w14:textId="77777777" w:rsidR="007773E7" w:rsidRPr="00D509C1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A781A2" w14:textId="2574E4C8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D509C1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LBP femmina H </w:t>
            </w:r>
            <w:r>
              <w:rPr>
                <w:rFonts w:ascii="Poppins" w:hAnsi="Poppins" w:cs="Poppins"/>
                <w:b/>
                <w:bCs/>
                <w:sz w:val="20"/>
              </w:rPr>
              <w:t>78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Pr="00D509C1">
              <w:rPr>
                <w:rFonts w:ascii="Poppins" w:hAnsi="Poppins" w:cs="Poppins"/>
                <w:b/>
                <w:bCs/>
                <w:sz w:val="20"/>
              </w:rPr>
              <w:t xml:space="preserve"> x 1/2" o equivalente.</w:t>
            </w:r>
          </w:p>
        </w:tc>
      </w:tr>
      <w:tr w:rsidR="00B14FFA" w:rsidRPr="009279E2" w14:paraId="6CF49F37" w14:textId="77777777" w:rsidTr="00904071">
        <w:tc>
          <w:tcPr>
            <w:tcW w:w="1311" w:type="dxa"/>
          </w:tcPr>
          <w:p w14:paraId="514FD980" w14:textId="03807CCB" w:rsidR="00B14FFA" w:rsidRDefault="00B14FFA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28181232</w:t>
            </w:r>
          </w:p>
        </w:tc>
        <w:tc>
          <w:tcPr>
            <w:tcW w:w="2086" w:type="dxa"/>
          </w:tcPr>
          <w:p w14:paraId="7B9719BE" w14:textId="77777777" w:rsidR="00E971BB" w:rsidRDefault="00E971BB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971BB">
              <w:rPr>
                <w:rFonts w:ascii="Poppins" w:hAnsi="Poppins" w:cs="Poppins"/>
                <w:bCs/>
                <w:sz w:val="20"/>
              </w:rPr>
              <w:t>Guscio fonoisolante per gomiti femmina</w:t>
            </w:r>
          </w:p>
          <w:p w14:paraId="7F57F4B7" w14:textId="7D673632" w:rsidR="00B14FFA" w:rsidRPr="00D509C1" w:rsidRDefault="00E971BB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971BB">
              <w:rPr>
                <w:rFonts w:ascii="Poppins" w:hAnsi="Poppins" w:cs="Poppins"/>
                <w:bCs/>
                <w:sz w:val="20"/>
              </w:rPr>
              <w:t>H 78</w:t>
            </w:r>
          </w:p>
        </w:tc>
        <w:tc>
          <w:tcPr>
            <w:tcW w:w="6101" w:type="dxa"/>
          </w:tcPr>
          <w:p w14:paraId="413202EA" w14:textId="0BF831FD" w:rsidR="00E971BB" w:rsidRPr="00E971BB" w:rsidRDefault="00E971BB" w:rsidP="00E971BB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E971BB">
              <w:rPr>
                <w:rFonts w:ascii="Poppins" w:hAnsi="Poppins" w:cs="Poppins"/>
                <w:sz w:val="20"/>
              </w:rPr>
              <w:t>Guscio fonoisolante per gomiti femmina H 78 con flangia, comprensivo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971BB">
              <w:rPr>
                <w:rFonts w:ascii="Poppins" w:hAnsi="Poppins" w:cs="Poppins"/>
                <w:sz w:val="20"/>
              </w:rPr>
              <w:t>kit viti.</w:t>
            </w:r>
          </w:p>
          <w:p w14:paraId="36A69543" w14:textId="77777777" w:rsidR="00E971BB" w:rsidRPr="00E971BB" w:rsidRDefault="00E971BB" w:rsidP="00E971BB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C53FBED" w14:textId="690BA833" w:rsidR="00B14FFA" w:rsidRPr="00E971BB" w:rsidRDefault="00E971BB" w:rsidP="00E971BB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971BB">
              <w:rPr>
                <w:rFonts w:ascii="Poppins" w:hAnsi="Poppins" w:cs="Poppins"/>
                <w:b/>
                <w:bCs/>
                <w:sz w:val="20"/>
              </w:rPr>
              <w:t>Marca Emmeti – Modello Guscio fonoisolante per gomiti femmina H 78 o equivalente.</w:t>
            </w:r>
          </w:p>
        </w:tc>
      </w:tr>
      <w:tr w:rsidR="007773E7" w:rsidRPr="009279E2" w14:paraId="119E37DB" w14:textId="77777777" w:rsidTr="00904071">
        <w:tc>
          <w:tcPr>
            <w:tcW w:w="1311" w:type="dxa"/>
          </w:tcPr>
          <w:p w14:paraId="3BE74011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28180078</w:t>
            </w:r>
          </w:p>
        </w:tc>
        <w:tc>
          <w:tcPr>
            <w:tcW w:w="2086" w:type="dxa"/>
          </w:tcPr>
          <w:p w14:paraId="31919CB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A36492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4FA18F9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040DC08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EA0223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2BF66B7C" w14:textId="48B368CF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86454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51C4C6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9ABA0D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8467CB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32BA184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BE03CC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87EFB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E030D8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62ABEA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30E1A30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38158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16 x 1/2" o equivalente.</w:t>
            </w:r>
          </w:p>
        </w:tc>
      </w:tr>
      <w:tr w:rsidR="007773E7" w:rsidRPr="009279E2" w14:paraId="7D9A6F66" w14:textId="77777777" w:rsidTr="00904071">
        <w:tc>
          <w:tcPr>
            <w:tcW w:w="1311" w:type="dxa"/>
          </w:tcPr>
          <w:p w14:paraId="7DD18A4C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28180080</w:t>
            </w:r>
          </w:p>
        </w:tc>
        <w:tc>
          <w:tcPr>
            <w:tcW w:w="2086" w:type="dxa"/>
          </w:tcPr>
          <w:p w14:paraId="6AB3793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23E640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2E908F6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7ADB207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37A4EB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7A601ED1" w14:textId="052B602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48B34A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B70E1A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48ED4A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66821CC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89805DF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B25F93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D70F4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1771A4C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DCC4B6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1757CB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3E71A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20 x 1/2" o equivalente.</w:t>
            </w:r>
          </w:p>
        </w:tc>
      </w:tr>
      <w:tr w:rsidR="007773E7" w:rsidRPr="009279E2" w14:paraId="6E25CBAE" w14:textId="77777777" w:rsidTr="00904071">
        <w:tc>
          <w:tcPr>
            <w:tcW w:w="1311" w:type="dxa"/>
          </w:tcPr>
          <w:p w14:paraId="28B09F8E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28180082</w:t>
            </w:r>
          </w:p>
        </w:tc>
        <w:tc>
          <w:tcPr>
            <w:tcW w:w="2086" w:type="dxa"/>
          </w:tcPr>
          <w:p w14:paraId="1AE5DC0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F3709C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7D7E0BB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</w:tc>
        <w:tc>
          <w:tcPr>
            <w:tcW w:w="6101" w:type="dxa"/>
          </w:tcPr>
          <w:p w14:paraId="6793C31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AB04D4E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20 x 3/4" con profilo per pinzatura TH, B, U, H, F. </w:t>
            </w:r>
          </w:p>
          <w:p w14:paraId="36FE8FAF" w14:textId="27A92C9A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EDB0D8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4A2F5E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AC023B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826EEE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A91D4B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AD5914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32174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2B395C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E8683E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097E479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8D91F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20 x 3/4" o equivalente.</w:t>
            </w:r>
          </w:p>
        </w:tc>
      </w:tr>
      <w:tr w:rsidR="007773E7" w:rsidRPr="009279E2" w14:paraId="3D3373B7" w14:textId="77777777" w:rsidTr="00904071">
        <w:tc>
          <w:tcPr>
            <w:tcW w:w="1311" w:type="dxa"/>
          </w:tcPr>
          <w:p w14:paraId="3B03C454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28180084</w:t>
            </w:r>
          </w:p>
        </w:tc>
        <w:tc>
          <w:tcPr>
            <w:tcW w:w="2086" w:type="dxa"/>
          </w:tcPr>
          <w:p w14:paraId="1A8F969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1902088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613CAB7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</w:tc>
        <w:tc>
          <w:tcPr>
            <w:tcW w:w="6101" w:type="dxa"/>
          </w:tcPr>
          <w:p w14:paraId="6F89E411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7FF4E1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69C3C895" w14:textId="55CB7A4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6F2DDE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E380F0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7A67D0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9165F0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A47D327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07C4992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1F4E0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B01B3F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B61FEF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497E594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F3346E5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26 x 3/4" o equivalente.</w:t>
            </w:r>
          </w:p>
        </w:tc>
      </w:tr>
      <w:tr w:rsidR="007773E7" w:rsidRPr="009279E2" w14:paraId="521D06B0" w14:textId="77777777" w:rsidTr="00904071">
        <w:tc>
          <w:tcPr>
            <w:tcW w:w="1311" w:type="dxa"/>
          </w:tcPr>
          <w:p w14:paraId="79EB19FB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28180085</w:t>
            </w:r>
          </w:p>
        </w:tc>
        <w:tc>
          <w:tcPr>
            <w:tcW w:w="2086" w:type="dxa"/>
          </w:tcPr>
          <w:p w14:paraId="4B509E9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EE173D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5A266057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1"</w:t>
            </w:r>
          </w:p>
        </w:tc>
        <w:tc>
          <w:tcPr>
            <w:tcW w:w="6101" w:type="dxa"/>
          </w:tcPr>
          <w:p w14:paraId="0D4AC40C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attacco </w:t>
            </w: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84FBD0E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1" con profilo per pinzatura TH, B, U, H, F.</w:t>
            </w:r>
          </w:p>
          <w:p w14:paraId="0AAC9E74" w14:textId="75B5FFB8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B4777B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FC8B4C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1CCBF9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6DFCB2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2810D80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EFD72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B1D72A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3C3F35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F5C254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5D0FF81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8ADE45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26 x 1" o equivalente.</w:t>
            </w:r>
          </w:p>
        </w:tc>
      </w:tr>
      <w:tr w:rsidR="007773E7" w:rsidRPr="009279E2" w14:paraId="195EF53E" w14:textId="77777777" w:rsidTr="00904071">
        <w:tc>
          <w:tcPr>
            <w:tcW w:w="1311" w:type="dxa"/>
          </w:tcPr>
          <w:p w14:paraId="3E96732B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28180086</w:t>
            </w:r>
          </w:p>
        </w:tc>
        <w:tc>
          <w:tcPr>
            <w:tcW w:w="2086" w:type="dxa"/>
          </w:tcPr>
          <w:p w14:paraId="2CCCFB4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ED1D28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attacco maschio</w:t>
            </w:r>
          </w:p>
          <w:p w14:paraId="6285594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1"</w:t>
            </w:r>
          </w:p>
        </w:tc>
        <w:tc>
          <w:tcPr>
            <w:tcW w:w="6101" w:type="dxa"/>
          </w:tcPr>
          <w:p w14:paraId="30BFF94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Gomito LBP attacco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maschio</w:t>
            </w:r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FC9E60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 con profilo per pinzatura TH, B, U, H, F.</w:t>
            </w:r>
          </w:p>
          <w:p w14:paraId="3A1BC60B" w14:textId="2BD3E9FB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68961D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F7B911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27A996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645B706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F45951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31344D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545438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D3C4DD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D82E2A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13D3D2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6045B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attacco maschio 32 x 1" o equivalente.</w:t>
            </w:r>
          </w:p>
        </w:tc>
      </w:tr>
      <w:tr w:rsidR="007773E7" w:rsidRPr="009279E2" w14:paraId="33A41114" w14:textId="77777777" w:rsidTr="00904071">
        <w:tc>
          <w:tcPr>
            <w:tcW w:w="1311" w:type="dxa"/>
          </w:tcPr>
          <w:p w14:paraId="6AF2FFBF" w14:textId="5109CCBE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070</w:t>
            </w:r>
          </w:p>
        </w:tc>
        <w:tc>
          <w:tcPr>
            <w:tcW w:w="2086" w:type="dxa"/>
          </w:tcPr>
          <w:p w14:paraId="074A336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44A1E6C8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16x16</w:t>
            </w:r>
          </w:p>
        </w:tc>
        <w:tc>
          <w:tcPr>
            <w:tcW w:w="6101" w:type="dxa"/>
          </w:tcPr>
          <w:p w14:paraId="121F58A2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797E76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16x16 </w:t>
            </w:r>
            <w:r w:rsidRPr="00586F53">
              <w:rPr>
                <w:rFonts w:ascii="Poppins" w:hAnsi="Poppins" w:cs="Poppins"/>
                <w:sz w:val="20"/>
              </w:rPr>
              <w:t>con profilo per pinzatura TH, B, U, H, F.</w:t>
            </w:r>
          </w:p>
          <w:p w14:paraId="568D70CA" w14:textId="4FDD6083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B2CD9B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2A8FD4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8093E5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Bussola in acciaio inox AISI 304 </w:t>
            </w:r>
          </w:p>
          <w:p w14:paraId="55A8AC1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2DF32E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B03FAE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87AA7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2A2555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8AFDAF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702E1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16x16 o equivalente.</w:t>
            </w:r>
          </w:p>
        </w:tc>
      </w:tr>
      <w:tr w:rsidR="007773E7" w:rsidRPr="009279E2" w14:paraId="6B3E46BC" w14:textId="77777777" w:rsidTr="00904071">
        <w:tc>
          <w:tcPr>
            <w:tcW w:w="1311" w:type="dxa"/>
          </w:tcPr>
          <w:p w14:paraId="382FEA02" w14:textId="1DB8AD9C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072</w:t>
            </w:r>
          </w:p>
        </w:tc>
        <w:tc>
          <w:tcPr>
            <w:tcW w:w="2086" w:type="dxa"/>
          </w:tcPr>
          <w:p w14:paraId="21311BF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740B2A1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</w:t>
            </w:r>
          </w:p>
        </w:tc>
        <w:tc>
          <w:tcPr>
            <w:tcW w:w="6101" w:type="dxa"/>
          </w:tcPr>
          <w:p w14:paraId="6B59F61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542AC7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20x20 </w:t>
            </w:r>
            <w:r w:rsidRPr="00586F53">
              <w:rPr>
                <w:rFonts w:ascii="Poppins" w:hAnsi="Poppins" w:cs="Poppins"/>
                <w:sz w:val="20"/>
              </w:rPr>
              <w:t>con profilo per pinzatura TH, B, U, H, F.</w:t>
            </w:r>
          </w:p>
          <w:p w14:paraId="006460CD" w14:textId="288C259E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5E24E6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5E756A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6F54A7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B35CD5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A14030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C4539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2C7CF5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6698C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A42D30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A73F9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20x20 o equivalente.</w:t>
            </w:r>
          </w:p>
        </w:tc>
      </w:tr>
      <w:tr w:rsidR="007773E7" w:rsidRPr="009279E2" w14:paraId="63954847" w14:textId="77777777" w:rsidTr="00904071">
        <w:tc>
          <w:tcPr>
            <w:tcW w:w="1311" w:type="dxa"/>
          </w:tcPr>
          <w:p w14:paraId="4F2C88D1" w14:textId="3330358E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074</w:t>
            </w:r>
          </w:p>
        </w:tc>
        <w:tc>
          <w:tcPr>
            <w:tcW w:w="2086" w:type="dxa"/>
          </w:tcPr>
          <w:p w14:paraId="7A8990C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0A839D0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</w:t>
            </w:r>
          </w:p>
        </w:tc>
        <w:tc>
          <w:tcPr>
            <w:tcW w:w="6101" w:type="dxa"/>
          </w:tcPr>
          <w:p w14:paraId="762CBA4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CF3760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26x26 </w:t>
            </w:r>
            <w:r w:rsidRPr="00586F53">
              <w:rPr>
                <w:rFonts w:ascii="Poppins" w:hAnsi="Poppins" w:cs="Poppins"/>
                <w:sz w:val="20"/>
              </w:rPr>
              <w:t>con profilo per pinzatura TH, B, U, H, F.</w:t>
            </w:r>
          </w:p>
          <w:p w14:paraId="41199D59" w14:textId="271FF4D3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EB632B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EC4E9C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34959D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007C81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59435C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DF22AC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842207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BE431F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C5EE96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02C6E6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26x26 o equivalente.</w:t>
            </w:r>
          </w:p>
        </w:tc>
      </w:tr>
      <w:tr w:rsidR="007773E7" w:rsidRPr="009279E2" w14:paraId="75FDF574" w14:textId="77777777" w:rsidTr="00904071">
        <w:tc>
          <w:tcPr>
            <w:tcW w:w="1311" w:type="dxa"/>
          </w:tcPr>
          <w:p w14:paraId="7102AF38" w14:textId="6D416BC9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076</w:t>
            </w:r>
          </w:p>
        </w:tc>
        <w:tc>
          <w:tcPr>
            <w:tcW w:w="2086" w:type="dxa"/>
          </w:tcPr>
          <w:p w14:paraId="0F08F8F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6644253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</w:t>
            </w:r>
          </w:p>
        </w:tc>
        <w:tc>
          <w:tcPr>
            <w:tcW w:w="6101" w:type="dxa"/>
          </w:tcPr>
          <w:p w14:paraId="5F54E175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65A38F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32x32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18749794" w14:textId="67490BA4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BE7BDA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46405B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C3CFB7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2A884CA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9F1EB5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0DDB9A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5270D3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633960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40F8593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843BF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 o equivalente.</w:t>
            </w:r>
          </w:p>
        </w:tc>
      </w:tr>
      <w:tr w:rsidR="007773E7" w:rsidRPr="009279E2" w14:paraId="14B0C302" w14:textId="77777777" w:rsidTr="00904071">
        <w:tc>
          <w:tcPr>
            <w:tcW w:w="1311" w:type="dxa"/>
          </w:tcPr>
          <w:p w14:paraId="1A7F9989" w14:textId="16D847E9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28180262</w:t>
            </w:r>
          </w:p>
        </w:tc>
        <w:tc>
          <w:tcPr>
            <w:tcW w:w="2086" w:type="dxa"/>
          </w:tcPr>
          <w:p w14:paraId="59E5B4FC" w14:textId="690C9FBE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r>
              <w:rPr>
                <w:rFonts w:ascii="Poppins" w:hAnsi="Poppins" w:cs="Poppins"/>
                <w:bCs/>
                <w:sz w:val="20"/>
              </w:rPr>
              <w:t xml:space="preserve">45°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2C31D352" w14:textId="74759299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26x26</w:t>
            </w:r>
          </w:p>
        </w:tc>
        <w:tc>
          <w:tcPr>
            <w:tcW w:w="6101" w:type="dxa"/>
          </w:tcPr>
          <w:p w14:paraId="78E54F4B" w14:textId="026591C1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</w:t>
            </w:r>
            <w:r>
              <w:rPr>
                <w:rFonts w:ascii="Poppins" w:hAnsi="Poppins" w:cs="Poppins"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01FFA91" w14:textId="7611ED42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26x26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35DC4C2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F61D52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73AE50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97014CE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1BDAFA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ACBCE2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7B014C5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9198D4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44EA49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0D9BD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84B8C3" w14:textId="672E0696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Gomito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</w:t>
            </w:r>
            <w:r>
              <w:rPr>
                <w:rFonts w:ascii="Poppins" w:hAnsi="Poppins" w:cs="Poppins"/>
                <w:b/>
                <w:bCs/>
                <w:sz w:val="20"/>
              </w:rPr>
              <w:t>26x26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7773E7" w:rsidRPr="009279E2" w14:paraId="630C9B67" w14:textId="77777777" w:rsidTr="00904071">
        <w:tc>
          <w:tcPr>
            <w:tcW w:w="1311" w:type="dxa"/>
          </w:tcPr>
          <w:p w14:paraId="5AFEBD63" w14:textId="0E79BBE0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28180260</w:t>
            </w:r>
          </w:p>
        </w:tc>
        <w:tc>
          <w:tcPr>
            <w:tcW w:w="2086" w:type="dxa"/>
          </w:tcPr>
          <w:p w14:paraId="4DEA266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r>
              <w:rPr>
                <w:rFonts w:ascii="Poppins" w:hAnsi="Poppins" w:cs="Poppins"/>
                <w:bCs/>
                <w:sz w:val="20"/>
              </w:rPr>
              <w:t xml:space="preserve">45°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</w:t>
            </w:r>
          </w:p>
          <w:p w14:paraId="79B46756" w14:textId="2ACF4755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</w:t>
            </w:r>
          </w:p>
        </w:tc>
        <w:tc>
          <w:tcPr>
            <w:tcW w:w="6101" w:type="dxa"/>
          </w:tcPr>
          <w:p w14:paraId="6CF062F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Gomito</w:t>
            </w:r>
            <w:r>
              <w:rPr>
                <w:rFonts w:ascii="Poppins" w:hAnsi="Poppins" w:cs="Poppins"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D127F51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32x32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29AB268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5F3178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9D9D51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4D04DF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364BAD3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40B81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DE37BD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138C8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802D63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FE08DD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ED4F6C" w14:textId="04AD4766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Gomito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45°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 o equivalente.</w:t>
            </w:r>
          </w:p>
        </w:tc>
      </w:tr>
      <w:tr w:rsidR="007773E7" w:rsidRPr="009279E2" w14:paraId="61235CF3" w14:textId="77777777" w:rsidTr="00904071">
        <w:tc>
          <w:tcPr>
            <w:tcW w:w="1311" w:type="dxa"/>
          </w:tcPr>
          <w:p w14:paraId="2ABE6B36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28180098</w:t>
            </w:r>
          </w:p>
        </w:tc>
        <w:tc>
          <w:tcPr>
            <w:tcW w:w="2086" w:type="dxa"/>
          </w:tcPr>
          <w:p w14:paraId="6623CB0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631F37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4556D19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2EB4274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5053FEA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15D0C0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16 x 1/2”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234BBF8B" w14:textId="5890C2AC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BFFF49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556139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239D16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F22746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7D9023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B36CD8D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0785E5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4C7C0F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E438926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4FF1251C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712986C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16 x 1/2" o equivalente.</w:t>
            </w:r>
          </w:p>
        </w:tc>
      </w:tr>
      <w:tr w:rsidR="007773E7" w:rsidRPr="009279E2" w14:paraId="0492C19C" w14:textId="77777777" w:rsidTr="00904071">
        <w:tc>
          <w:tcPr>
            <w:tcW w:w="1311" w:type="dxa"/>
          </w:tcPr>
          <w:p w14:paraId="6A7D867D" w14:textId="5413196A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28180252</w:t>
            </w:r>
          </w:p>
        </w:tc>
        <w:tc>
          <w:tcPr>
            <w:tcW w:w="2086" w:type="dxa"/>
          </w:tcPr>
          <w:p w14:paraId="03A8F067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31B4B1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491CFA5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6C9D5C46" w14:textId="40D78D4C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16 x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6101" w:type="dxa"/>
          </w:tcPr>
          <w:p w14:paraId="763743FC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13818A7" w14:textId="04978CF3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16 x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20168D1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C30988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59659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39A275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BE33EB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7EAE3A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92C5568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4D56B8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A8AA70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435BB76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C657F7F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6BE9D4BA" w14:textId="527D286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16 x </w:t>
            </w:r>
            <w:r>
              <w:rPr>
                <w:rFonts w:ascii="Poppins" w:hAnsi="Poppins" w:cs="Poppins"/>
                <w:b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7773E7" w:rsidRPr="009279E2" w14:paraId="5986830F" w14:textId="77777777" w:rsidTr="00904071">
        <w:tc>
          <w:tcPr>
            <w:tcW w:w="1311" w:type="dxa"/>
          </w:tcPr>
          <w:p w14:paraId="09E36C36" w14:textId="377A8FCF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28180254</w:t>
            </w:r>
          </w:p>
        </w:tc>
        <w:tc>
          <w:tcPr>
            <w:tcW w:w="2086" w:type="dxa"/>
          </w:tcPr>
          <w:p w14:paraId="42F8261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4D91E49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586BB4A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74BB0F2F" w14:textId="1AF8D044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x 1/2"</w:t>
            </w:r>
          </w:p>
        </w:tc>
        <w:tc>
          <w:tcPr>
            <w:tcW w:w="6101" w:type="dxa"/>
          </w:tcPr>
          <w:p w14:paraId="31E784E1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9E168F5" w14:textId="414BB4A5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x 1/2”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778441D6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DEAFD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50CCA1C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6B2697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583E2A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F9AE8F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E87D2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6166C8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54E60B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AE0447B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08B02F41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742676C" w14:textId="7B0D12E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</w:t>
            </w:r>
            <w:r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x 1/2" o equivalente.</w:t>
            </w:r>
          </w:p>
        </w:tc>
      </w:tr>
      <w:tr w:rsidR="007773E7" w:rsidRPr="009279E2" w14:paraId="6D74498F" w14:textId="77777777" w:rsidTr="00904071">
        <w:tc>
          <w:tcPr>
            <w:tcW w:w="1311" w:type="dxa"/>
          </w:tcPr>
          <w:p w14:paraId="24B1B104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28180100</w:t>
            </w:r>
          </w:p>
        </w:tc>
        <w:tc>
          <w:tcPr>
            <w:tcW w:w="2086" w:type="dxa"/>
          </w:tcPr>
          <w:p w14:paraId="4FE0BF05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C0CF11D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178ADE9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458B419E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</w:tc>
        <w:tc>
          <w:tcPr>
            <w:tcW w:w="6101" w:type="dxa"/>
          </w:tcPr>
          <w:p w14:paraId="0A612BA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CD49D07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20 x 3/4"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6F2C9CDD" w14:textId="1F970F6A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D8AB90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DE92D5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57E313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533ACB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A7644E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3ED43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5F606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D02FC6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699EE36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A544B94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0EE4754A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16 x 3/4" o equivalente.</w:t>
            </w:r>
          </w:p>
        </w:tc>
      </w:tr>
      <w:tr w:rsidR="007773E7" w:rsidRPr="009279E2" w14:paraId="341699A4" w14:textId="77777777" w:rsidTr="00904071">
        <w:tc>
          <w:tcPr>
            <w:tcW w:w="1311" w:type="dxa"/>
          </w:tcPr>
          <w:p w14:paraId="3FE789CA" w14:textId="546A365F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28180256</w:t>
            </w:r>
          </w:p>
        </w:tc>
        <w:tc>
          <w:tcPr>
            <w:tcW w:w="2086" w:type="dxa"/>
          </w:tcPr>
          <w:p w14:paraId="09FA44E6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131DC1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50D5EC9F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309DDB4E" w14:textId="12143FD6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26 x 3/4</w:t>
            </w:r>
            <w:r w:rsidRPr="00586F53">
              <w:rPr>
                <w:rFonts w:ascii="Poppins" w:hAnsi="Poppins" w:cs="Poppins"/>
                <w:bCs/>
                <w:sz w:val="20"/>
              </w:rPr>
              <w:t>"</w:t>
            </w:r>
          </w:p>
        </w:tc>
        <w:tc>
          <w:tcPr>
            <w:tcW w:w="6101" w:type="dxa"/>
          </w:tcPr>
          <w:p w14:paraId="655C9ED9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D46CCD7" w14:textId="46F27EB1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26 x 3/4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102D1E10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DE70A01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377991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E37C65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CC0D50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CB9CDF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1EE41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F20B65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4FF469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04346A1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FF93E10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32F31FC5" w14:textId="27A3E139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</w:t>
            </w:r>
            <w:r>
              <w:rPr>
                <w:rFonts w:ascii="Poppins" w:hAnsi="Poppins" w:cs="Poppins"/>
                <w:b/>
                <w:bCs/>
                <w:sz w:val="20"/>
              </w:rPr>
              <w:t>26 x 3/4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7773E7" w:rsidRPr="009279E2" w14:paraId="45388161" w14:textId="77777777" w:rsidTr="00904071">
        <w:tc>
          <w:tcPr>
            <w:tcW w:w="1311" w:type="dxa"/>
          </w:tcPr>
          <w:p w14:paraId="5777562A" w14:textId="16541C02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28180258</w:t>
            </w:r>
          </w:p>
        </w:tc>
        <w:tc>
          <w:tcPr>
            <w:tcW w:w="2086" w:type="dxa"/>
          </w:tcPr>
          <w:p w14:paraId="43D7A427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2C14568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</w:t>
            </w:r>
          </w:p>
          <w:p w14:paraId="0B908D70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tenuta piana per acqua</w:t>
            </w:r>
          </w:p>
          <w:p w14:paraId="18316280" w14:textId="7CBCA7B4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</w:t>
            </w:r>
            <w:r w:rsidRPr="00586F53">
              <w:rPr>
                <w:rFonts w:ascii="Poppins" w:hAnsi="Poppins" w:cs="Poppins"/>
                <w:bCs/>
                <w:sz w:val="20"/>
              </w:rPr>
              <w:t>6 x 1"</w:t>
            </w:r>
          </w:p>
        </w:tc>
        <w:tc>
          <w:tcPr>
            <w:tcW w:w="6101" w:type="dxa"/>
          </w:tcPr>
          <w:p w14:paraId="53E8A804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LBP con dado girevole femmina e tenuta piana per acqua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F828962" w14:textId="178B6BD0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</w:t>
            </w:r>
            <w:r>
              <w:rPr>
                <w:rFonts w:ascii="Poppins" w:hAnsi="Poppins" w:cs="Poppins"/>
                <w:bCs/>
                <w:sz w:val="20"/>
              </w:rPr>
              <w:t>26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x 1” </w:t>
            </w:r>
            <w:r w:rsidRPr="00586F53">
              <w:rPr>
                <w:rFonts w:ascii="Poppins" w:hAnsi="Poppins" w:cs="Poppins"/>
                <w:sz w:val="20"/>
              </w:rPr>
              <w:t xml:space="preserve">con profilo per pinzatura TH, B, U, H, F. </w:t>
            </w:r>
          </w:p>
          <w:p w14:paraId="6DDD259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7F87D3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2E8224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E772D2B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D0CB9BD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C3E6FCF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254447A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D39B9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203D9B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8C398A4" w14:textId="77777777" w:rsidR="007773E7" w:rsidRPr="00AF7B0B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02C3CC02" w14:textId="77777777" w:rsidR="007773E7" w:rsidRPr="00AF7B0B" w:rsidRDefault="007773E7" w:rsidP="007773E7">
            <w:pPr>
              <w:tabs>
                <w:tab w:val="left" w:pos="1695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399C88CA" w14:textId="47211392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tenuta piana per acqua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6 x 1" o equivalente.</w:t>
            </w:r>
          </w:p>
        </w:tc>
      </w:tr>
      <w:tr w:rsidR="007773E7" w:rsidRPr="009279E2" w14:paraId="71593644" w14:textId="77777777" w:rsidTr="00904071">
        <w:tc>
          <w:tcPr>
            <w:tcW w:w="1311" w:type="dxa"/>
          </w:tcPr>
          <w:p w14:paraId="2136DD33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28180210</w:t>
            </w:r>
          </w:p>
        </w:tc>
        <w:tc>
          <w:tcPr>
            <w:tcW w:w="2086" w:type="dxa"/>
          </w:tcPr>
          <w:p w14:paraId="50D0B6E2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204CF45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doppio femmina con flangia</w:t>
            </w:r>
          </w:p>
          <w:p w14:paraId="3D907BB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6AE7A3E6" w14:textId="2EA97BC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doppio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387AF21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6B800EA5" w14:textId="67B43702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ABEC66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3CE3DFF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A2D650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A88E3D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09A1224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1B6B0CB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A91AB0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A71A719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5241B17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H: 52 mm</w:t>
            </w:r>
          </w:p>
          <w:p w14:paraId="252FECE4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A9FAEC3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B0030B4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doppio femmina con flangia 16 x 1/2"o equivalente.</w:t>
            </w:r>
          </w:p>
        </w:tc>
      </w:tr>
      <w:tr w:rsidR="007773E7" w:rsidRPr="009279E2" w14:paraId="08387D23" w14:textId="77777777" w:rsidTr="00904071">
        <w:tc>
          <w:tcPr>
            <w:tcW w:w="1311" w:type="dxa"/>
          </w:tcPr>
          <w:p w14:paraId="0683B67C" w14:textId="77777777" w:rsidR="007773E7" w:rsidRPr="00586F53" w:rsidRDefault="007773E7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28180212</w:t>
            </w:r>
          </w:p>
        </w:tc>
        <w:tc>
          <w:tcPr>
            <w:tcW w:w="2086" w:type="dxa"/>
          </w:tcPr>
          <w:p w14:paraId="05FC5631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Gomito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C83508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doppio femmina con flangia</w:t>
            </w:r>
          </w:p>
          <w:p w14:paraId="14B5CDEC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1DA9A004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Gomito LBP doppio femmina con flangia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0F6C85A9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10B849AA" w14:textId="33C5EF6E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8EEAF2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7C29EC5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051D478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E50BE7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AA7778D" w14:textId="77777777" w:rsidR="007773E7" w:rsidRPr="00586F53" w:rsidRDefault="007773E7" w:rsidP="007773E7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5A24F63" w14:textId="77777777" w:rsidR="007773E7" w:rsidRPr="00586F53" w:rsidRDefault="007773E7" w:rsidP="007773E7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CC69C6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3029E7A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686AE73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H: 52 mm</w:t>
            </w:r>
          </w:p>
          <w:p w14:paraId="37DF3CA2" w14:textId="77777777" w:rsidR="007773E7" w:rsidRPr="00586F53" w:rsidRDefault="007773E7" w:rsidP="007773E7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A25D7F0" w14:textId="77777777" w:rsidR="007773E7" w:rsidRPr="00586F53" w:rsidRDefault="007773E7" w:rsidP="007773E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8D9D7CB" w14:textId="77777777" w:rsidR="007773E7" w:rsidRPr="00586F53" w:rsidRDefault="007773E7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Gomito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doppio femmina con flangia 20 x 1/2"o equivalente.</w:t>
            </w:r>
          </w:p>
        </w:tc>
      </w:tr>
      <w:tr w:rsidR="00B85F42" w:rsidRPr="009279E2" w14:paraId="1FBBEF26" w14:textId="77777777" w:rsidTr="00904071">
        <w:tc>
          <w:tcPr>
            <w:tcW w:w="1311" w:type="dxa"/>
          </w:tcPr>
          <w:p w14:paraId="188C8F14" w14:textId="67B2D125" w:rsidR="00B85F42" w:rsidRPr="00586F53" w:rsidRDefault="00B85F42" w:rsidP="00D7513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28181240</w:t>
            </w:r>
          </w:p>
        </w:tc>
        <w:tc>
          <w:tcPr>
            <w:tcW w:w="2086" w:type="dxa"/>
          </w:tcPr>
          <w:p w14:paraId="22DCCBD6" w14:textId="77777777" w:rsidR="00327764" w:rsidRDefault="00327764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27764">
              <w:rPr>
                <w:rFonts w:ascii="Poppins" w:hAnsi="Poppins" w:cs="Poppins"/>
                <w:bCs/>
                <w:sz w:val="20"/>
              </w:rPr>
              <w:t>Guscio fonoisolante per gomiti femmina doppio</w:t>
            </w:r>
          </w:p>
          <w:p w14:paraId="6359C117" w14:textId="49C843C5" w:rsidR="00B85F42" w:rsidRPr="00586F53" w:rsidRDefault="00327764" w:rsidP="007773E7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27764">
              <w:rPr>
                <w:rFonts w:ascii="Poppins" w:hAnsi="Poppins" w:cs="Poppins"/>
                <w:bCs/>
                <w:sz w:val="20"/>
              </w:rPr>
              <w:t>H 52</w:t>
            </w:r>
          </w:p>
        </w:tc>
        <w:tc>
          <w:tcPr>
            <w:tcW w:w="6101" w:type="dxa"/>
          </w:tcPr>
          <w:p w14:paraId="1E28FDCC" w14:textId="03D71EBC" w:rsidR="00327764" w:rsidRPr="00327764" w:rsidRDefault="00327764" w:rsidP="00327764">
            <w:pPr>
              <w:jc w:val="both"/>
              <w:rPr>
                <w:rFonts w:ascii="Poppins" w:hAnsi="Poppins" w:cs="Poppins"/>
                <w:sz w:val="20"/>
              </w:rPr>
            </w:pPr>
            <w:r w:rsidRPr="00327764">
              <w:rPr>
                <w:rFonts w:ascii="Poppins" w:hAnsi="Poppins" w:cs="Poppins"/>
                <w:sz w:val="20"/>
              </w:rPr>
              <w:t>Guscio fonoisolante per gomiti femmina doppio H 52 con flangia,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27764">
              <w:rPr>
                <w:rFonts w:ascii="Poppins" w:hAnsi="Poppins" w:cs="Poppins"/>
                <w:sz w:val="20"/>
              </w:rPr>
              <w:t>comprensivo di kit viti.</w:t>
            </w:r>
          </w:p>
          <w:p w14:paraId="259D38C7" w14:textId="77777777" w:rsidR="00327764" w:rsidRPr="00327764" w:rsidRDefault="00327764" w:rsidP="0032776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516C7F" w14:textId="497789E6" w:rsidR="00B85F42" w:rsidRPr="00327764" w:rsidRDefault="00327764" w:rsidP="0032776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27764">
              <w:rPr>
                <w:rFonts w:ascii="Poppins" w:hAnsi="Poppins" w:cs="Poppins"/>
                <w:b/>
                <w:bCs/>
                <w:sz w:val="20"/>
              </w:rPr>
              <w:t>Marca Emmeti – Modello Guscio fonoisolante per gomiti femmina doppio H 52 o equivalente.</w:t>
            </w:r>
          </w:p>
        </w:tc>
      </w:tr>
      <w:tr w:rsidR="005226D0" w:rsidRPr="009279E2" w14:paraId="7D31BAB0" w14:textId="77777777" w:rsidTr="00904071">
        <w:tc>
          <w:tcPr>
            <w:tcW w:w="1311" w:type="dxa"/>
          </w:tcPr>
          <w:p w14:paraId="53A6B5EB" w14:textId="2BFC07C7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28180034</w:t>
            </w:r>
          </w:p>
        </w:tc>
        <w:tc>
          <w:tcPr>
            <w:tcW w:w="2086" w:type="dxa"/>
          </w:tcPr>
          <w:p w14:paraId="7EC326B8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FB1615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3D9DE88A" w14:textId="72F05A96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09D022BC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0D12BB0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4385CAEA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EC653E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98D26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704F9F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4F6B6E5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7D36F8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6B072E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5FF47D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D735AD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D71E21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4FB9EB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DEECCBF" w14:textId="0403BC67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16 x 1/2” o equivalente.</w:t>
            </w:r>
          </w:p>
        </w:tc>
      </w:tr>
      <w:tr w:rsidR="005226D0" w:rsidRPr="009279E2" w14:paraId="6AD4B3C1" w14:textId="77777777" w:rsidTr="00904071">
        <w:tc>
          <w:tcPr>
            <w:tcW w:w="1311" w:type="dxa"/>
          </w:tcPr>
          <w:p w14:paraId="29CF630B" w14:textId="1E5F7591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28180036</w:t>
            </w:r>
          </w:p>
        </w:tc>
        <w:tc>
          <w:tcPr>
            <w:tcW w:w="2086" w:type="dxa"/>
          </w:tcPr>
          <w:p w14:paraId="4F2DED5A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FF77FF2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14175977" w14:textId="44F4301E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1/2”</w:t>
            </w:r>
          </w:p>
        </w:tc>
        <w:tc>
          <w:tcPr>
            <w:tcW w:w="6101" w:type="dxa"/>
          </w:tcPr>
          <w:p w14:paraId="66E6DA7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1590DA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106EBA5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2F00F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E899E7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09088C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DD2E5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74686F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7B535CE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DE0BE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A7AB41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05BD22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D99654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ECFF41C" w14:textId="20CE2E9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20 x 1/2” o equivalente.</w:t>
            </w:r>
          </w:p>
        </w:tc>
      </w:tr>
      <w:tr w:rsidR="005226D0" w:rsidRPr="009279E2" w14:paraId="70E3C710" w14:textId="77777777" w:rsidTr="00904071">
        <w:tc>
          <w:tcPr>
            <w:tcW w:w="1311" w:type="dxa"/>
          </w:tcPr>
          <w:p w14:paraId="3DA4F189" w14:textId="20DEA86F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28180038</w:t>
            </w:r>
          </w:p>
        </w:tc>
        <w:tc>
          <w:tcPr>
            <w:tcW w:w="2086" w:type="dxa"/>
          </w:tcPr>
          <w:p w14:paraId="18F05FAD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8932FE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7BD2E550" w14:textId="21A1E31A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3/4”</w:t>
            </w:r>
          </w:p>
        </w:tc>
        <w:tc>
          <w:tcPr>
            <w:tcW w:w="6101" w:type="dxa"/>
          </w:tcPr>
          <w:p w14:paraId="5A920DAC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023664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5917E073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40A852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2A2054D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CB22B4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lastRenderedPageBreak/>
              <w:t>Bussola in acciaio inox AISI 304</w:t>
            </w:r>
          </w:p>
          <w:p w14:paraId="1A33D1A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0FF0C1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37EF9E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4644A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7C4687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4E7DCF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E13E93C" w14:textId="77777777" w:rsidR="005226D0" w:rsidRPr="00586F53" w:rsidRDefault="005226D0" w:rsidP="005226D0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</w:rPr>
            </w:pPr>
          </w:p>
          <w:p w14:paraId="64B43861" w14:textId="6CE77AE9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20 x 3/4” o equivalente.</w:t>
            </w:r>
          </w:p>
        </w:tc>
      </w:tr>
      <w:tr w:rsidR="005226D0" w:rsidRPr="009279E2" w14:paraId="06428368" w14:textId="77777777" w:rsidTr="00904071">
        <w:tc>
          <w:tcPr>
            <w:tcW w:w="1311" w:type="dxa"/>
          </w:tcPr>
          <w:p w14:paraId="0B68DACC" w14:textId="07632DDD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28180040</w:t>
            </w:r>
          </w:p>
        </w:tc>
        <w:tc>
          <w:tcPr>
            <w:tcW w:w="2086" w:type="dxa"/>
          </w:tcPr>
          <w:p w14:paraId="02E33C73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292ADFD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509E7FFA" w14:textId="3029B52E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3/4”</w:t>
            </w:r>
          </w:p>
        </w:tc>
        <w:tc>
          <w:tcPr>
            <w:tcW w:w="6101" w:type="dxa"/>
          </w:tcPr>
          <w:p w14:paraId="4B187044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397B048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6D5269E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DB4F7F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29A8C8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E0E45A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491EDA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D571A6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19CA94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16C3A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E5E07F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863433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316D50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A078AD" w14:textId="0DF70F90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26 x 3/4” o equivalente.</w:t>
            </w:r>
          </w:p>
        </w:tc>
      </w:tr>
      <w:tr w:rsidR="005226D0" w:rsidRPr="009279E2" w14:paraId="42B956D0" w14:textId="77777777" w:rsidTr="00904071">
        <w:tc>
          <w:tcPr>
            <w:tcW w:w="1311" w:type="dxa"/>
          </w:tcPr>
          <w:p w14:paraId="347B3BB6" w14:textId="5A1CCC9F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28180042</w:t>
            </w:r>
          </w:p>
        </w:tc>
        <w:tc>
          <w:tcPr>
            <w:tcW w:w="2086" w:type="dxa"/>
          </w:tcPr>
          <w:p w14:paraId="1DE2CA47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076C975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76AE7375" w14:textId="081B41CF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1”</w:t>
            </w:r>
          </w:p>
        </w:tc>
        <w:tc>
          <w:tcPr>
            <w:tcW w:w="6101" w:type="dxa"/>
          </w:tcPr>
          <w:p w14:paraId="18B84D70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17F6DB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1" con profilo per pinzatura TH, B, U, H, F.</w:t>
            </w:r>
          </w:p>
          <w:p w14:paraId="40A20AB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38299C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451313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9D9FC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AB2B5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4E4216E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E32360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AD0C60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649140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92B14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2A6DA90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904525" w14:textId="661B98F5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26 x 1” o equivalente.</w:t>
            </w:r>
          </w:p>
        </w:tc>
      </w:tr>
      <w:tr w:rsidR="005226D0" w:rsidRPr="009279E2" w14:paraId="71B37F42" w14:textId="77777777" w:rsidTr="00904071">
        <w:tc>
          <w:tcPr>
            <w:tcW w:w="1311" w:type="dxa"/>
          </w:tcPr>
          <w:p w14:paraId="5E9E92BA" w14:textId="4BC7D641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28180044</w:t>
            </w:r>
          </w:p>
        </w:tc>
        <w:tc>
          <w:tcPr>
            <w:tcW w:w="2086" w:type="dxa"/>
          </w:tcPr>
          <w:p w14:paraId="4C7360FE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15CC0E7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femmina</w:t>
            </w:r>
          </w:p>
          <w:p w14:paraId="046FD3E6" w14:textId="5E60FC1D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</w:t>
            </w:r>
          </w:p>
        </w:tc>
        <w:tc>
          <w:tcPr>
            <w:tcW w:w="6101" w:type="dxa"/>
          </w:tcPr>
          <w:p w14:paraId="49B4C618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femmina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72058B1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 con profilo per pinzatura TH, B, U, H, F.</w:t>
            </w:r>
          </w:p>
          <w:p w14:paraId="6EF74D33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05981A2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4CEF11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20456B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B7EEC3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F38D5FD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2764D3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F7CE5A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836475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CB18ABD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62242AE8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20C85D" w14:textId="208EF39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32 x 1” o equivalente.</w:t>
            </w:r>
          </w:p>
        </w:tc>
      </w:tr>
      <w:tr w:rsidR="005226D0" w:rsidRPr="009279E2" w14:paraId="3483C934" w14:textId="77777777" w:rsidTr="00904071">
        <w:tc>
          <w:tcPr>
            <w:tcW w:w="1311" w:type="dxa"/>
          </w:tcPr>
          <w:p w14:paraId="7C250747" w14:textId="602D5357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28180020</w:t>
            </w:r>
          </w:p>
        </w:tc>
        <w:tc>
          <w:tcPr>
            <w:tcW w:w="2086" w:type="dxa"/>
          </w:tcPr>
          <w:p w14:paraId="45E30FB0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2DDC00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339521CF" w14:textId="001CDEBB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1/2”</w:t>
            </w:r>
          </w:p>
        </w:tc>
        <w:tc>
          <w:tcPr>
            <w:tcW w:w="6101" w:type="dxa"/>
          </w:tcPr>
          <w:p w14:paraId="6E996E05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F1E979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23AAB275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8CFF3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A28544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835D31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F065D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87F90F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0E945D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02961D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9A2315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40B12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5ED8D47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3ED524" w14:textId="3F5B0AD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16 x 1/2” o equivalente.</w:t>
            </w:r>
          </w:p>
        </w:tc>
      </w:tr>
      <w:tr w:rsidR="005226D0" w:rsidRPr="009279E2" w14:paraId="1A6C56C9" w14:textId="77777777" w:rsidTr="00904071">
        <w:tc>
          <w:tcPr>
            <w:tcW w:w="1311" w:type="dxa"/>
          </w:tcPr>
          <w:p w14:paraId="2E2865BC" w14:textId="22BC4D8D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28180023</w:t>
            </w:r>
          </w:p>
        </w:tc>
        <w:tc>
          <w:tcPr>
            <w:tcW w:w="2086" w:type="dxa"/>
          </w:tcPr>
          <w:p w14:paraId="2CF7D378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A7873BE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5ED397AF" w14:textId="39FD0F00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16 x </w:t>
            </w:r>
            <w:r>
              <w:rPr>
                <w:rFonts w:ascii="Poppins" w:hAnsi="Poppins" w:cs="Poppins"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Cs/>
                <w:sz w:val="20"/>
              </w:rPr>
              <w:t>”</w:t>
            </w:r>
          </w:p>
        </w:tc>
        <w:tc>
          <w:tcPr>
            <w:tcW w:w="6101" w:type="dxa"/>
          </w:tcPr>
          <w:p w14:paraId="3C3537B6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0A70A3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16 x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586F53">
              <w:rPr>
                <w:rFonts w:ascii="Poppins" w:hAnsi="Poppins" w:cs="Poppins"/>
                <w:sz w:val="20"/>
              </w:rPr>
              <w:t>" con profilo per pinzatura TH, B, U, H, F.</w:t>
            </w:r>
          </w:p>
          <w:p w14:paraId="0340F785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6E645A9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AF54D2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F9E5F6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9C005F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6B2542A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538AE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A0489D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B2A149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63CF8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681D2124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6EF9A6" w14:textId="408D5DA3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16 x </w:t>
            </w:r>
            <w:r>
              <w:rPr>
                <w:rFonts w:ascii="Poppins" w:hAnsi="Poppins" w:cs="Poppins"/>
                <w:b/>
                <w:bCs/>
                <w:sz w:val="20"/>
              </w:rPr>
              <w:t>3/4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” o equivalente.</w:t>
            </w:r>
          </w:p>
        </w:tc>
      </w:tr>
      <w:tr w:rsidR="005226D0" w:rsidRPr="009279E2" w14:paraId="07AB9022" w14:textId="77777777" w:rsidTr="00904071">
        <w:tc>
          <w:tcPr>
            <w:tcW w:w="1311" w:type="dxa"/>
          </w:tcPr>
          <w:p w14:paraId="0488B6B4" w14:textId="0A4DFDDA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28180022</w:t>
            </w:r>
          </w:p>
        </w:tc>
        <w:tc>
          <w:tcPr>
            <w:tcW w:w="2086" w:type="dxa"/>
          </w:tcPr>
          <w:p w14:paraId="6D103A2E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294FA70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0BD5C8D9" w14:textId="48585AC0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1/2”</w:t>
            </w:r>
          </w:p>
        </w:tc>
        <w:tc>
          <w:tcPr>
            <w:tcW w:w="6101" w:type="dxa"/>
          </w:tcPr>
          <w:p w14:paraId="009E5D35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66A6B7B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4BAA347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BAC667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FE2DE6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D7A2D9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32F71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53EA213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EDC6F84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AF192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D6402B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0C83C3C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0CBB8E0F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386DBD0" w14:textId="12459B23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20 x 1/2” o equivalente.</w:t>
            </w:r>
          </w:p>
        </w:tc>
      </w:tr>
      <w:tr w:rsidR="005226D0" w:rsidRPr="009279E2" w14:paraId="201118CA" w14:textId="77777777" w:rsidTr="00904071">
        <w:tc>
          <w:tcPr>
            <w:tcW w:w="1311" w:type="dxa"/>
          </w:tcPr>
          <w:p w14:paraId="413B5539" w14:textId="135D3E59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28180024</w:t>
            </w:r>
          </w:p>
        </w:tc>
        <w:tc>
          <w:tcPr>
            <w:tcW w:w="2086" w:type="dxa"/>
          </w:tcPr>
          <w:p w14:paraId="7B2D8B62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D493181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1C41372A" w14:textId="1BFCE1EE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3/4”</w:t>
            </w:r>
          </w:p>
        </w:tc>
        <w:tc>
          <w:tcPr>
            <w:tcW w:w="6101" w:type="dxa"/>
          </w:tcPr>
          <w:p w14:paraId="4F74268D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5F7C6D1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con profilo per pinzatura TH, B, U, H, F.</w:t>
            </w:r>
          </w:p>
          <w:p w14:paraId="7D93005C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B81D1B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E5742E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4AE879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6936B8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90766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1A2F6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990C7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6E7FCB6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7AA312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172BF0F2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CEDF65D" w14:textId="0BC7369B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20 x 3/4” o equivalente.</w:t>
            </w:r>
          </w:p>
        </w:tc>
      </w:tr>
      <w:tr w:rsidR="005226D0" w:rsidRPr="009279E2" w14:paraId="5E5B5D3F" w14:textId="77777777" w:rsidTr="00904071">
        <w:tc>
          <w:tcPr>
            <w:tcW w:w="1311" w:type="dxa"/>
          </w:tcPr>
          <w:p w14:paraId="140AC7CE" w14:textId="74867EBE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28180026</w:t>
            </w:r>
          </w:p>
        </w:tc>
        <w:tc>
          <w:tcPr>
            <w:tcW w:w="2086" w:type="dxa"/>
          </w:tcPr>
          <w:p w14:paraId="66B94631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CC6B9B6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7C9FE3D4" w14:textId="1ECF7B3F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3/4”</w:t>
            </w:r>
          </w:p>
        </w:tc>
        <w:tc>
          <w:tcPr>
            <w:tcW w:w="6101" w:type="dxa"/>
          </w:tcPr>
          <w:p w14:paraId="18B7EAB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2B5401B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5E6937C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58DC3A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A98C3C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19A78E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E1D6C8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9D8F70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8A3AD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FFF56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76BCE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3991C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779A7168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CF42C7C" w14:textId="7AFD9532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26 x 3/4” o equivalente.</w:t>
            </w:r>
          </w:p>
        </w:tc>
      </w:tr>
      <w:tr w:rsidR="005226D0" w:rsidRPr="009279E2" w14:paraId="72D565CF" w14:textId="77777777" w:rsidTr="00904071">
        <w:tc>
          <w:tcPr>
            <w:tcW w:w="1311" w:type="dxa"/>
          </w:tcPr>
          <w:p w14:paraId="3C409824" w14:textId="6D518716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28180028</w:t>
            </w:r>
          </w:p>
        </w:tc>
        <w:tc>
          <w:tcPr>
            <w:tcW w:w="2086" w:type="dxa"/>
          </w:tcPr>
          <w:p w14:paraId="6BB854CB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999EF0D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15195EA5" w14:textId="41749094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1”</w:t>
            </w:r>
          </w:p>
        </w:tc>
        <w:tc>
          <w:tcPr>
            <w:tcW w:w="6101" w:type="dxa"/>
          </w:tcPr>
          <w:p w14:paraId="2FDB42D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9A06AC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1" con profilo per pinzatura TH, B, U, H, F.</w:t>
            </w:r>
          </w:p>
          <w:p w14:paraId="6A2E30D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9154177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7D280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F757E6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97F9B9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F81166B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45FEE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650E3A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83B0BC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C3FF0D1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C0650C0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5090F3" w14:textId="0954B2E4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26 x 1” o equivalente.</w:t>
            </w:r>
          </w:p>
        </w:tc>
      </w:tr>
      <w:tr w:rsidR="005226D0" w:rsidRPr="009279E2" w14:paraId="72B1EF3E" w14:textId="77777777" w:rsidTr="00904071">
        <w:tc>
          <w:tcPr>
            <w:tcW w:w="1311" w:type="dxa"/>
          </w:tcPr>
          <w:p w14:paraId="47281AB2" w14:textId="115F7FD7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28180030</w:t>
            </w:r>
          </w:p>
        </w:tc>
        <w:tc>
          <w:tcPr>
            <w:tcW w:w="2086" w:type="dxa"/>
          </w:tcPr>
          <w:p w14:paraId="17B818A0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C956A79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68950A42" w14:textId="5B226E36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</w:t>
            </w:r>
          </w:p>
        </w:tc>
        <w:tc>
          <w:tcPr>
            <w:tcW w:w="6101" w:type="dxa"/>
          </w:tcPr>
          <w:p w14:paraId="52EAE7AE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8C6E4CA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 con profilo per pinzatura TH, B, U, H, F.</w:t>
            </w:r>
          </w:p>
          <w:p w14:paraId="2143E669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4EB197E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A3DDE54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286F10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DD9F323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D514BC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2D4D567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0BAE9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D363026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2E1F25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711B4AA6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B77FE3" w14:textId="3F0BA7FC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32 x 1” o equivalente.</w:t>
            </w:r>
          </w:p>
        </w:tc>
      </w:tr>
      <w:tr w:rsidR="005226D0" w:rsidRPr="009279E2" w14:paraId="08EB5DC0" w14:textId="77777777" w:rsidTr="00904071">
        <w:tc>
          <w:tcPr>
            <w:tcW w:w="1311" w:type="dxa"/>
          </w:tcPr>
          <w:p w14:paraId="7A9688CF" w14:textId="3D3834C1" w:rsidR="005226D0" w:rsidRDefault="005226D0" w:rsidP="005226D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28180032</w:t>
            </w:r>
          </w:p>
        </w:tc>
        <w:tc>
          <w:tcPr>
            <w:tcW w:w="2086" w:type="dxa"/>
          </w:tcPr>
          <w:p w14:paraId="304CB185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9431A41" w14:textId="77777777" w:rsidR="005226D0" w:rsidRPr="00586F53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maschio</w:t>
            </w:r>
          </w:p>
          <w:p w14:paraId="7C0B5CEA" w14:textId="6E52E868" w:rsidR="005226D0" w:rsidRPr="00327764" w:rsidRDefault="005226D0" w:rsidP="005226D0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1”1/4</w:t>
            </w:r>
          </w:p>
        </w:tc>
        <w:tc>
          <w:tcPr>
            <w:tcW w:w="6101" w:type="dxa"/>
          </w:tcPr>
          <w:p w14:paraId="7DAAD1D7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1D41333F" w14:textId="77777777" w:rsidR="005226D0" w:rsidRPr="00586F53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1"1/4 con profilo per pinzatura TH, B, U, H, F.</w:t>
            </w:r>
          </w:p>
          <w:p w14:paraId="6957C164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A2FA6F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56E5DC0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60F5808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5B0F71B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104BC9A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C401BD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83866D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7C8F5F9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391490A" w14:textId="77777777" w:rsidR="005226D0" w:rsidRPr="00586F53" w:rsidRDefault="005226D0" w:rsidP="005226D0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27AC00F1" w14:textId="77777777" w:rsidR="005226D0" w:rsidRPr="00586F53" w:rsidRDefault="005226D0" w:rsidP="005226D0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AF8769D" w14:textId="0CACDE38" w:rsidR="005226D0" w:rsidRPr="00327764" w:rsidRDefault="005226D0" w:rsidP="005226D0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32 x 1”1/4 o equivalente.</w:t>
            </w:r>
          </w:p>
        </w:tc>
      </w:tr>
      <w:tr w:rsidR="00D26506" w:rsidRPr="009279E2" w14:paraId="7031C483" w14:textId="77777777" w:rsidTr="00904071">
        <w:tc>
          <w:tcPr>
            <w:tcW w:w="1311" w:type="dxa"/>
          </w:tcPr>
          <w:p w14:paraId="16282FBC" w14:textId="00D0EC9E" w:rsidR="00D26506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28180214</w:t>
            </w:r>
          </w:p>
        </w:tc>
        <w:tc>
          <w:tcPr>
            <w:tcW w:w="2086" w:type="dxa"/>
          </w:tcPr>
          <w:p w14:paraId="6A1228A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maschio con o-ring</w:t>
            </w:r>
          </w:p>
          <w:p w14:paraId="1EBBFEFD" w14:textId="55ADDABE" w:rsidR="00D26506" w:rsidRPr="00327764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09AD950D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o-ring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633BC805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07755FC8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CE827B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14869D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210B56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lastRenderedPageBreak/>
              <w:t>Bussola in acciaio inox AISI 304</w:t>
            </w:r>
          </w:p>
          <w:p w14:paraId="160BB33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9E62DEC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7CAFBE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6EF34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B77A9F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BFFA90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37FC4925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  <w:lang w:val="fi-FI"/>
              </w:rPr>
            </w:pPr>
          </w:p>
          <w:p w14:paraId="2D31F286" w14:textId="648EDA52" w:rsidR="00D26506" w:rsidRPr="00327764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con o-ring 16 x 1/2" o equivalente.</w:t>
            </w:r>
          </w:p>
        </w:tc>
      </w:tr>
      <w:tr w:rsidR="00D26506" w:rsidRPr="009279E2" w14:paraId="357E5A09" w14:textId="77777777" w:rsidTr="00904071">
        <w:tc>
          <w:tcPr>
            <w:tcW w:w="1311" w:type="dxa"/>
          </w:tcPr>
          <w:p w14:paraId="2A178556" w14:textId="575A5960" w:rsidR="00D26506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28180216</w:t>
            </w:r>
          </w:p>
        </w:tc>
        <w:tc>
          <w:tcPr>
            <w:tcW w:w="2086" w:type="dxa"/>
          </w:tcPr>
          <w:p w14:paraId="40238CB2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maschio con o-ring</w:t>
            </w:r>
          </w:p>
          <w:p w14:paraId="63630E4E" w14:textId="2ED953D2" w:rsidR="00D26506" w:rsidRPr="00327764" w:rsidRDefault="00D26506" w:rsidP="00D2650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627159E2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Diritto LBP maschio con o-ring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1920E97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4B468861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BEABCB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755A8C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C3858B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8B06BC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32472F5" w14:textId="77777777" w:rsidR="00D26506" w:rsidRPr="00586F53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5B18E5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9D6AE4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BE8D6A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E7E8321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6795C01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  <w:lang w:val="fi-FI"/>
              </w:rPr>
            </w:pPr>
          </w:p>
          <w:p w14:paraId="6A28ACE9" w14:textId="28CB9C75" w:rsidR="00D26506" w:rsidRPr="00327764" w:rsidRDefault="00D26506" w:rsidP="00D26506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maschio con o-ring 20 x 1/2" o equivalente.</w:t>
            </w:r>
          </w:p>
        </w:tc>
      </w:tr>
      <w:tr w:rsidR="00D26506" w:rsidRPr="009279E2" w14:paraId="7295DBDA" w14:textId="77777777" w:rsidTr="00904071">
        <w:tc>
          <w:tcPr>
            <w:tcW w:w="1311" w:type="dxa"/>
          </w:tcPr>
          <w:p w14:paraId="7A255AE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28180062</w:t>
            </w:r>
          </w:p>
        </w:tc>
        <w:tc>
          <w:tcPr>
            <w:tcW w:w="2086" w:type="dxa"/>
          </w:tcPr>
          <w:p w14:paraId="061CB8F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6F1ABF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505DCA7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16-24x19 O-R</w:t>
            </w:r>
          </w:p>
        </w:tc>
        <w:tc>
          <w:tcPr>
            <w:tcW w:w="6101" w:type="dxa"/>
          </w:tcPr>
          <w:p w14:paraId="392DEF02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236F22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Ø 16 – 24x19 con profilo per pinzatura TH, B, U, H, F.</w:t>
            </w:r>
          </w:p>
          <w:p w14:paraId="3C32998C" w14:textId="16083BA8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 Il raccordo è costruito da:</w:t>
            </w:r>
          </w:p>
          <w:p w14:paraId="7C395F5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00C270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D4168C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15E114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0C8DED4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5193A4A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3DE097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81DF93E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0EF7F4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1EF30377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D8ADF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16-24x19 O-R o equivalente.</w:t>
            </w:r>
          </w:p>
        </w:tc>
      </w:tr>
      <w:tr w:rsidR="00D26506" w:rsidRPr="009279E2" w14:paraId="563F7B76" w14:textId="77777777" w:rsidTr="00904071">
        <w:tc>
          <w:tcPr>
            <w:tcW w:w="1311" w:type="dxa"/>
          </w:tcPr>
          <w:p w14:paraId="7A202A3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28180064</w:t>
            </w:r>
          </w:p>
        </w:tc>
        <w:tc>
          <w:tcPr>
            <w:tcW w:w="2086" w:type="dxa"/>
          </w:tcPr>
          <w:p w14:paraId="3F0048B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8F33C8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7665AD8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20-24x19 O-R</w:t>
            </w:r>
          </w:p>
        </w:tc>
        <w:tc>
          <w:tcPr>
            <w:tcW w:w="6101" w:type="dxa"/>
          </w:tcPr>
          <w:p w14:paraId="35C0085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30DA14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Ø 20 – 24x19 con profilo per pinzatura TH, B, U, H, F.</w:t>
            </w:r>
            <w:r w:rsidRPr="00586F53">
              <w:rPr>
                <w:rFonts w:ascii="Poppins" w:hAnsi="Poppins" w:cs="Poppins"/>
                <w:sz w:val="20"/>
              </w:rPr>
              <w:t xml:space="preserve"> </w:t>
            </w:r>
          </w:p>
          <w:p w14:paraId="3621F756" w14:textId="05BC6A15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01A678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0024BE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325EC8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0EFBF3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886DE4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0ACA1F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F8F03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22519FF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4630A33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8B3A1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20-24x19 O-R o equivalente.</w:t>
            </w:r>
          </w:p>
        </w:tc>
      </w:tr>
      <w:tr w:rsidR="00D26506" w:rsidRPr="009279E2" w14:paraId="7B10F600" w14:textId="77777777" w:rsidTr="00904071">
        <w:tc>
          <w:tcPr>
            <w:tcW w:w="1311" w:type="dxa"/>
          </w:tcPr>
          <w:p w14:paraId="5C703D4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28180066</w:t>
            </w:r>
          </w:p>
        </w:tc>
        <w:tc>
          <w:tcPr>
            <w:tcW w:w="2086" w:type="dxa"/>
          </w:tcPr>
          <w:p w14:paraId="58EAA2D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C7686E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2A21E924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16-Eurocono 3/4" O-R</w:t>
            </w:r>
          </w:p>
        </w:tc>
        <w:tc>
          <w:tcPr>
            <w:tcW w:w="6101" w:type="dxa"/>
          </w:tcPr>
          <w:p w14:paraId="71F9DDC5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9BDCAA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Ø 16 –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3/4" con profilo per pinzatura TH, B, U, H, F.</w:t>
            </w:r>
          </w:p>
          <w:p w14:paraId="1A5D9691" w14:textId="444353B6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65F24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90D1B3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6DAAD8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E4000F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872C7C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667A77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8F54B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2B1F94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0B5CC60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196E4AB5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  <w:lang w:val="fi-FI"/>
              </w:rPr>
            </w:pPr>
          </w:p>
          <w:p w14:paraId="3734AE5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16-Eurocono 3/4" O-R o equivalente.</w:t>
            </w:r>
          </w:p>
        </w:tc>
      </w:tr>
      <w:tr w:rsidR="00D26506" w:rsidRPr="009279E2" w14:paraId="41D5DCE9" w14:textId="77777777" w:rsidTr="00904071">
        <w:tc>
          <w:tcPr>
            <w:tcW w:w="1311" w:type="dxa"/>
          </w:tcPr>
          <w:p w14:paraId="54BA5942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28180068</w:t>
            </w:r>
          </w:p>
        </w:tc>
        <w:tc>
          <w:tcPr>
            <w:tcW w:w="2086" w:type="dxa"/>
          </w:tcPr>
          <w:p w14:paraId="0BFF0B2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25C7AC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 e tenuta o-ring</w:t>
            </w:r>
          </w:p>
          <w:p w14:paraId="40DF6F2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Ø 20-Eurocono 3/4" O-R</w:t>
            </w:r>
          </w:p>
        </w:tc>
        <w:tc>
          <w:tcPr>
            <w:tcW w:w="6101" w:type="dxa"/>
          </w:tcPr>
          <w:p w14:paraId="56B6ED0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con dado girevole femmina e tenuta o-ring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2AEF2B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Misura Ø 20 –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3/4" con profilo per pinzatura TH, B, U, H, F.</w:t>
            </w:r>
          </w:p>
          <w:p w14:paraId="5F561EE6" w14:textId="2512FF8F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5EC516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5FB627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7FE243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BC0EEEE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39B1833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FC1A0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7FF6B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928480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95F4ECA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585E81F5" w14:textId="77777777" w:rsidR="00D26506" w:rsidRPr="00AF7B0B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  <w:lang w:val="fi-FI"/>
              </w:rPr>
            </w:pPr>
          </w:p>
          <w:p w14:paraId="3CAC877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 e tenuta o-ring Ø 20-Eurocono 3/4" O-R o equivalente.</w:t>
            </w:r>
          </w:p>
        </w:tc>
      </w:tr>
      <w:tr w:rsidR="00D26506" w:rsidRPr="009279E2" w14:paraId="24DCB537" w14:textId="77777777" w:rsidTr="00904071">
        <w:tc>
          <w:tcPr>
            <w:tcW w:w="1311" w:type="dxa"/>
          </w:tcPr>
          <w:p w14:paraId="4488BA1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28180046</w:t>
            </w:r>
          </w:p>
        </w:tc>
        <w:tc>
          <w:tcPr>
            <w:tcW w:w="2086" w:type="dxa"/>
          </w:tcPr>
          <w:p w14:paraId="4C57462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B2B9C3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6315A7F9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3/8”</w:t>
            </w:r>
          </w:p>
        </w:tc>
        <w:tc>
          <w:tcPr>
            <w:tcW w:w="6101" w:type="dxa"/>
          </w:tcPr>
          <w:p w14:paraId="50D9F72A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4EBDBD3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3/8” con profilo per pinzatura TH, B, U, H, F.</w:t>
            </w:r>
          </w:p>
          <w:p w14:paraId="497361BC" w14:textId="47DAFADE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A79488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9E05E1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F85E27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E4E71E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273C5D6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E79A1AB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3C11EE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A88DE7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FCBFACF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4F61C724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7521984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16 x 3/8” o equivalente.</w:t>
            </w:r>
          </w:p>
        </w:tc>
      </w:tr>
      <w:tr w:rsidR="00D26506" w:rsidRPr="009279E2" w14:paraId="5B7969CE" w14:textId="77777777" w:rsidTr="00904071">
        <w:tc>
          <w:tcPr>
            <w:tcW w:w="1311" w:type="dxa"/>
          </w:tcPr>
          <w:p w14:paraId="4220C08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28180048</w:t>
            </w:r>
          </w:p>
        </w:tc>
        <w:tc>
          <w:tcPr>
            <w:tcW w:w="2086" w:type="dxa"/>
          </w:tcPr>
          <w:p w14:paraId="7D876BD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F41CF2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2AB60615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1/2”</w:t>
            </w:r>
          </w:p>
        </w:tc>
        <w:tc>
          <w:tcPr>
            <w:tcW w:w="6101" w:type="dxa"/>
          </w:tcPr>
          <w:p w14:paraId="24141C7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294A3A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1/2” con profilo per pinzatura TH, B, U, H, F.</w:t>
            </w:r>
          </w:p>
          <w:p w14:paraId="7B54C0EA" w14:textId="0F8B62C0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D79BCE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Corpo in ottone CW617N (UNI EN 12165)</w:t>
            </w:r>
          </w:p>
          <w:p w14:paraId="4250D95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2AE95F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EBC7A9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FB742A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85C8A1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B6EA3E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E929F7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9FCB489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0EA69B81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28A84C0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16 x 1/2” o equivalente.</w:t>
            </w:r>
          </w:p>
        </w:tc>
      </w:tr>
      <w:tr w:rsidR="00D26506" w:rsidRPr="009279E2" w14:paraId="504FB7C6" w14:textId="77777777" w:rsidTr="00904071">
        <w:tc>
          <w:tcPr>
            <w:tcW w:w="1311" w:type="dxa"/>
          </w:tcPr>
          <w:p w14:paraId="5BDCE5B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28180050</w:t>
            </w:r>
          </w:p>
        </w:tc>
        <w:tc>
          <w:tcPr>
            <w:tcW w:w="2086" w:type="dxa"/>
          </w:tcPr>
          <w:p w14:paraId="446499A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268950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61293DA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3/4”</w:t>
            </w:r>
          </w:p>
        </w:tc>
        <w:tc>
          <w:tcPr>
            <w:tcW w:w="6101" w:type="dxa"/>
          </w:tcPr>
          <w:p w14:paraId="062FE86C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6F43127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3/4” con profilo per pinzatura TH, B, U, H, F.</w:t>
            </w:r>
          </w:p>
          <w:p w14:paraId="7684065E" w14:textId="75A87EA0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1F5329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6A2C12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CD9613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A72753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4084FD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ECE605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44116A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00EA71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D2BD29A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353B23DB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38DB4E1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16 x 3/4” o equivalente.</w:t>
            </w:r>
          </w:p>
        </w:tc>
      </w:tr>
      <w:tr w:rsidR="00D26506" w:rsidRPr="009279E2" w14:paraId="0C226368" w14:textId="77777777" w:rsidTr="00904071">
        <w:tc>
          <w:tcPr>
            <w:tcW w:w="1311" w:type="dxa"/>
          </w:tcPr>
          <w:p w14:paraId="1D4A049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28180052</w:t>
            </w:r>
          </w:p>
        </w:tc>
        <w:tc>
          <w:tcPr>
            <w:tcW w:w="2086" w:type="dxa"/>
          </w:tcPr>
          <w:p w14:paraId="3B9EF0A5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B82B0F9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3FCC21C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1/2”</w:t>
            </w:r>
          </w:p>
        </w:tc>
        <w:tc>
          <w:tcPr>
            <w:tcW w:w="6101" w:type="dxa"/>
          </w:tcPr>
          <w:p w14:paraId="15391A5A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AB4AB9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 x 1/2” con profilo per pinzatura TH, B, U, H, F.</w:t>
            </w:r>
          </w:p>
          <w:p w14:paraId="7ADE7BA4" w14:textId="0241EC84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43A400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9B6694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5F115B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CDA05C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31CCBB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C0AB5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7ACDE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638E1F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7F41A787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14C4EE57" w14:textId="77777777" w:rsidR="00D26506" w:rsidRPr="00AF7B0B" w:rsidRDefault="00D26506" w:rsidP="00D26506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  <w:lang w:val="fi-FI"/>
              </w:rPr>
            </w:pPr>
          </w:p>
          <w:p w14:paraId="61F842A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20 x 1/2” o equivalente.</w:t>
            </w:r>
          </w:p>
        </w:tc>
      </w:tr>
      <w:tr w:rsidR="00D26506" w:rsidRPr="009279E2" w14:paraId="0B064F16" w14:textId="77777777" w:rsidTr="00904071">
        <w:tc>
          <w:tcPr>
            <w:tcW w:w="1311" w:type="dxa"/>
          </w:tcPr>
          <w:p w14:paraId="1E4C329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28180054</w:t>
            </w:r>
          </w:p>
        </w:tc>
        <w:tc>
          <w:tcPr>
            <w:tcW w:w="2086" w:type="dxa"/>
          </w:tcPr>
          <w:p w14:paraId="6C3ECD2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0527298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3603081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3/4”</w:t>
            </w:r>
          </w:p>
        </w:tc>
        <w:tc>
          <w:tcPr>
            <w:tcW w:w="6101" w:type="dxa"/>
          </w:tcPr>
          <w:p w14:paraId="2D59154C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D92C306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 x 3/4” con profilo per pinzatura TH, B, U, H, F.</w:t>
            </w:r>
          </w:p>
          <w:p w14:paraId="3A81B82F" w14:textId="7C30D0A6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D83C1A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2A84688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CA6B1B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1FC78F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DB8B00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147089E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D224EB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832C0F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E216839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52A817CA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15A58C5B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20 x 3/4” o equivalente.</w:t>
            </w:r>
          </w:p>
        </w:tc>
      </w:tr>
      <w:tr w:rsidR="00D26506" w:rsidRPr="009279E2" w14:paraId="76D72E22" w14:textId="77777777" w:rsidTr="00904071">
        <w:tc>
          <w:tcPr>
            <w:tcW w:w="1311" w:type="dxa"/>
          </w:tcPr>
          <w:p w14:paraId="0C14B22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28180056</w:t>
            </w:r>
          </w:p>
        </w:tc>
        <w:tc>
          <w:tcPr>
            <w:tcW w:w="2086" w:type="dxa"/>
          </w:tcPr>
          <w:p w14:paraId="1103F7C9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0459D8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69B93721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3/4”</w:t>
            </w:r>
          </w:p>
        </w:tc>
        <w:tc>
          <w:tcPr>
            <w:tcW w:w="6101" w:type="dxa"/>
          </w:tcPr>
          <w:p w14:paraId="0184ED32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38C4279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 x 3/4” con profilo per pinzatura TH, B, U, H, F.</w:t>
            </w:r>
          </w:p>
          <w:p w14:paraId="02773106" w14:textId="47CDB2A9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1A076EB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3FED0A4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197080F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A1CF140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360213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9E7AD60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7F306B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155F90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A3EFA6C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5D19F79F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83D684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26 x 3/4” o equivalente.</w:t>
            </w:r>
          </w:p>
        </w:tc>
      </w:tr>
      <w:tr w:rsidR="00D26506" w:rsidRPr="009279E2" w14:paraId="075ECBBE" w14:textId="77777777" w:rsidTr="00904071">
        <w:tc>
          <w:tcPr>
            <w:tcW w:w="1311" w:type="dxa"/>
          </w:tcPr>
          <w:p w14:paraId="3811B83A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28180058</w:t>
            </w:r>
          </w:p>
        </w:tc>
        <w:tc>
          <w:tcPr>
            <w:tcW w:w="2086" w:type="dxa"/>
          </w:tcPr>
          <w:p w14:paraId="1AD555E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54C2CD3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566041D7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1”</w:t>
            </w:r>
          </w:p>
        </w:tc>
        <w:tc>
          <w:tcPr>
            <w:tcW w:w="6101" w:type="dxa"/>
          </w:tcPr>
          <w:p w14:paraId="45CAAEDF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BA36BB8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 x 1” con profilo per pinzatura TH, B, U, H, F.</w:t>
            </w:r>
          </w:p>
          <w:p w14:paraId="11F96621" w14:textId="0C9AD793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CFA8E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48F6023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B67FDB9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F7D8856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DE414E5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02843D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97D2FC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C85B137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FEC5024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47CB41A8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5BA295E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26 x 1” o equivalente.</w:t>
            </w:r>
          </w:p>
        </w:tc>
      </w:tr>
      <w:tr w:rsidR="00D26506" w:rsidRPr="009279E2" w14:paraId="01A640FC" w14:textId="77777777" w:rsidTr="00904071">
        <w:tc>
          <w:tcPr>
            <w:tcW w:w="1311" w:type="dxa"/>
          </w:tcPr>
          <w:p w14:paraId="5ABAEA4D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28180060</w:t>
            </w:r>
          </w:p>
        </w:tc>
        <w:tc>
          <w:tcPr>
            <w:tcW w:w="2086" w:type="dxa"/>
          </w:tcPr>
          <w:p w14:paraId="4FBB613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28E561F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con dado girevole femmina, tenuta piana</w:t>
            </w:r>
          </w:p>
          <w:p w14:paraId="098AD1DC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1”</w:t>
            </w:r>
          </w:p>
        </w:tc>
        <w:tc>
          <w:tcPr>
            <w:tcW w:w="6101" w:type="dxa"/>
          </w:tcPr>
          <w:p w14:paraId="2DA19C4C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con dado girevole femmina con tenuta piana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BF5CC01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 x 1” con profilo per pinzatura TH, B, U, H, F.</w:t>
            </w:r>
          </w:p>
          <w:p w14:paraId="08F73024" w14:textId="324D3486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DFE832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7FA8A91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1A2D23D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E6847DA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19939EE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504118" w14:textId="77777777" w:rsidR="00D26506" w:rsidRPr="00586F53" w:rsidRDefault="00D26506" w:rsidP="00D26506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7DE0332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B2D67F5" w14:textId="77777777" w:rsidR="00D26506" w:rsidRPr="00586F53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7FA1732" w14:textId="77777777" w:rsidR="00D26506" w:rsidRPr="00AF7B0B" w:rsidRDefault="00D26506" w:rsidP="00D26506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lang w:val="fi-FI"/>
              </w:rPr>
            </w:pPr>
            <w:proofErr w:type="spellStart"/>
            <w:r w:rsidRPr="00AF7B0B">
              <w:rPr>
                <w:rFonts w:ascii="Poppins" w:hAnsi="Poppins" w:cs="Poppins"/>
                <w:lang w:val="fi-FI"/>
              </w:rPr>
              <w:t>Filettatura</w:t>
            </w:r>
            <w:proofErr w:type="spellEnd"/>
            <w:r w:rsidRPr="00AF7B0B">
              <w:rPr>
                <w:rFonts w:ascii="Poppins" w:hAnsi="Poppins" w:cs="Poppins"/>
                <w:lang w:val="fi-FI"/>
              </w:rPr>
              <w:t>: G (UNI EN ISO 228-1)</w:t>
            </w:r>
          </w:p>
          <w:p w14:paraId="70588FEF" w14:textId="77777777" w:rsidR="00D26506" w:rsidRPr="00AF7B0B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1096BB90" w14:textId="77777777" w:rsidR="00D26506" w:rsidRPr="00586F53" w:rsidRDefault="00D26506" w:rsidP="00D2650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con dado girevole femmina, tenuta piana 32 x 1” o equivalente.</w:t>
            </w:r>
          </w:p>
        </w:tc>
      </w:tr>
      <w:tr w:rsidR="00C31449" w:rsidRPr="009279E2" w14:paraId="29ED2044" w14:textId="77777777" w:rsidTr="00904071">
        <w:tc>
          <w:tcPr>
            <w:tcW w:w="1311" w:type="dxa"/>
          </w:tcPr>
          <w:p w14:paraId="2E556352" w14:textId="0DD270F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28181000</w:t>
            </w:r>
          </w:p>
        </w:tc>
        <w:tc>
          <w:tcPr>
            <w:tcW w:w="2086" w:type="dxa"/>
          </w:tcPr>
          <w:p w14:paraId="5D4403A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54BF9C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1CD01529" w14:textId="1EBAFDC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16x16</w:t>
            </w:r>
          </w:p>
        </w:tc>
        <w:tc>
          <w:tcPr>
            <w:tcW w:w="6101" w:type="dxa"/>
          </w:tcPr>
          <w:p w14:paraId="06A74A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AD4D29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16x16 con profilo per pinzatura TH, B, U, H, F.</w:t>
            </w:r>
          </w:p>
          <w:p w14:paraId="319F166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F2B9F2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78548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F4C6B7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lastRenderedPageBreak/>
              <w:t>Bussola in acciaio inox AISI 304</w:t>
            </w:r>
          </w:p>
          <w:p w14:paraId="51C2ADB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48FDD6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E2DF65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45112D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4DBAA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1FD35C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C88D99" w14:textId="3A05398F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16x16 o equivalente.</w:t>
            </w:r>
          </w:p>
        </w:tc>
      </w:tr>
      <w:tr w:rsidR="00C31449" w:rsidRPr="009279E2" w14:paraId="2C61DD77" w14:textId="77777777" w:rsidTr="00904071">
        <w:tc>
          <w:tcPr>
            <w:tcW w:w="1311" w:type="dxa"/>
          </w:tcPr>
          <w:p w14:paraId="3F97A225" w14:textId="757DFF1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28181002</w:t>
            </w:r>
          </w:p>
        </w:tc>
        <w:tc>
          <w:tcPr>
            <w:tcW w:w="2086" w:type="dxa"/>
          </w:tcPr>
          <w:p w14:paraId="7DB0BF0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09DFC2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37343398" w14:textId="47DF91C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</w:t>
            </w:r>
          </w:p>
        </w:tc>
        <w:tc>
          <w:tcPr>
            <w:tcW w:w="6101" w:type="dxa"/>
          </w:tcPr>
          <w:p w14:paraId="66E853D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9E433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20x20 con profilo per pinzatura TH, B, U, H, F.</w:t>
            </w:r>
          </w:p>
          <w:p w14:paraId="429F108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B4A943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724D52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B1204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D481E3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BC887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CB03B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5A1A7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3B6D7D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88265C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8AC1300" w14:textId="1D87A95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20x20 o equivalente.</w:t>
            </w:r>
          </w:p>
        </w:tc>
      </w:tr>
      <w:tr w:rsidR="00C31449" w:rsidRPr="009279E2" w14:paraId="4A9A4BEE" w14:textId="77777777" w:rsidTr="00904071">
        <w:tc>
          <w:tcPr>
            <w:tcW w:w="1311" w:type="dxa"/>
          </w:tcPr>
          <w:p w14:paraId="30367600" w14:textId="78780F7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28181004</w:t>
            </w:r>
          </w:p>
        </w:tc>
        <w:tc>
          <w:tcPr>
            <w:tcW w:w="2086" w:type="dxa"/>
          </w:tcPr>
          <w:p w14:paraId="30F7716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FC53BA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3459AF73" w14:textId="6C8D5B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</w:t>
            </w:r>
          </w:p>
        </w:tc>
        <w:tc>
          <w:tcPr>
            <w:tcW w:w="6101" w:type="dxa"/>
          </w:tcPr>
          <w:p w14:paraId="05FAC51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068BE2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26x26 con profilo per pinzatura TH, B, U, H, F.</w:t>
            </w:r>
          </w:p>
          <w:p w14:paraId="4D52D49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DB2DEE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21E2CA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AA4738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1F234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3C88C8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C3B2E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B3AAB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4A974B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3F0685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FAC9342" w14:textId="58DF271F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26x26 o equivalente.</w:t>
            </w:r>
          </w:p>
        </w:tc>
      </w:tr>
      <w:tr w:rsidR="00C31449" w:rsidRPr="009279E2" w14:paraId="46A8A197" w14:textId="77777777" w:rsidTr="00904071">
        <w:tc>
          <w:tcPr>
            <w:tcW w:w="1311" w:type="dxa"/>
          </w:tcPr>
          <w:p w14:paraId="35D3B4E5" w14:textId="03ECAA7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28181006</w:t>
            </w:r>
          </w:p>
        </w:tc>
        <w:tc>
          <w:tcPr>
            <w:tcW w:w="2086" w:type="dxa"/>
          </w:tcPr>
          <w:p w14:paraId="2954D87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7015EB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intermedio </w:t>
            </w:r>
          </w:p>
          <w:p w14:paraId="15CF89F0" w14:textId="4A9C6F1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</w:t>
            </w:r>
          </w:p>
        </w:tc>
        <w:tc>
          <w:tcPr>
            <w:tcW w:w="6101" w:type="dxa"/>
          </w:tcPr>
          <w:p w14:paraId="6E5FD8C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intermedio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E0BD59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 con profilo per pinzatura TH, B, U, H, F.</w:t>
            </w:r>
          </w:p>
          <w:p w14:paraId="570E85A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329681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68B758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F288BD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189A2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1CA7F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64BDD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D3EA4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1CEE5E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5734D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5EB805F" w14:textId="1192CA7D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 o equivalente.</w:t>
            </w:r>
          </w:p>
        </w:tc>
      </w:tr>
      <w:tr w:rsidR="00C31449" w:rsidRPr="009279E2" w14:paraId="47E52352" w14:textId="77777777" w:rsidTr="00904071">
        <w:tc>
          <w:tcPr>
            <w:tcW w:w="1311" w:type="dxa"/>
          </w:tcPr>
          <w:p w14:paraId="75B47116" w14:textId="476EE19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28181008</w:t>
            </w:r>
          </w:p>
        </w:tc>
        <w:tc>
          <w:tcPr>
            <w:tcW w:w="2086" w:type="dxa"/>
          </w:tcPr>
          <w:p w14:paraId="03D1694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266347F7" w14:textId="13C163B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20x16</w:t>
            </w:r>
          </w:p>
        </w:tc>
        <w:tc>
          <w:tcPr>
            <w:tcW w:w="6101" w:type="dxa"/>
          </w:tcPr>
          <w:p w14:paraId="7D1B853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3D3C84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20x16 con profilo per pinzatura TH, B, U, H, F.</w:t>
            </w:r>
          </w:p>
          <w:p w14:paraId="0EB8537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066009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431D2A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66B788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3FAE8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BAD7F20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9F2C33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3817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FFBD8F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BBF2F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9CC910B" w14:textId="3096F50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20x16 o equivalente.</w:t>
            </w:r>
          </w:p>
        </w:tc>
      </w:tr>
      <w:tr w:rsidR="00C31449" w:rsidRPr="009279E2" w14:paraId="57ADA116" w14:textId="77777777" w:rsidTr="00904071">
        <w:tc>
          <w:tcPr>
            <w:tcW w:w="1311" w:type="dxa"/>
          </w:tcPr>
          <w:p w14:paraId="7ABE90D3" w14:textId="2A42A3B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28181010</w:t>
            </w:r>
          </w:p>
        </w:tc>
        <w:tc>
          <w:tcPr>
            <w:tcW w:w="2086" w:type="dxa"/>
          </w:tcPr>
          <w:p w14:paraId="598FC10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7BC6F78B" w14:textId="7AEE0F8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26x16</w:t>
            </w:r>
          </w:p>
        </w:tc>
        <w:tc>
          <w:tcPr>
            <w:tcW w:w="6101" w:type="dxa"/>
          </w:tcPr>
          <w:p w14:paraId="19D7696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7F3F59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26x16 con profilo per pinzatura TH, B, U, H, F.</w:t>
            </w:r>
          </w:p>
          <w:p w14:paraId="6521021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E59DF3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8D5C11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B5D3CF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2F9812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8DC03A4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0B8481F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79F2C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264DD7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29212F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138A4E" w14:textId="48EFB3E0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26x16 o equivalente.</w:t>
            </w:r>
          </w:p>
        </w:tc>
      </w:tr>
      <w:tr w:rsidR="00C31449" w:rsidRPr="009279E2" w14:paraId="1F00B029" w14:textId="77777777" w:rsidTr="00904071">
        <w:tc>
          <w:tcPr>
            <w:tcW w:w="1311" w:type="dxa"/>
          </w:tcPr>
          <w:p w14:paraId="417CCB14" w14:textId="2ED4802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28181012</w:t>
            </w:r>
          </w:p>
        </w:tc>
        <w:tc>
          <w:tcPr>
            <w:tcW w:w="2086" w:type="dxa"/>
          </w:tcPr>
          <w:p w14:paraId="2945219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6B878F30" w14:textId="5C26C4B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</w:t>
            </w:r>
          </w:p>
        </w:tc>
        <w:tc>
          <w:tcPr>
            <w:tcW w:w="6101" w:type="dxa"/>
          </w:tcPr>
          <w:p w14:paraId="5655B46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0F6293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 con profilo per pinzatura TH, B, U, H, F.</w:t>
            </w:r>
          </w:p>
          <w:p w14:paraId="6E98B28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3057C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48028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3A5D75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C439BB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8B9BDA1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8ACB6F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F3BD4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B22D2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F7C215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8D04DF" w14:textId="7818DCF3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 o equivalente.</w:t>
            </w:r>
          </w:p>
        </w:tc>
      </w:tr>
      <w:tr w:rsidR="00C31449" w:rsidRPr="009279E2" w14:paraId="174E84FC" w14:textId="77777777" w:rsidTr="00904071">
        <w:tc>
          <w:tcPr>
            <w:tcW w:w="1311" w:type="dxa"/>
          </w:tcPr>
          <w:p w14:paraId="446C7693" w14:textId="6CE1534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28181014</w:t>
            </w:r>
          </w:p>
        </w:tc>
        <w:tc>
          <w:tcPr>
            <w:tcW w:w="2086" w:type="dxa"/>
          </w:tcPr>
          <w:p w14:paraId="1B43E3E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100DCCA8" w14:textId="168B793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32x16</w:t>
            </w:r>
          </w:p>
        </w:tc>
        <w:tc>
          <w:tcPr>
            <w:tcW w:w="6101" w:type="dxa"/>
          </w:tcPr>
          <w:p w14:paraId="7FB66B2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439A32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32x16 con profilo per pinzatura TH, B, U, H, F.</w:t>
            </w:r>
          </w:p>
          <w:p w14:paraId="02346C2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026DAD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DA6DB9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5437DD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93F3AE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9C2B629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DD3165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60DD4F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BAFBFD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05FE9E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C71080B" w14:textId="1A9D4FB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32x16 o equivalente.</w:t>
            </w:r>
          </w:p>
        </w:tc>
      </w:tr>
      <w:tr w:rsidR="00C31449" w:rsidRPr="009279E2" w14:paraId="6D8AB774" w14:textId="77777777" w:rsidTr="00904071">
        <w:tc>
          <w:tcPr>
            <w:tcW w:w="1311" w:type="dxa"/>
          </w:tcPr>
          <w:p w14:paraId="567464FB" w14:textId="2007B83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28181016</w:t>
            </w:r>
          </w:p>
        </w:tc>
        <w:tc>
          <w:tcPr>
            <w:tcW w:w="2086" w:type="dxa"/>
          </w:tcPr>
          <w:p w14:paraId="6332A0D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4A52E1BA" w14:textId="2851654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</w:t>
            </w:r>
          </w:p>
        </w:tc>
        <w:tc>
          <w:tcPr>
            <w:tcW w:w="6101" w:type="dxa"/>
          </w:tcPr>
          <w:p w14:paraId="55A6E9F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F6BC4F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 con profilo per pinzatura TH, B, U, H, F.</w:t>
            </w:r>
          </w:p>
          <w:p w14:paraId="6470E03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956BB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F54D0D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3DC1C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E40F8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D97F860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A20364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CFB6A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B9F3BF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6CBA8D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8AA6FAA" w14:textId="2E1994C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 o equivalente.</w:t>
            </w:r>
          </w:p>
        </w:tc>
      </w:tr>
      <w:tr w:rsidR="00C31449" w:rsidRPr="009279E2" w14:paraId="0FB2E0AF" w14:textId="77777777" w:rsidTr="00904071">
        <w:tc>
          <w:tcPr>
            <w:tcW w:w="1311" w:type="dxa"/>
          </w:tcPr>
          <w:p w14:paraId="5F2E443A" w14:textId="266C769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28181018</w:t>
            </w:r>
          </w:p>
        </w:tc>
        <w:tc>
          <w:tcPr>
            <w:tcW w:w="2086" w:type="dxa"/>
          </w:tcPr>
          <w:p w14:paraId="2A0F88A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</w:t>
            </w:r>
          </w:p>
          <w:p w14:paraId="0CFC473B" w14:textId="30FB49A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</w:t>
            </w:r>
          </w:p>
        </w:tc>
        <w:tc>
          <w:tcPr>
            <w:tcW w:w="6101" w:type="dxa"/>
          </w:tcPr>
          <w:p w14:paraId="3345B90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Diritto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4D90DB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 con profilo per pinzatura TH, B, U, H, F.</w:t>
            </w:r>
          </w:p>
          <w:p w14:paraId="65EF6E0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D5D193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79D844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0E7CF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7FE7E2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93AC854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5F242BD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9B28B2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19246C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3B1ABF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54553F6" w14:textId="521FDA22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Diritto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 o equivalente.</w:t>
            </w:r>
          </w:p>
        </w:tc>
      </w:tr>
      <w:tr w:rsidR="00C31449" w:rsidRPr="009279E2" w14:paraId="67041981" w14:textId="77777777" w:rsidTr="00904071">
        <w:tc>
          <w:tcPr>
            <w:tcW w:w="1311" w:type="dxa"/>
          </w:tcPr>
          <w:p w14:paraId="4151A89F" w14:textId="4A72893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28180218</w:t>
            </w:r>
          </w:p>
        </w:tc>
        <w:tc>
          <w:tcPr>
            <w:tcW w:w="2086" w:type="dxa"/>
          </w:tcPr>
          <w:p w14:paraId="27067D3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4BEB945" w14:textId="3EFE5AF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101" w:type="dxa"/>
          </w:tcPr>
          <w:p w14:paraId="3EF52B45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E89D8F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2 con profilo per pinzatura TH, B, U, H, F.</w:t>
            </w:r>
          </w:p>
          <w:p w14:paraId="6955994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E71EC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49573A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4832E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7A56E7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08BA89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CF8F2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B2E2F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2B91E5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2CE44A1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3D68048" w14:textId="2E2B977A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16 x 2 o equivalente.</w:t>
            </w:r>
          </w:p>
        </w:tc>
      </w:tr>
      <w:tr w:rsidR="00C31449" w:rsidRPr="009279E2" w14:paraId="05C2E7F7" w14:textId="77777777" w:rsidTr="00904071">
        <w:tc>
          <w:tcPr>
            <w:tcW w:w="1311" w:type="dxa"/>
          </w:tcPr>
          <w:p w14:paraId="0FDEBEEA" w14:textId="595EE5A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28180220</w:t>
            </w:r>
          </w:p>
        </w:tc>
        <w:tc>
          <w:tcPr>
            <w:tcW w:w="2086" w:type="dxa"/>
          </w:tcPr>
          <w:p w14:paraId="289C482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F4EDB1D" w14:textId="0E89B56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101" w:type="dxa"/>
          </w:tcPr>
          <w:p w14:paraId="5400D5B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F14524E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2 con profilo per pinzatura TH, B, U, H, F.</w:t>
            </w:r>
          </w:p>
          <w:p w14:paraId="09A65F5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EA460C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3207EE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0B1B6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CBA7C6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943DFBA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EAA7A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2E9DA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B626CA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9F0096E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38EC02" w14:textId="18A69FF9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20 x 2 o equivalente.</w:t>
            </w:r>
          </w:p>
        </w:tc>
      </w:tr>
      <w:tr w:rsidR="00C31449" w:rsidRPr="009279E2" w14:paraId="743ADC5E" w14:textId="77777777" w:rsidTr="00904071">
        <w:tc>
          <w:tcPr>
            <w:tcW w:w="1311" w:type="dxa"/>
          </w:tcPr>
          <w:p w14:paraId="52DA1F41" w14:textId="4B53D33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28180222</w:t>
            </w:r>
          </w:p>
        </w:tc>
        <w:tc>
          <w:tcPr>
            <w:tcW w:w="2086" w:type="dxa"/>
          </w:tcPr>
          <w:p w14:paraId="69DAFB4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4EDD4B0" w14:textId="10E7079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2</w:t>
            </w:r>
          </w:p>
        </w:tc>
        <w:tc>
          <w:tcPr>
            <w:tcW w:w="6101" w:type="dxa"/>
          </w:tcPr>
          <w:p w14:paraId="0A1B378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12DD955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2 con profilo per pinzatura TH, B, U, H, F.</w:t>
            </w:r>
          </w:p>
          <w:p w14:paraId="66F780E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019BEE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6BE076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32EBF9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3785D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BA1C4DF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0A78E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4CDF4B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C32CBE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3C63835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050FC6" w14:textId="466745C9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26 x 2 o equivalente.</w:t>
            </w:r>
          </w:p>
        </w:tc>
      </w:tr>
      <w:tr w:rsidR="00C31449" w:rsidRPr="009279E2" w14:paraId="4752F767" w14:textId="77777777" w:rsidTr="00904071">
        <w:tc>
          <w:tcPr>
            <w:tcW w:w="1311" w:type="dxa"/>
          </w:tcPr>
          <w:p w14:paraId="6200CA74" w14:textId="02ED058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28180224</w:t>
            </w:r>
          </w:p>
        </w:tc>
        <w:tc>
          <w:tcPr>
            <w:tcW w:w="2086" w:type="dxa"/>
          </w:tcPr>
          <w:p w14:paraId="59F9561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3639E5A" w14:textId="4D68B8F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2</w:t>
            </w:r>
          </w:p>
        </w:tc>
        <w:tc>
          <w:tcPr>
            <w:tcW w:w="6101" w:type="dxa"/>
          </w:tcPr>
          <w:p w14:paraId="458C3824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Tappo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F528C34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2 con profilo per pinzatura TH, B, U, H, F.</w:t>
            </w:r>
          </w:p>
          <w:p w14:paraId="0CD9798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E18640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8C1F9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481C3C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140E0F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1025F1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3077B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120992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A9F55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D9D8A5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BED736" w14:textId="7FD137F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Tappo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32 x 2 o equivalente.</w:t>
            </w:r>
          </w:p>
        </w:tc>
      </w:tr>
      <w:tr w:rsidR="00C31449" w:rsidRPr="009279E2" w14:paraId="1142F8BF" w14:textId="77777777" w:rsidTr="00904071">
        <w:tc>
          <w:tcPr>
            <w:tcW w:w="1311" w:type="dxa"/>
          </w:tcPr>
          <w:p w14:paraId="5880CCB8" w14:textId="185C20E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28180226</w:t>
            </w:r>
          </w:p>
        </w:tc>
        <w:tc>
          <w:tcPr>
            <w:tcW w:w="2086" w:type="dxa"/>
          </w:tcPr>
          <w:p w14:paraId="2167C7B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25648F7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1DE1A57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603AA5D4" w14:textId="7495DE7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15 mm</w:t>
            </w:r>
          </w:p>
        </w:tc>
        <w:tc>
          <w:tcPr>
            <w:tcW w:w="6101" w:type="dxa"/>
          </w:tcPr>
          <w:p w14:paraId="3485187C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16 x 15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1091400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15 mm con profilo per pinzatura TH, B, U, H, F.</w:t>
            </w:r>
          </w:p>
          <w:p w14:paraId="045144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CC66FC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3BC22A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38B35D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E9C6D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13CC3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6C8EB83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3E0C7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9702BA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F46C4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8FB120D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F8A0F0" w14:textId="12F0464E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16 x 15 mm o equivalente.</w:t>
            </w:r>
          </w:p>
        </w:tc>
      </w:tr>
      <w:tr w:rsidR="00C31449" w:rsidRPr="009279E2" w14:paraId="18A573BF" w14:textId="77777777" w:rsidTr="00904071">
        <w:tc>
          <w:tcPr>
            <w:tcW w:w="1311" w:type="dxa"/>
          </w:tcPr>
          <w:p w14:paraId="1050BDD4" w14:textId="26C5E00D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28180228</w:t>
            </w:r>
          </w:p>
        </w:tc>
        <w:tc>
          <w:tcPr>
            <w:tcW w:w="2086" w:type="dxa"/>
          </w:tcPr>
          <w:p w14:paraId="103111A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457F706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45085B3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048F2398" w14:textId="6C9F219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18 mm</w:t>
            </w:r>
          </w:p>
        </w:tc>
        <w:tc>
          <w:tcPr>
            <w:tcW w:w="6101" w:type="dxa"/>
          </w:tcPr>
          <w:p w14:paraId="2FD99AC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20 x 18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A1422E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18 mm con profilo per pinzatura TH, B, U, H, F.</w:t>
            </w:r>
          </w:p>
          <w:p w14:paraId="018BEAD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FBDC5D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E5B099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58AE3D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C541CC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Doppio O-ring in EPDM</w:t>
            </w:r>
          </w:p>
          <w:p w14:paraId="61E0DE6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0AC1D72A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68186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97C554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1E11B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3E6F89F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552CD4" w14:textId="2EDCD0B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20 x 18 mm o equivalente.</w:t>
            </w:r>
          </w:p>
        </w:tc>
      </w:tr>
      <w:tr w:rsidR="00C31449" w:rsidRPr="009279E2" w14:paraId="51AB14BB" w14:textId="77777777" w:rsidTr="00904071">
        <w:tc>
          <w:tcPr>
            <w:tcW w:w="1311" w:type="dxa"/>
          </w:tcPr>
          <w:p w14:paraId="0A79F318" w14:textId="683EE37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28180230</w:t>
            </w:r>
          </w:p>
        </w:tc>
        <w:tc>
          <w:tcPr>
            <w:tcW w:w="2086" w:type="dxa"/>
          </w:tcPr>
          <w:p w14:paraId="4FA99C9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38E9C59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7B4F1A0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036F9E70" w14:textId="24A6AAB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22 mm</w:t>
            </w:r>
          </w:p>
        </w:tc>
        <w:tc>
          <w:tcPr>
            <w:tcW w:w="6101" w:type="dxa"/>
          </w:tcPr>
          <w:p w14:paraId="28F08B4C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20 x 22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F1CA167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22 mm con profilo per pinzatura TH, B, U, H, F.</w:t>
            </w:r>
          </w:p>
          <w:p w14:paraId="7868A82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20717A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522A8A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DACB96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650863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A3AE7B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60D84699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1943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848493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82D3BC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A5B7D71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1DE36F" w14:textId="72E80F58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20 x 22 mm o equivalente.</w:t>
            </w:r>
          </w:p>
        </w:tc>
      </w:tr>
      <w:tr w:rsidR="00C31449" w:rsidRPr="009279E2" w14:paraId="31F02EC8" w14:textId="77777777" w:rsidTr="00904071">
        <w:tc>
          <w:tcPr>
            <w:tcW w:w="1311" w:type="dxa"/>
          </w:tcPr>
          <w:p w14:paraId="6BEB18EB" w14:textId="4BA1A51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28180232</w:t>
            </w:r>
          </w:p>
        </w:tc>
        <w:tc>
          <w:tcPr>
            <w:tcW w:w="2086" w:type="dxa"/>
          </w:tcPr>
          <w:p w14:paraId="13485D5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5A32C77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691A5A9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3527E42F" w14:textId="3313696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22 mm</w:t>
            </w:r>
          </w:p>
        </w:tc>
        <w:tc>
          <w:tcPr>
            <w:tcW w:w="6101" w:type="dxa"/>
          </w:tcPr>
          <w:p w14:paraId="0ABFF7AE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26 x 22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18D7E78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22 mm con profilo per pinzatura TH, B, U, H, F.</w:t>
            </w:r>
          </w:p>
          <w:p w14:paraId="2C39742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32A86C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180D6D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6BE0EA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445863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A398E6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0D197471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94D75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D14DDB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48BBF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039C1BC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69BFCE" w14:textId="62CA0670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26 x 22 mm o equivalente.</w:t>
            </w:r>
          </w:p>
        </w:tc>
      </w:tr>
      <w:tr w:rsidR="00C31449" w:rsidRPr="009279E2" w14:paraId="52FA7E65" w14:textId="77777777" w:rsidTr="00904071">
        <w:tc>
          <w:tcPr>
            <w:tcW w:w="1311" w:type="dxa"/>
          </w:tcPr>
          <w:p w14:paraId="7A48E0F9" w14:textId="7B65D8E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28180234</w:t>
            </w:r>
          </w:p>
        </w:tc>
        <w:tc>
          <w:tcPr>
            <w:tcW w:w="2086" w:type="dxa"/>
          </w:tcPr>
          <w:p w14:paraId="0D3F8E3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Adattatore </w:t>
            </w:r>
          </w:p>
          <w:p w14:paraId="5A4045C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</w:t>
            </w:r>
          </w:p>
          <w:p w14:paraId="6EC19CA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rame/multistrato</w:t>
            </w:r>
          </w:p>
          <w:p w14:paraId="58EBB7A0" w14:textId="14A4EB0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28 mm</w:t>
            </w:r>
          </w:p>
        </w:tc>
        <w:tc>
          <w:tcPr>
            <w:tcW w:w="6101" w:type="dxa"/>
          </w:tcPr>
          <w:p w14:paraId="15D90BFD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Adattatore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 rame/multistrato da 32 x 28 mm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2ADB556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28 mm con profilo per pinzatura TH, B, U, H, F.</w:t>
            </w:r>
          </w:p>
          <w:p w14:paraId="1D12889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B0E2B3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99BF50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14F67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240586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98B1B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A0CE20" w14:textId="77777777" w:rsidR="00C31449" w:rsidRPr="005F30AB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Tubo in ottone CW617N (UNI EN 12164)</w:t>
            </w:r>
          </w:p>
          <w:p w14:paraId="6C1068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8EB6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9F1EFA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1834A3B" w14:textId="77777777" w:rsidR="00C31449" w:rsidRPr="00586F53" w:rsidRDefault="00C31449" w:rsidP="00C3144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F06909" w14:textId="54C3A99A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Adattatore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 rame/multistrato 32 x 28 mm o equivalente.</w:t>
            </w:r>
          </w:p>
        </w:tc>
      </w:tr>
      <w:tr w:rsidR="00C31449" w:rsidRPr="009279E2" w14:paraId="2F8A0A9F" w14:textId="77777777" w:rsidTr="00904071">
        <w:tc>
          <w:tcPr>
            <w:tcW w:w="1311" w:type="dxa"/>
          </w:tcPr>
          <w:p w14:paraId="6217A377" w14:textId="3547BC3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102</w:t>
            </w:r>
          </w:p>
        </w:tc>
        <w:tc>
          <w:tcPr>
            <w:tcW w:w="2086" w:type="dxa"/>
          </w:tcPr>
          <w:p w14:paraId="3FE6F49B" w14:textId="1FED2B4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1A42C49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16x16x16</w:t>
            </w:r>
          </w:p>
        </w:tc>
        <w:tc>
          <w:tcPr>
            <w:tcW w:w="6101" w:type="dxa"/>
          </w:tcPr>
          <w:p w14:paraId="0E7C8603" w14:textId="40C3AE9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A2DDA8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16x16x16 con profilo per pinzatura TH, B, U, H, F.</w:t>
            </w:r>
          </w:p>
          <w:p w14:paraId="5CEF96F9" w14:textId="27CD2BC2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E7FBAA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5287D9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D6723D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8D686A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8F7D030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5FAAB6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8DC8A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657D11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1FE17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7BDB84FE" w14:textId="084A8A2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16x16x16 o equivalente.</w:t>
            </w:r>
          </w:p>
        </w:tc>
      </w:tr>
      <w:tr w:rsidR="00C31449" w:rsidRPr="009279E2" w14:paraId="0127A443" w14:textId="77777777" w:rsidTr="00904071">
        <w:tc>
          <w:tcPr>
            <w:tcW w:w="1311" w:type="dxa"/>
          </w:tcPr>
          <w:p w14:paraId="5DC64376" w14:textId="2E1829F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104</w:t>
            </w:r>
          </w:p>
        </w:tc>
        <w:tc>
          <w:tcPr>
            <w:tcW w:w="2086" w:type="dxa"/>
          </w:tcPr>
          <w:p w14:paraId="1A16ED92" w14:textId="2547B63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7CA4BC7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20x20x20</w:t>
            </w:r>
          </w:p>
        </w:tc>
        <w:tc>
          <w:tcPr>
            <w:tcW w:w="6101" w:type="dxa"/>
          </w:tcPr>
          <w:p w14:paraId="56E058C2" w14:textId="3059C38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77B9F7C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20x20x20 con profilo per pinzatura TH, B, U, H, F.</w:t>
            </w:r>
          </w:p>
          <w:p w14:paraId="014B2933" w14:textId="24F0A63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B782DA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C7BDB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6A26F8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09DC7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FF25624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6EDF862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29A52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8B1010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80AD0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4879BBD5" w14:textId="7AD79A1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20x20x20 o equivalente.</w:t>
            </w:r>
          </w:p>
        </w:tc>
      </w:tr>
      <w:tr w:rsidR="00C31449" w:rsidRPr="009279E2" w14:paraId="0B93FDE4" w14:textId="77777777" w:rsidTr="00904071">
        <w:tc>
          <w:tcPr>
            <w:tcW w:w="1311" w:type="dxa"/>
          </w:tcPr>
          <w:p w14:paraId="68D5558F" w14:textId="4187C18D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106</w:t>
            </w:r>
          </w:p>
        </w:tc>
        <w:tc>
          <w:tcPr>
            <w:tcW w:w="2086" w:type="dxa"/>
          </w:tcPr>
          <w:p w14:paraId="5B404A22" w14:textId="796BBF9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4C68D0F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26x26x26</w:t>
            </w:r>
          </w:p>
        </w:tc>
        <w:tc>
          <w:tcPr>
            <w:tcW w:w="6101" w:type="dxa"/>
          </w:tcPr>
          <w:p w14:paraId="6C259308" w14:textId="2EFF20F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78868B0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26x26x26 con profilo per pinzatura TH, B, U, H, F.</w:t>
            </w:r>
          </w:p>
          <w:p w14:paraId="48EAD4A7" w14:textId="47018570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3ECD9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04F54A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E70A7B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2E032F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E10DD45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8054CE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62F8A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5EAF3B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19593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723F9069" w14:textId="0C615B1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26x26x26 o equivalente.</w:t>
            </w:r>
          </w:p>
        </w:tc>
      </w:tr>
      <w:tr w:rsidR="00C31449" w:rsidRPr="009279E2" w14:paraId="23C90884" w14:textId="77777777" w:rsidTr="00904071">
        <w:tc>
          <w:tcPr>
            <w:tcW w:w="1311" w:type="dxa"/>
          </w:tcPr>
          <w:p w14:paraId="477FBD1D" w14:textId="79020F2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108</w:t>
            </w:r>
          </w:p>
        </w:tc>
        <w:tc>
          <w:tcPr>
            <w:tcW w:w="2086" w:type="dxa"/>
          </w:tcPr>
          <w:p w14:paraId="0A86DE9A" w14:textId="6E6DC6E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</w:t>
            </w:r>
          </w:p>
          <w:p w14:paraId="73165DF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32x32x32</w:t>
            </w:r>
          </w:p>
        </w:tc>
        <w:tc>
          <w:tcPr>
            <w:tcW w:w="6101" w:type="dxa"/>
          </w:tcPr>
          <w:p w14:paraId="3C20748C" w14:textId="17C8A86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4423FD3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32x32x32 con profilo per pinzatura TH, B, U, H, F.</w:t>
            </w:r>
          </w:p>
          <w:p w14:paraId="49BCC9DB" w14:textId="3CB58EDA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A98BB4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054D7F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1EE55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F43CAF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6CF66DD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DA9F80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C9D639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D0338B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FA333E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</w:p>
          <w:p w14:paraId="730BB91A" w14:textId="7824F1B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32x32x32 o equivalente.</w:t>
            </w:r>
          </w:p>
        </w:tc>
      </w:tr>
      <w:tr w:rsidR="00C31449" w:rsidRPr="009279E2" w14:paraId="34B1447D" w14:textId="77777777" w:rsidTr="00904071">
        <w:tc>
          <w:tcPr>
            <w:tcW w:w="1311" w:type="dxa"/>
          </w:tcPr>
          <w:p w14:paraId="6EC77C05" w14:textId="72ED423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110</w:t>
            </w:r>
          </w:p>
        </w:tc>
        <w:tc>
          <w:tcPr>
            <w:tcW w:w="2086" w:type="dxa"/>
          </w:tcPr>
          <w:p w14:paraId="1312356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C97D9A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5EDBC6E" w14:textId="2886CE9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16x20x16</w:t>
            </w:r>
          </w:p>
        </w:tc>
        <w:tc>
          <w:tcPr>
            <w:tcW w:w="6101" w:type="dxa"/>
          </w:tcPr>
          <w:p w14:paraId="56AF48C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D8895D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16x20x16 con profilo per pinzatura TH, B, U, H, F.</w:t>
            </w:r>
          </w:p>
          <w:p w14:paraId="1BE87FB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17874E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52ACC6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5F0E55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599E9A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CA4AED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4D4306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5249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ECED23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F6353B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C62C877" w14:textId="20901F47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16x20x16 o equivalente.</w:t>
            </w:r>
          </w:p>
        </w:tc>
      </w:tr>
      <w:tr w:rsidR="00C31449" w:rsidRPr="009279E2" w14:paraId="2BBAF9CA" w14:textId="77777777" w:rsidTr="00904071">
        <w:tc>
          <w:tcPr>
            <w:tcW w:w="1311" w:type="dxa"/>
          </w:tcPr>
          <w:p w14:paraId="70203702" w14:textId="540CA17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112</w:t>
            </w:r>
          </w:p>
        </w:tc>
        <w:tc>
          <w:tcPr>
            <w:tcW w:w="2086" w:type="dxa"/>
          </w:tcPr>
          <w:p w14:paraId="039B0E5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E81538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EEB2E75" w14:textId="726F3A69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20x16x16</w:t>
            </w:r>
          </w:p>
        </w:tc>
        <w:tc>
          <w:tcPr>
            <w:tcW w:w="6101" w:type="dxa"/>
          </w:tcPr>
          <w:p w14:paraId="3020C77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49089F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20x16x16 con profilo per pinzatura TH, B, U, H, F.</w:t>
            </w:r>
          </w:p>
          <w:p w14:paraId="680A17A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3B62B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F473E5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B2FF92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A7654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882DBA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323FB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C3D88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55592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ED57C8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61F32E" w14:textId="1F15FE2A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20x16x16 o equivalente.</w:t>
            </w:r>
          </w:p>
        </w:tc>
      </w:tr>
      <w:tr w:rsidR="00C31449" w:rsidRPr="009279E2" w14:paraId="07E45283" w14:textId="77777777" w:rsidTr="00904071">
        <w:tc>
          <w:tcPr>
            <w:tcW w:w="1311" w:type="dxa"/>
          </w:tcPr>
          <w:p w14:paraId="0EC883FC" w14:textId="29C4458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114</w:t>
            </w:r>
          </w:p>
        </w:tc>
        <w:tc>
          <w:tcPr>
            <w:tcW w:w="2086" w:type="dxa"/>
          </w:tcPr>
          <w:p w14:paraId="69AD508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8F7DD4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D7C143E" w14:textId="17F0E58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20x16x20</w:t>
            </w:r>
          </w:p>
        </w:tc>
        <w:tc>
          <w:tcPr>
            <w:tcW w:w="6101" w:type="dxa"/>
          </w:tcPr>
          <w:p w14:paraId="0FA1513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AB6870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20x16x20 con profilo per pinzatura TH, B, U, H, F.</w:t>
            </w:r>
          </w:p>
          <w:p w14:paraId="0766C04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BEC42F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1D27E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3494DB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lastRenderedPageBreak/>
              <w:t>Bussola in acciaio inox AISI 304</w:t>
            </w:r>
          </w:p>
          <w:p w14:paraId="2E36C30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5E44C0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44DFF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4FD3A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C7782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FE41FE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21631E" w14:textId="1DA946BA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20x16x20 o equivalente.</w:t>
            </w:r>
          </w:p>
        </w:tc>
      </w:tr>
      <w:tr w:rsidR="00C31449" w:rsidRPr="009279E2" w14:paraId="2496DA86" w14:textId="77777777" w:rsidTr="00904071">
        <w:tc>
          <w:tcPr>
            <w:tcW w:w="1311" w:type="dxa"/>
          </w:tcPr>
          <w:p w14:paraId="1FBE4DC5" w14:textId="020B04A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116</w:t>
            </w:r>
          </w:p>
        </w:tc>
        <w:tc>
          <w:tcPr>
            <w:tcW w:w="2086" w:type="dxa"/>
          </w:tcPr>
          <w:p w14:paraId="7BBDF4D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166160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62BA4539" w14:textId="0468C19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20x20x16</w:t>
            </w:r>
          </w:p>
        </w:tc>
        <w:tc>
          <w:tcPr>
            <w:tcW w:w="6101" w:type="dxa"/>
          </w:tcPr>
          <w:p w14:paraId="41D6D78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A16450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20x20x16 con profilo per pinzatura TH, B, U, H, F.</w:t>
            </w:r>
          </w:p>
          <w:p w14:paraId="7364181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1FCA9F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511DF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9BC9DA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3F8965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2AC417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57BB4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1B99A1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8586C6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3433FF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EFE8090" w14:textId="05F91E47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20x20x16 o equivalente.</w:t>
            </w:r>
          </w:p>
        </w:tc>
      </w:tr>
      <w:tr w:rsidR="00C31449" w:rsidRPr="009279E2" w14:paraId="37AB4501" w14:textId="77777777" w:rsidTr="00904071">
        <w:tc>
          <w:tcPr>
            <w:tcW w:w="1311" w:type="dxa"/>
          </w:tcPr>
          <w:p w14:paraId="3FBCC905" w14:textId="410B4AD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118</w:t>
            </w:r>
          </w:p>
        </w:tc>
        <w:tc>
          <w:tcPr>
            <w:tcW w:w="2086" w:type="dxa"/>
          </w:tcPr>
          <w:p w14:paraId="69429A5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B27774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4878A819" w14:textId="74170AA5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20x26x20</w:t>
            </w:r>
          </w:p>
        </w:tc>
        <w:tc>
          <w:tcPr>
            <w:tcW w:w="6101" w:type="dxa"/>
          </w:tcPr>
          <w:p w14:paraId="33005CD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FF5A7F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20x26x20 con profilo per pinzatura TH, B, U, H, F.</w:t>
            </w:r>
          </w:p>
          <w:p w14:paraId="7E38EFF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959C2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379FE4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A1DA94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EF443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BC08BF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4C5DB3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78BDE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41B163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E305C7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7D59468" w14:textId="6058910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20x26x20 o equivalente.</w:t>
            </w:r>
          </w:p>
        </w:tc>
      </w:tr>
      <w:tr w:rsidR="00C31449" w:rsidRPr="009279E2" w14:paraId="3117A643" w14:textId="77777777" w:rsidTr="00904071">
        <w:tc>
          <w:tcPr>
            <w:tcW w:w="1311" w:type="dxa"/>
          </w:tcPr>
          <w:p w14:paraId="596FED6C" w14:textId="40BFC7A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120</w:t>
            </w:r>
          </w:p>
        </w:tc>
        <w:tc>
          <w:tcPr>
            <w:tcW w:w="2086" w:type="dxa"/>
          </w:tcPr>
          <w:p w14:paraId="185B27E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C16F21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5F41E54" w14:textId="1752D532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20x32x20</w:t>
            </w:r>
          </w:p>
        </w:tc>
        <w:tc>
          <w:tcPr>
            <w:tcW w:w="6101" w:type="dxa"/>
          </w:tcPr>
          <w:p w14:paraId="5FC99B7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45E9FF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20x32x20 con profilo per pinzatura TH, B, U, H, F.</w:t>
            </w:r>
          </w:p>
          <w:p w14:paraId="4D2C92B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20630B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288482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143FDC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86C2C7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8F39CC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4D2C20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698B4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011511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36032C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13C4B0A" w14:textId="5C88ACD8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20x32x20 o equivalente.</w:t>
            </w:r>
          </w:p>
        </w:tc>
      </w:tr>
      <w:tr w:rsidR="00C31449" w:rsidRPr="009279E2" w14:paraId="66C9AF79" w14:textId="77777777" w:rsidTr="00904071">
        <w:tc>
          <w:tcPr>
            <w:tcW w:w="1311" w:type="dxa"/>
          </w:tcPr>
          <w:p w14:paraId="0912033B" w14:textId="025BCF4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122</w:t>
            </w:r>
          </w:p>
        </w:tc>
        <w:tc>
          <w:tcPr>
            <w:tcW w:w="2086" w:type="dxa"/>
          </w:tcPr>
          <w:p w14:paraId="172BDDD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8E95A8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312A642" w14:textId="7B43592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26x16x20</w:t>
            </w:r>
          </w:p>
        </w:tc>
        <w:tc>
          <w:tcPr>
            <w:tcW w:w="6101" w:type="dxa"/>
          </w:tcPr>
          <w:p w14:paraId="61BFA15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F9CF90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26x16x20 con profilo per pinzatura TH, B, U, H, F.</w:t>
            </w:r>
          </w:p>
          <w:p w14:paraId="140AF98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4149F4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62ED60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DD4F0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D1D4BA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7EC3E6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D21DA9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CCAEE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55E7CA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4E1F1D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80F1D1" w14:textId="0B0845D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26x16x20 o equivalente.</w:t>
            </w:r>
          </w:p>
        </w:tc>
      </w:tr>
      <w:tr w:rsidR="00C31449" w:rsidRPr="009279E2" w14:paraId="1E186544" w14:textId="77777777" w:rsidTr="00904071">
        <w:tc>
          <w:tcPr>
            <w:tcW w:w="1311" w:type="dxa"/>
          </w:tcPr>
          <w:p w14:paraId="708A370B" w14:textId="576AFB9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124</w:t>
            </w:r>
          </w:p>
        </w:tc>
        <w:tc>
          <w:tcPr>
            <w:tcW w:w="2086" w:type="dxa"/>
          </w:tcPr>
          <w:p w14:paraId="3E422D6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BD419E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016E99EF" w14:textId="62F1FB05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26x16x26</w:t>
            </w:r>
          </w:p>
        </w:tc>
        <w:tc>
          <w:tcPr>
            <w:tcW w:w="6101" w:type="dxa"/>
          </w:tcPr>
          <w:p w14:paraId="7837DBA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11F3C5D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26x16x26 con profilo per pinzatura TH, B, U, H, F.</w:t>
            </w:r>
          </w:p>
          <w:p w14:paraId="4FFA310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C36FA6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43067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0027AC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A2CC7E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2FD0DA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101C4A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E2976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ED74EF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4FD3FF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B141FE6" w14:textId="028A846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26x16x26 o equivalente.</w:t>
            </w:r>
          </w:p>
        </w:tc>
      </w:tr>
      <w:tr w:rsidR="00C31449" w:rsidRPr="009279E2" w14:paraId="24DFACB6" w14:textId="77777777" w:rsidTr="00904071">
        <w:tc>
          <w:tcPr>
            <w:tcW w:w="1311" w:type="dxa"/>
          </w:tcPr>
          <w:p w14:paraId="557D7F7C" w14:textId="1705147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126</w:t>
            </w:r>
          </w:p>
        </w:tc>
        <w:tc>
          <w:tcPr>
            <w:tcW w:w="2086" w:type="dxa"/>
          </w:tcPr>
          <w:p w14:paraId="38EEFEE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3B60DC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4A90A6B7" w14:textId="3A3B8307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26x20x16</w:t>
            </w:r>
          </w:p>
        </w:tc>
        <w:tc>
          <w:tcPr>
            <w:tcW w:w="6101" w:type="dxa"/>
          </w:tcPr>
          <w:p w14:paraId="181E876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63E18F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26x20x16 con profilo per pinzatura TH, B, U, H, F.</w:t>
            </w:r>
          </w:p>
          <w:p w14:paraId="774FC6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A7239A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B1BD54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5D2C5F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2004F4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0EED88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5F646B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4034B1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D65B50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1DEECC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A589F30" w14:textId="502DF48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26x20x16 o equivalente.</w:t>
            </w:r>
          </w:p>
        </w:tc>
      </w:tr>
      <w:tr w:rsidR="00C31449" w:rsidRPr="009279E2" w14:paraId="09FE5900" w14:textId="77777777" w:rsidTr="00904071">
        <w:tc>
          <w:tcPr>
            <w:tcW w:w="1311" w:type="dxa"/>
          </w:tcPr>
          <w:p w14:paraId="40DEF0E2" w14:textId="0E0A599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128</w:t>
            </w:r>
          </w:p>
        </w:tc>
        <w:tc>
          <w:tcPr>
            <w:tcW w:w="2086" w:type="dxa"/>
          </w:tcPr>
          <w:p w14:paraId="3E1B2C4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37E6B6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43CBE8D7" w14:textId="13EAE619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26x20x20</w:t>
            </w:r>
          </w:p>
        </w:tc>
        <w:tc>
          <w:tcPr>
            <w:tcW w:w="6101" w:type="dxa"/>
          </w:tcPr>
          <w:p w14:paraId="358A0FD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C8EA53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26x20x20 con profilo per pinzatura TH, B, U, H, F.</w:t>
            </w:r>
          </w:p>
          <w:p w14:paraId="5765F1D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CFBDF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5C3EBB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836CE6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998459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1B2905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58355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024AD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3FE72B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38401C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0B06424" w14:textId="6A449EE2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26x20x20 o equivalente.</w:t>
            </w:r>
          </w:p>
        </w:tc>
      </w:tr>
      <w:tr w:rsidR="00C31449" w:rsidRPr="009279E2" w14:paraId="29F19D82" w14:textId="77777777" w:rsidTr="00904071">
        <w:tc>
          <w:tcPr>
            <w:tcW w:w="1311" w:type="dxa"/>
          </w:tcPr>
          <w:p w14:paraId="1CA2ECF9" w14:textId="6590266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130</w:t>
            </w:r>
          </w:p>
        </w:tc>
        <w:tc>
          <w:tcPr>
            <w:tcW w:w="2086" w:type="dxa"/>
          </w:tcPr>
          <w:p w14:paraId="661E499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2FAB9B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169D690" w14:textId="57B48038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26x20x26</w:t>
            </w:r>
          </w:p>
        </w:tc>
        <w:tc>
          <w:tcPr>
            <w:tcW w:w="6101" w:type="dxa"/>
          </w:tcPr>
          <w:p w14:paraId="42A7C82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9B6318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26x20x26 con profilo per pinzatura TH, B, U, H, F.</w:t>
            </w:r>
          </w:p>
          <w:p w14:paraId="1D97963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B6B557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FBB602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2644D1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CED9F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3081F0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9B6B1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A6854D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F8C26E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EBE5C5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591E71" w14:textId="77E9545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26x20x26 o equivalente.</w:t>
            </w:r>
          </w:p>
        </w:tc>
      </w:tr>
      <w:tr w:rsidR="00C31449" w:rsidRPr="009279E2" w14:paraId="24110A3A" w14:textId="77777777" w:rsidTr="00904071">
        <w:tc>
          <w:tcPr>
            <w:tcW w:w="1311" w:type="dxa"/>
          </w:tcPr>
          <w:p w14:paraId="7F977E05" w14:textId="4D5471A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132</w:t>
            </w:r>
          </w:p>
        </w:tc>
        <w:tc>
          <w:tcPr>
            <w:tcW w:w="2086" w:type="dxa"/>
          </w:tcPr>
          <w:p w14:paraId="3B99FA5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D2615E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1CA8857" w14:textId="592221A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26x26x16</w:t>
            </w:r>
          </w:p>
        </w:tc>
        <w:tc>
          <w:tcPr>
            <w:tcW w:w="6101" w:type="dxa"/>
          </w:tcPr>
          <w:p w14:paraId="0D7186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7480BC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26x26x16 con profilo per pinzatura TH, B, U, H, F.</w:t>
            </w:r>
          </w:p>
          <w:p w14:paraId="01F90A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A1B042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97A672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7D4ACC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4F5CF3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51B91A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AE91B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D1A38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1F3D15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1B1E5D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1DD5BA2" w14:textId="60CB6C01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26x26x16 o equivalente.</w:t>
            </w:r>
          </w:p>
        </w:tc>
      </w:tr>
      <w:tr w:rsidR="00C31449" w:rsidRPr="009279E2" w14:paraId="65A4AC1C" w14:textId="77777777" w:rsidTr="00904071">
        <w:tc>
          <w:tcPr>
            <w:tcW w:w="1311" w:type="dxa"/>
          </w:tcPr>
          <w:p w14:paraId="5880C1C7" w14:textId="76FB48B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134</w:t>
            </w:r>
          </w:p>
        </w:tc>
        <w:tc>
          <w:tcPr>
            <w:tcW w:w="2086" w:type="dxa"/>
          </w:tcPr>
          <w:p w14:paraId="212172F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B44498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5E96DB43" w14:textId="25C53A5A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26x26x20</w:t>
            </w:r>
          </w:p>
        </w:tc>
        <w:tc>
          <w:tcPr>
            <w:tcW w:w="6101" w:type="dxa"/>
          </w:tcPr>
          <w:p w14:paraId="1A5C49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182D6B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26x26x20 con profilo per pinzatura TH, B, U, H, F.</w:t>
            </w:r>
          </w:p>
          <w:p w14:paraId="73745A7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1C03AB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69A298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337AA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9904DF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00CBB6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7E25C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97B0D9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0C547B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B5C82C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668FBA" w14:textId="6712FE7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26x26x20 o equivalente.</w:t>
            </w:r>
          </w:p>
        </w:tc>
      </w:tr>
      <w:tr w:rsidR="00C31449" w:rsidRPr="009279E2" w14:paraId="6EA30857" w14:textId="77777777" w:rsidTr="00904071">
        <w:tc>
          <w:tcPr>
            <w:tcW w:w="1311" w:type="dxa"/>
          </w:tcPr>
          <w:p w14:paraId="603127E3" w14:textId="5EB7F43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136</w:t>
            </w:r>
          </w:p>
        </w:tc>
        <w:tc>
          <w:tcPr>
            <w:tcW w:w="2086" w:type="dxa"/>
          </w:tcPr>
          <w:p w14:paraId="5220C08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4D8750D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58D4178A" w14:textId="5B341DDE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26x32x26</w:t>
            </w:r>
          </w:p>
        </w:tc>
        <w:tc>
          <w:tcPr>
            <w:tcW w:w="6101" w:type="dxa"/>
          </w:tcPr>
          <w:p w14:paraId="796AB37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D74236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26x32x26 con profilo per pinzatura TH, B, U, H, F.</w:t>
            </w:r>
          </w:p>
          <w:p w14:paraId="3B7E85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FDB093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0FDC5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29141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9809AC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5BE810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6A023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E351F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CCD539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C0CAB4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B97EE6F" w14:textId="6D13EAC8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26x32x26 o equivalente.</w:t>
            </w:r>
          </w:p>
        </w:tc>
      </w:tr>
      <w:tr w:rsidR="00C31449" w:rsidRPr="009279E2" w14:paraId="14FE6B70" w14:textId="77777777" w:rsidTr="00904071">
        <w:tc>
          <w:tcPr>
            <w:tcW w:w="1311" w:type="dxa"/>
          </w:tcPr>
          <w:p w14:paraId="27F91C02" w14:textId="3022DDA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138</w:t>
            </w:r>
          </w:p>
        </w:tc>
        <w:tc>
          <w:tcPr>
            <w:tcW w:w="2086" w:type="dxa"/>
          </w:tcPr>
          <w:p w14:paraId="449D8E1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6B617E1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AB4466E" w14:textId="16303CB6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32x16x32</w:t>
            </w:r>
          </w:p>
        </w:tc>
        <w:tc>
          <w:tcPr>
            <w:tcW w:w="6101" w:type="dxa"/>
          </w:tcPr>
          <w:p w14:paraId="5395D6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6598C6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32x16x32 con profilo per pinzatura TH, B, U, H, F.</w:t>
            </w:r>
          </w:p>
          <w:p w14:paraId="246C384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6B845C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65A97E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C83196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C71F74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B294D5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A88F2E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DC2C5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39EC37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CBD008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0FEAB4D" w14:textId="29CAD8AC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32x16x32 o equivalente.</w:t>
            </w:r>
          </w:p>
        </w:tc>
      </w:tr>
      <w:tr w:rsidR="00C31449" w:rsidRPr="009279E2" w14:paraId="3D0F5AC6" w14:textId="77777777" w:rsidTr="00904071">
        <w:tc>
          <w:tcPr>
            <w:tcW w:w="1311" w:type="dxa"/>
          </w:tcPr>
          <w:p w14:paraId="2EDD49F1" w14:textId="65E701D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140</w:t>
            </w:r>
          </w:p>
        </w:tc>
        <w:tc>
          <w:tcPr>
            <w:tcW w:w="2086" w:type="dxa"/>
          </w:tcPr>
          <w:p w14:paraId="6A3EA09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7FA4D5D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A6A5C04" w14:textId="71AC906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32x20x20</w:t>
            </w:r>
          </w:p>
        </w:tc>
        <w:tc>
          <w:tcPr>
            <w:tcW w:w="6101" w:type="dxa"/>
          </w:tcPr>
          <w:p w14:paraId="042C2CC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2DBE05F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32x20x20 con profilo per pinzatura TH, B, U, H, F.</w:t>
            </w:r>
          </w:p>
          <w:p w14:paraId="6DF889E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2CE8E2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9311D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C4795E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14E4CC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3E45F5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2B29E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F483A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C6C533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2C08CC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5911DE" w14:textId="5FE6033D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32x20x20 o equivalente.</w:t>
            </w:r>
          </w:p>
        </w:tc>
      </w:tr>
      <w:tr w:rsidR="00C31449" w:rsidRPr="009279E2" w14:paraId="1AA9A4D6" w14:textId="77777777" w:rsidTr="00904071">
        <w:tc>
          <w:tcPr>
            <w:tcW w:w="1311" w:type="dxa"/>
          </w:tcPr>
          <w:p w14:paraId="136B4480" w14:textId="16171DB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142</w:t>
            </w:r>
          </w:p>
        </w:tc>
        <w:tc>
          <w:tcPr>
            <w:tcW w:w="2086" w:type="dxa"/>
          </w:tcPr>
          <w:p w14:paraId="0FDAE3A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B5D053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52F9168" w14:textId="1A9CFC20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32x20x26</w:t>
            </w:r>
          </w:p>
        </w:tc>
        <w:tc>
          <w:tcPr>
            <w:tcW w:w="6101" w:type="dxa"/>
          </w:tcPr>
          <w:p w14:paraId="13810A81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87CB72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32x20x26 con profilo per pinzatura TH, B, U, H, F.</w:t>
            </w:r>
          </w:p>
          <w:p w14:paraId="438B27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C6A417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35F19F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2743CD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04E3C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475B52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B3816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B77CC9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DEFBE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16A31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EA1161" w14:textId="61FC882D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32x20x26 o equivalente.</w:t>
            </w:r>
          </w:p>
        </w:tc>
      </w:tr>
      <w:tr w:rsidR="00C31449" w:rsidRPr="009279E2" w14:paraId="2DC8E173" w14:textId="77777777" w:rsidTr="00904071">
        <w:tc>
          <w:tcPr>
            <w:tcW w:w="1311" w:type="dxa"/>
          </w:tcPr>
          <w:p w14:paraId="3F93AE82" w14:textId="300113E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144</w:t>
            </w:r>
          </w:p>
        </w:tc>
        <w:tc>
          <w:tcPr>
            <w:tcW w:w="2086" w:type="dxa"/>
          </w:tcPr>
          <w:p w14:paraId="34650C9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239FB80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F9A994E" w14:textId="41636B2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32x32x16</w:t>
            </w:r>
          </w:p>
        </w:tc>
        <w:tc>
          <w:tcPr>
            <w:tcW w:w="6101" w:type="dxa"/>
          </w:tcPr>
          <w:p w14:paraId="1E11F6F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23BD54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32x32x16 con profilo per pinzatura TH, B, U, H, F.</w:t>
            </w:r>
          </w:p>
          <w:p w14:paraId="3C72723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D957F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B52D0A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31C543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0D793E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950E6B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B0F63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2E28B1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7FF265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26D71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8F80448" w14:textId="1BAAFC2E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32x32x16 o equivalente.</w:t>
            </w:r>
          </w:p>
        </w:tc>
      </w:tr>
      <w:tr w:rsidR="00C31449" w:rsidRPr="009279E2" w14:paraId="73150E5E" w14:textId="77777777" w:rsidTr="00904071">
        <w:tc>
          <w:tcPr>
            <w:tcW w:w="1311" w:type="dxa"/>
          </w:tcPr>
          <w:p w14:paraId="5ABF9099" w14:textId="09993A2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146</w:t>
            </w:r>
          </w:p>
        </w:tc>
        <w:tc>
          <w:tcPr>
            <w:tcW w:w="2086" w:type="dxa"/>
          </w:tcPr>
          <w:p w14:paraId="5658513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530988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021B26B6" w14:textId="04583BF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32x32x20</w:t>
            </w:r>
          </w:p>
        </w:tc>
        <w:tc>
          <w:tcPr>
            <w:tcW w:w="6101" w:type="dxa"/>
          </w:tcPr>
          <w:p w14:paraId="4800A90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C60490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32x32x20 con profilo per pinzatura TH, B, U, H, F.</w:t>
            </w:r>
          </w:p>
          <w:p w14:paraId="74DE7E3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69BDFD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74E609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805674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257FB3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44D407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2AE62F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717090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9C30C7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C21BC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6A8C186" w14:textId="43B0865F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32x32x20 o equivalente.</w:t>
            </w:r>
          </w:p>
        </w:tc>
      </w:tr>
      <w:tr w:rsidR="00C31449" w:rsidRPr="009279E2" w14:paraId="1F2B8B38" w14:textId="77777777" w:rsidTr="00904071">
        <w:tc>
          <w:tcPr>
            <w:tcW w:w="1311" w:type="dxa"/>
          </w:tcPr>
          <w:p w14:paraId="1729C09A" w14:textId="661FC59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148</w:t>
            </w:r>
          </w:p>
        </w:tc>
        <w:tc>
          <w:tcPr>
            <w:tcW w:w="2086" w:type="dxa"/>
          </w:tcPr>
          <w:p w14:paraId="6BED602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0C8F31A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37CE870C" w14:textId="6C71B4F4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32x32x26</w:t>
            </w:r>
          </w:p>
        </w:tc>
        <w:tc>
          <w:tcPr>
            <w:tcW w:w="6101" w:type="dxa"/>
          </w:tcPr>
          <w:p w14:paraId="6137DF3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377A19A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32x32x26 con profilo per pinzatura TH, B, U, H, F.</w:t>
            </w:r>
          </w:p>
          <w:p w14:paraId="623777CE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04FC0D0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48B99C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A9867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3D10A8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58D34A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529EE8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4B118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8FFDD9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AE563E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1FAC8E" w14:textId="4D3600D6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32x32x26 o equivalente.</w:t>
            </w:r>
          </w:p>
        </w:tc>
      </w:tr>
      <w:tr w:rsidR="00C31449" w:rsidRPr="009279E2" w14:paraId="375B8C4B" w14:textId="77777777" w:rsidTr="00904071">
        <w:tc>
          <w:tcPr>
            <w:tcW w:w="1311" w:type="dxa"/>
          </w:tcPr>
          <w:p w14:paraId="3E0D020B" w14:textId="2BCAF7D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150</w:t>
            </w:r>
          </w:p>
        </w:tc>
        <w:tc>
          <w:tcPr>
            <w:tcW w:w="2086" w:type="dxa"/>
          </w:tcPr>
          <w:p w14:paraId="2493EF9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A5B5BE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141445E7" w14:textId="7DE29EC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32x20x32</w:t>
            </w:r>
          </w:p>
        </w:tc>
        <w:tc>
          <w:tcPr>
            <w:tcW w:w="6101" w:type="dxa"/>
          </w:tcPr>
          <w:p w14:paraId="79F18ED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430256A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32x20x32 con profilo per pinzatura TH, B, U, H, F.</w:t>
            </w:r>
          </w:p>
          <w:p w14:paraId="4BC41313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C1C8CC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E51961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AF6F9F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FE0793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197B9F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4C69B1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38911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F22904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C0679E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8CA6397" w14:textId="7F7F083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32x20x32 o equivalente.</w:t>
            </w:r>
          </w:p>
        </w:tc>
      </w:tr>
      <w:tr w:rsidR="00C31449" w:rsidRPr="009279E2" w14:paraId="1AA2F6DC" w14:textId="77777777" w:rsidTr="00904071">
        <w:tc>
          <w:tcPr>
            <w:tcW w:w="1311" w:type="dxa"/>
          </w:tcPr>
          <w:p w14:paraId="7688BC77" w14:textId="476A8DB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152</w:t>
            </w:r>
          </w:p>
        </w:tc>
        <w:tc>
          <w:tcPr>
            <w:tcW w:w="2086" w:type="dxa"/>
          </w:tcPr>
          <w:p w14:paraId="5DCB11E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527B7B4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76B30DB9" w14:textId="663525E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32x26x20</w:t>
            </w:r>
          </w:p>
        </w:tc>
        <w:tc>
          <w:tcPr>
            <w:tcW w:w="6101" w:type="dxa"/>
          </w:tcPr>
          <w:p w14:paraId="1FFB602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9A4F7EA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32x26x20 con profilo per pinzatura TH, B, U, H, F.</w:t>
            </w:r>
          </w:p>
          <w:p w14:paraId="18C77885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76735B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D85B96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E26762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49009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4CDBC8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C56CF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F314B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36F163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7B3EC0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227302" w14:textId="7C71F31F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32x26x20 o equivalente.</w:t>
            </w:r>
          </w:p>
        </w:tc>
      </w:tr>
      <w:tr w:rsidR="00C31449" w:rsidRPr="009279E2" w14:paraId="1203F41F" w14:textId="77777777" w:rsidTr="00904071">
        <w:tc>
          <w:tcPr>
            <w:tcW w:w="1311" w:type="dxa"/>
          </w:tcPr>
          <w:p w14:paraId="5307269A" w14:textId="3A88E9C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154</w:t>
            </w:r>
          </w:p>
        </w:tc>
        <w:tc>
          <w:tcPr>
            <w:tcW w:w="2086" w:type="dxa"/>
          </w:tcPr>
          <w:p w14:paraId="317CE7A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1FCF0D1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5460C466" w14:textId="6536F48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32x26x26</w:t>
            </w:r>
          </w:p>
        </w:tc>
        <w:tc>
          <w:tcPr>
            <w:tcW w:w="6101" w:type="dxa"/>
          </w:tcPr>
          <w:p w14:paraId="084F43C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3E7B1E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32x26x26 con profilo per pinzatura TH, B, U, H, F.</w:t>
            </w:r>
          </w:p>
          <w:p w14:paraId="4AA10D3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F84BB1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420A3F7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E31977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F8C84E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CD34F2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8FB4A0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113FE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DCD82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01BB13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F5B70D2" w14:textId="316A80EB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32x26x26 o equivalente.</w:t>
            </w:r>
          </w:p>
        </w:tc>
      </w:tr>
      <w:tr w:rsidR="00C31449" w:rsidRPr="009279E2" w14:paraId="4971C793" w14:textId="77777777" w:rsidTr="00904071">
        <w:tc>
          <w:tcPr>
            <w:tcW w:w="1311" w:type="dxa"/>
          </w:tcPr>
          <w:p w14:paraId="324D86C7" w14:textId="5DE08D7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586F53">
              <w:rPr>
                <w:rFonts w:ascii="Poppins" w:hAnsi="Poppins" w:cs="Poppins"/>
                <w:bCs/>
                <w:sz w:val="20"/>
              </w:rPr>
              <w:t>156</w:t>
            </w:r>
          </w:p>
        </w:tc>
        <w:tc>
          <w:tcPr>
            <w:tcW w:w="2086" w:type="dxa"/>
          </w:tcPr>
          <w:p w14:paraId="0A9FDCC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</w:t>
            </w:r>
          </w:p>
          <w:p w14:paraId="31E4BFB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intermedio ridotto</w:t>
            </w:r>
          </w:p>
          <w:p w14:paraId="633842D4" w14:textId="2F9C9785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32x26x32</w:t>
            </w:r>
          </w:p>
        </w:tc>
        <w:tc>
          <w:tcPr>
            <w:tcW w:w="6101" w:type="dxa"/>
          </w:tcPr>
          <w:p w14:paraId="256D855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ridotto con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5A0FAA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32x26x32 con profilo per pinzatura TH, B, U, H, F.</w:t>
            </w:r>
          </w:p>
          <w:p w14:paraId="3BBD8EC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21BFAC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66FA55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427C64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4EFC99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E16BB9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27801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6A1CD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0E060C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AECBC6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068A43F" w14:textId="5705AC83" w:rsidR="00C31449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ridotto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32x26x32 o equivalente.</w:t>
            </w:r>
          </w:p>
        </w:tc>
      </w:tr>
      <w:tr w:rsidR="00C31449" w:rsidRPr="009279E2" w14:paraId="394202DC" w14:textId="77777777" w:rsidTr="00904071">
        <w:tc>
          <w:tcPr>
            <w:tcW w:w="1311" w:type="dxa"/>
          </w:tcPr>
          <w:p w14:paraId="7258835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28180166</w:t>
            </w:r>
          </w:p>
        </w:tc>
        <w:tc>
          <w:tcPr>
            <w:tcW w:w="2086" w:type="dxa"/>
          </w:tcPr>
          <w:p w14:paraId="48B3CD8A" w14:textId="676FAAD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34E109A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 x 16</w:t>
            </w:r>
          </w:p>
        </w:tc>
        <w:tc>
          <w:tcPr>
            <w:tcW w:w="6101" w:type="dxa"/>
          </w:tcPr>
          <w:p w14:paraId="383C9321" w14:textId="205A37C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6E520B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x 16 con profilo per pinzatura TH, B, U, H, F.</w:t>
            </w:r>
          </w:p>
          <w:p w14:paraId="47EBDFC9" w14:textId="5C6606C6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EF508A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95A827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04C73E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007999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E9B4D6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F56F0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0B1EA5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4780CD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C92141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B186FD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388917B" w14:textId="40F09060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16 x 1/2" x 16 o equivalente.</w:t>
            </w:r>
          </w:p>
        </w:tc>
      </w:tr>
      <w:tr w:rsidR="00C31449" w:rsidRPr="009279E2" w14:paraId="5BC0ECC4" w14:textId="77777777" w:rsidTr="00904071">
        <w:tc>
          <w:tcPr>
            <w:tcW w:w="1311" w:type="dxa"/>
          </w:tcPr>
          <w:p w14:paraId="3474905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28180168</w:t>
            </w:r>
          </w:p>
        </w:tc>
        <w:tc>
          <w:tcPr>
            <w:tcW w:w="2086" w:type="dxa"/>
          </w:tcPr>
          <w:p w14:paraId="76D1E19F" w14:textId="0828A30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6CC97B4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 x 20</w:t>
            </w:r>
          </w:p>
        </w:tc>
        <w:tc>
          <w:tcPr>
            <w:tcW w:w="6101" w:type="dxa"/>
          </w:tcPr>
          <w:p w14:paraId="088C6AEE" w14:textId="60AB077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DEEEF3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x 20 con profilo per pinzatura TH, B, U, H, F.</w:t>
            </w:r>
          </w:p>
          <w:p w14:paraId="45E2F202" w14:textId="232372F5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E6B04A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A9E50E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0692D71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4A5306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E21686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2AF391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72F1DE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59BC16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35737A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3FED41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21B48B4" w14:textId="6D8A66A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20 x 1/2" x 20 o equivalente.</w:t>
            </w:r>
          </w:p>
        </w:tc>
      </w:tr>
      <w:tr w:rsidR="00C31449" w:rsidRPr="009279E2" w14:paraId="2C718EBD" w14:textId="77777777" w:rsidTr="00904071">
        <w:tc>
          <w:tcPr>
            <w:tcW w:w="1311" w:type="dxa"/>
          </w:tcPr>
          <w:p w14:paraId="1348111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28180170</w:t>
            </w:r>
          </w:p>
        </w:tc>
        <w:tc>
          <w:tcPr>
            <w:tcW w:w="2086" w:type="dxa"/>
          </w:tcPr>
          <w:p w14:paraId="4EC3884D" w14:textId="02291AA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3E50C49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3/4" x 16</w:t>
            </w:r>
          </w:p>
        </w:tc>
        <w:tc>
          <w:tcPr>
            <w:tcW w:w="6101" w:type="dxa"/>
          </w:tcPr>
          <w:p w14:paraId="3B93C8A6" w14:textId="08A28B0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2F856DA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3/4" x 16 con profilo per pinzatura TH, B, U, H, F.</w:t>
            </w:r>
          </w:p>
          <w:p w14:paraId="67FAA016" w14:textId="4A9E490B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4DC4D8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297E0B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7953CD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334C45A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18ABA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D7ED26F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5BA3D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7A9862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D8CB3E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9DF6D8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7AADFC" w14:textId="585C92F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16 x 3/4" x 16 o equivalente.</w:t>
            </w:r>
          </w:p>
        </w:tc>
      </w:tr>
      <w:tr w:rsidR="00C31449" w:rsidRPr="009279E2" w14:paraId="7E17C62C" w14:textId="77777777" w:rsidTr="00904071">
        <w:tc>
          <w:tcPr>
            <w:tcW w:w="1311" w:type="dxa"/>
          </w:tcPr>
          <w:p w14:paraId="1B7DBB9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28180172</w:t>
            </w:r>
          </w:p>
        </w:tc>
        <w:tc>
          <w:tcPr>
            <w:tcW w:w="2086" w:type="dxa"/>
          </w:tcPr>
          <w:p w14:paraId="41930612" w14:textId="045C593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405CB56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 x 20</w:t>
            </w:r>
          </w:p>
        </w:tc>
        <w:tc>
          <w:tcPr>
            <w:tcW w:w="6101" w:type="dxa"/>
          </w:tcPr>
          <w:p w14:paraId="3FA93572" w14:textId="7FCD73E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974334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3/4" x 20 con profilo per pinzatura TH, B, U, H, F.</w:t>
            </w:r>
          </w:p>
          <w:p w14:paraId="5A2DF889" w14:textId="0BDE3B29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30A47CF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15B818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E84D17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lastRenderedPageBreak/>
              <w:t>Bussola in acciaio inox AISI 304</w:t>
            </w:r>
          </w:p>
          <w:p w14:paraId="686394C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F4F36A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CF0DD38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F636F6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4B6B0B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FA7447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EF9473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C2EE51A" w14:textId="74FBF6AF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20 x 3/4" x 20 o equivalente.</w:t>
            </w:r>
          </w:p>
        </w:tc>
      </w:tr>
      <w:tr w:rsidR="00C31449" w:rsidRPr="009279E2" w14:paraId="5C196C87" w14:textId="77777777" w:rsidTr="00904071">
        <w:tc>
          <w:tcPr>
            <w:tcW w:w="1311" w:type="dxa"/>
          </w:tcPr>
          <w:p w14:paraId="711A7ADF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28180173</w:t>
            </w:r>
          </w:p>
        </w:tc>
        <w:tc>
          <w:tcPr>
            <w:tcW w:w="2086" w:type="dxa"/>
          </w:tcPr>
          <w:p w14:paraId="1FE8A4A4" w14:textId="31B77176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3B00E32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1/2" x 26</w:t>
            </w:r>
          </w:p>
        </w:tc>
        <w:tc>
          <w:tcPr>
            <w:tcW w:w="6101" w:type="dxa"/>
          </w:tcPr>
          <w:p w14:paraId="2C16EBCB" w14:textId="4026E8F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6608D1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1/2" x 26 con profilo per pinzatura TH, B, U, H, F.</w:t>
            </w:r>
          </w:p>
          <w:p w14:paraId="28C4A2FB" w14:textId="77135392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AAD42D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3EADD4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4386B3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3774A6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26DDDDA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E4FA3D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60F4B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1498E26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48316B2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AE938D9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036A9B5" w14:textId="3BF22AC4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26 x 1/2" x 26 o equivalente.</w:t>
            </w:r>
          </w:p>
        </w:tc>
      </w:tr>
      <w:tr w:rsidR="00C31449" w:rsidRPr="009279E2" w14:paraId="623050F6" w14:textId="77777777" w:rsidTr="00904071">
        <w:tc>
          <w:tcPr>
            <w:tcW w:w="1311" w:type="dxa"/>
          </w:tcPr>
          <w:p w14:paraId="566566D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28180174</w:t>
            </w:r>
          </w:p>
        </w:tc>
        <w:tc>
          <w:tcPr>
            <w:tcW w:w="2086" w:type="dxa"/>
          </w:tcPr>
          <w:p w14:paraId="0B26F9E2" w14:textId="6ED7BCF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714D1A4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 x 26</w:t>
            </w:r>
          </w:p>
        </w:tc>
        <w:tc>
          <w:tcPr>
            <w:tcW w:w="6101" w:type="dxa"/>
          </w:tcPr>
          <w:p w14:paraId="35F62B6D" w14:textId="7997BA0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3FECC46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x 26 con profilo per pinzatura TH, B, U, H, F.</w:t>
            </w:r>
          </w:p>
          <w:p w14:paraId="57DFE576" w14:textId="7FA7C1C8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372C8B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58A0C9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C10B71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684DECB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07E004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DD12DC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82959D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5675CE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962CED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EA5392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8DCE4E" w14:textId="3A8C8C5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26 x 3/4" x 26 o equivalente.</w:t>
            </w:r>
          </w:p>
        </w:tc>
      </w:tr>
      <w:tr w:rsidR="00C31449" w:rsidRPr="009279E2" w14:paraId="68991AFA" w14:textId="77777777" w:rsidTr="00904071">
        <w:tc>
          <w:tcPr>
            <w:tcW w:w="1311" w:type="dxa"/>
          </w:tcPr>
          <w:p w14:paraId="054966D8" w14:textId="038B89B5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</w:t>
            </w:r>
            <w:r>
              <w:rPr>
                <w:rFonts w:ascii="Poppins" w:hAnsi="Poppins" w:cs="Poppins"/>
                <w:bCs/>
                <w:sz w:val="20"/>
              </w:rPr>
              <w:t>244</w:t>
            </w:r>
          </w:p>
        </w:tc>
        <w:tc>
          <w:tcPr>
            <w:tcW w:w="2086" w:type="dxa"/>
          </w:tcPr>
          <w:p w14:paraId="77A3F254" w14:textId="5F62275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6BFB28C9" w14:textId="12AEBF2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32 x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586F53">
              <w:rPr>
                <w:rFonts w:ascii="Poppins" w:hAnsi="Poppins" w:cs="Poppins"/>
                <w:bCs/>
                <w:sz w:val="20"/>
              </w:rPr>
              <w:t>" x 32</w:t>
            </w:r>
          </w:p>
        </w:tc>
        <w:tc>
          <w:tcPr>
            <w:tcW w:w="6101" w:type="dxa"/>
          </w:tcPr>
          <w:p w14:paraId="475D01B1" w14:textId="252B877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616B891" w14:textId="4FCB43D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Misura 32 x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586F53">
              <w:rPr>
                <w:rFonts w:ascii="Poppins" w:hAnsi="Poppins" w:cs="Poppins"/>
                <w:sz w:val="20"/>
              </w:rPr>
              <w:t>" x 32 con profilo per pinzatura TH, B, U, H, F.</w:t>
            </w:r>
          </w:p>
          <w:p w14:paraId="426766CF" w14:textId="0824845E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3DFF0F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12AE3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35698E0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2D7AF75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16F990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4F566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BB2564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73A3D53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F37F53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0C68B5B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</w:rPr>
            </w:pPr>
          </w:p>
          <w:p w14:paraId="1D588954" w14:textId="6A71D00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32 x 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>" x 32 o equivalente.</w:t>
            </w:r>
          </w:p>
        </w:tc>
      </w:tr>
      <w:tr w:rsidR="00C31449" w:rsidRPr="009279E2" w14:paraId="7F6F5A2F" w14:textId="77777777" w:rsidTr="00904071">
        <w:tc>
          <w:tcPr>
            <w:tcW w:w="1311" w:type="dxa"/>
          </w:tcPr>
          <w:p w14:paraId="729EEA4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28180176</w:t>
            </w:r>
          </w:p>
        </w:tc>
        <w:tc>
          <w:tcPr>
            <w:tcW w:w="2086" w:type="dxa"/>
          </w:tcPr>
          <w:p w14:paraId="558E5166" w14:textId="62901B6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4FD5AB7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32 x 3/4" x 32</w:t>
            </w:r>
          </w:p>
        </w:tc>
        <w:tc>
          <w:tcPr>
            <w:tcW w:w="6101" w:type="dxa"/>
          </w:tcPr>
          <w:p w14:paraId="531FE645" w14:textId="799F3528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09D1D07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3/4" x 32 con profilo per pinzatura TH, B, U, H, F.</w:t>
            </w:r>
          </w:p>
          <w:p w14:paraId="28E98372" w14:textId="769D5E6C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16485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28655E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3E539E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1BEAD10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A627E7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F99A106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3C3333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2902B6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FDEF71F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7BB4A23" w14:textId="77777777" w:rsidR="00C31449" w:rsidRPr="00586F53" w:rsidRDefault="00C31449" w:rsidP="00C3144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  <w:b/>
              </w:rPr>
            </w:pPr>
          </w:p>
          <w:p w14:paraId="47180472" w14:textId="52B7659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32 x 3/4" x 32 o equivalente.</w:t>
            </w:r>
          </w:p>
        </w:tc>
      </w:tr>
      <w:tr w:rsidR="00C31449" w:rsidRPr="009279E2" w14:paraId="01E6277B" w14:textId="77777777" w:rsidTr="00904071">
        <w:tc>
          <w:tcPr>
            <w:tcW w:w="1311" w:type="dxa"/>
          </w:tcPr>
          <w:p w14:paraId="6DE3B5E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28180178</w:t>
            </w:r>
          </w:p>
        </w:tc>
        <w:tc>
          <w:tcPr>
            <w:tcW w:w="2086" w:type="dxa"/>
          </w:tcPr>
          <w:p w14:paraId="53C76B36" w14:textId="4D7690C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derivazione femmina</w:t>
            </w:r>
          </w:p>
          <w:p w14:paraId="2468EB4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32 x 1" x 32</w:t>
            </w:r>
          </w:p>
        </w:tc>
        <w:tc>
          <w:tcPr>
            <w:tcW w:w="6101" w:type="dxa"/>
          </w:tcPr>
          <w:p w14:paraId="6816FBE0" w14:textId="7FA85FB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intermedio LBP con derivazione femmina e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</w:t>
            </w:r>
          </w:p>
          <w:p w14:paraId="54C9AE9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32 x 1" x 32 con profilo per pinzatura TH, B, U, H, F.</w:t>
            </w:r>
          </w:p>
          <w:p w14:paraId="0BD2BF52" w14:textId="64238A33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lastRenderedPageBreak/>
              <w:t>Il raccordo è costruito da:</w:t>
            </w:r>
          </w:p>
          <w:p w14:paraId="2F026DD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0B3C2AF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E49347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796EF1A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038880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C65207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A458AD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8EC521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6D15289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5FC347ED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1AB40E9" w14:textId="7605859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femmina 32 x 1" x 32 o equivalente.</w:t>
            </w:r>
          </w:p>
        </w:tc>
      </w:tr>
      <w:tr w:rsidR="00C31449" w:rsidRPr="009279E2" w14:paraId="3100063E" w14:textId="77777777" w:rsidTr="00904071">
        <w:tc>
          <w:tcPr>
            <w:tcW w:w="1311" w:type="dxa"/>
          </w:tcPr>
          <w:p w14:paraId="75853E52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28180158</w:t>
            </w:r>
          </w:p>
        </w:tc>
        <w:tc>
          <w:tcPr>
            <w:tcW w:w="2086" w:type="dxa"/>
          </w:tcPr>
          <w:p w14:paraId="13B4C92E" w14:textId="17B1FFB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199697C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414A156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 x 16</w:t>
            </w:r>
          </w:p>
        </w:tc>
        <w:tc>
          <w:tcPr>
            <w:tcW w:w="6101" w:type="dxa"/>
          </w:tcPr>
          <w:p w14:paraId="52249F6F" w14:textId="14DDF6AD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62053EF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16 x 1/2" x 16 con profilo per pinzatura TH, B, U, H, F.</w:t>
            </w:r>
          </w:p>
          <w:p w14:paraId="5317E92D" w14:textId="7836729E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75956F6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1969FFA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28051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FD4B34A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DEEF9D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3F2C242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313373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33A1FA2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7DC5DD8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3C09191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133C60" w14:textId="0112CD51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16 x 1/2" x 16 o equivalente.</w:t>
            </w:r>
          </w:p>
        </w:tc>
      </w:tr>
      <w:tr w:rsidR="00C31449" w:rsidRPr="009279E2" w14:paraId="4DCB70BF" w14:textId="77777777" w:rsidTr="00904071">
        <w:tc>
          <w:tcPr>
            <w:tcW w:w="1311" w:type="dxa"/>
          </w:tcPr>
          <w:p w14:paraId="68FC4A6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28180160</w:t>
            </w:r>
          </w:p>
        </w:tc>
        <w:tc>
          <w:tcPr>
            <w:tcW w:w="2086" w:type="dxa"/>
          </w:tcPr>
          <w:p w14:paraId="31BFD92B" w14:textId="4EE444CA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27FB087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648149EC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 x 20</w:t>
            </w:r>
          </w:p>
        </w:tc>
        <w:tc>
          <w:tcPr>
            <w:tcW w:w="6101" w:type="dxa"/>
          </w:tcPr>
          <w:p w14:paraId="4EFDCA82" w14:textId="146DBBE2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794ECD04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 x 1/2" x 20 con profilo per pinzatura TH, B, U, H, F.</w:t>
            </w:r>
          </w:p>
          <w:p w14:paraId="53100843" w14:textId="61DF008B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919C23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C3C839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1890CF8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6767D8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0ABA9E2E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4530109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F5B843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lastRenderedPageBreak/>
              <w:t>Temperatura massima di esercizio: 95 °C</w:t>
            </w:r>
          </w:p>
          <w:p w14:paraId="24EB4869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71459A5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163DFBC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2F0DFED" w14:textId="75660F79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20 x 1/2" x 20 o equivalente.</w:t>
            </w:r>
          </w:p>
        </w:tc>
      </w:tr>
      <w:tr w:rsidR="00C31449" w:rsidRPr="009279E2" w14:paraId="3675CA6A" w14:textId="77777777" w:rsidTr="00904071">
        <w:tc>
          <w:tcPr>
            <w:tcW w:w="1311" w:type="dxa"/>
          </w:tcPr>
          <w:p w14:paraId="10B12D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28180162</w:t>
            </w:r>
          </w:p>
        </w:tc>
        <w:tc>
          <w:tcPr>
            <w:tcW w:w="2086" w:type="dxa"/>
          </w:tcPr>
          <w:p w14:paraId="782E203D" w14:textId="47A9856C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1C97BB1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03F08593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 x 20</w:t>
            </w:r>
          </w:p>
        </w:tc>
        <w:tc>
          <w:tcPr>
            <w:tcW w:w="6101" w:type="dxa"/>
          </w:tcPr>
          <w:p w14:paraId="3D40F853" w14:textId="6B5EAF83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maschioe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00834A2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20 x 3/4" x 20 con profilo per pinzatura TH, B, U, H, F.</w:t>
            </w:r>
          </w:p>
          <w:p w14:paraId="535F7A13" w14:textId="51F3D301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0DB008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CB0C5F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64A662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5E1137F4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59C8326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603E24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73CD627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33F05F6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787AB1C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1ABC24B8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D96EA0" w14:textId="0E827A9B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20 x 3/4" x 20 o equivalente.</w:t>
            </w:r>
          </w:p>
        </w:tc>
      </w:tr>
      <w:tr w:rsidR="00C31449" w:rsidRPr="009279E2" w14:paraId="40273516" w14:textId="77777777" w:rsidTr="00904071">
        <w:tc>
          <w:tcPr>
            <w:tcW w:w="1311" w:type="dxa"/>
          </w:tcPr>
          <w:p w14:paraId="5FE319A0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28180164</w:t>
            </w:r>
          </w:p>
        </w:tc>
        <w:tc>
          <w:tcPr>
            <w:tcW w:w="2086" w:type="dxa"/>
          </w:tcPr>
          <w:p w14:paraId="265AF627" w14:textId="095485EE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intermedio con </w:t>
            </w:r>
          </w:p>
          <w:p w14:paraId="0AA206A5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derivazione maschio</w:t>
            </w:r>
          </w:p>
          <w:p w14:paraId="04E59E91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 x 26</w:t>
            </w:r>
          </w:p>
        </w:tc>
        <w:tc>
          <w:tcPr>
            <w:tcW w:w="6101" w:type="dxa"/>
          </w:tcPr>
          <w:p w14:paraId="7800E41C" w14:textId="1EE455F0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intermedio LBP con derivazione maschio e funzione Leak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che permette di individuare facilmente le perdite in caso di mancata pressatura.</w:t>
            </w:r>
          </w:p>
          <w:p w14:paraId="553BF24B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Misura 26 x 3/4" x 26 con profilo per pinzatura TH, B, U, H, F.</w:t>
            </w:r>
          </w:p>
          <w:p w14:paraId="4296736C" w14:textId="7A2D0598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0D6CF2D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BD6BC20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7FBFC1B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Cs/>
              </w:rPr>
            </w:pPr>
            <w:r w:rsidRPr="00586F53">
              <w:rPr>
                <w:rFonts w:ascii="Poppins" w:hAnsi="Poppins" w:cs="Poppins"/>
              </w:rPr>
              <w:t>Bussola in acciaio inox AISI 304</w:t>
            </w:r>
          </w:p>
          <w:p w14:paraId="0903619E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1C49AA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6DD19B" w14:textId="77777777" w:rsidR="00C31449" w:rsidRPr="00586F53" w:rsidRDefault="00C31449" w:rsidP="00C3144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0F1873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C29D841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1C5A25B5" w14:textId="77777777" w:rsidR="00C31449" w:rsidRPr="00586F53" w:rsidRDefault="00C31449" w:rsidP="00C3144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Filettatura: R (UNI EN 10226-1)</w:t>
            </w:r>
          </w:p>
          <w:p w14:paraId="49656067" w14:textId="7777777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302C7A" w14:textId="7767C447" w:rsidR="00C31449" w:rsidRPr="00586F53" w:rsidRDefault="00C31449" w:rsidP="00C3144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intermedio con derivazione maschio 26 x 3/4" x 26 o equivalente.</w:t>
            </w:r>
          </w:p>
        </w:tc>
      </w:tr>
      <w:tr w:rsidR="00FE3C69" w:rsidRPr="009279E2" w14:paraId="3003EDAE" w14:textId="77777777" w:rsidTr="00904071">
        <w:tc>
          <w:tcPr>
            <w:tcW w:w="1311" w:type="dxa"/>
          </w:tcPr>
          <w:p w14:paraId="3B2C74FE" w14:textId="6F19740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28181200</w:t>
            </w:r>
          </w:p>
        </w:tc>
        <w:tc>
          <w:tcPr>
            <w:tcW w:w="2086" w:type="dxa"/>
          </w:tcPr>
          <w:p w14:paraId="3E84EDAF" w14:textId="77777777" w:rsidR="00FE3C69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C3F54">
              <w:rPr>
                <w:rFonts w:ascii="Poppins" w:hAnsi="Poppins" w:cs="Poppins"/>
                <w:bCs/>
                <w:sz w:val="20"/>
              </w:rPr>
              <w:t xml:space="preserve">Raccordo curvo </w:t>
            </w:r>
            <w:proofErr w:type="spellStart"/>
            <w:r w:rsidRPr="003C3F54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3C3F54">
              <w:rPr>
                <w:rFonts w:ascii="Poppins" w:hAnsi="Poppins" w:cs="Poppins"/>
                <w:bCs/>
                <w:sz w:val="20"/>
              </w:rPr>
              <w:t xml:space="preserve"> LBP con tubo in rame</w:t>
            </w:r>
          </w:p>
          <w:p w14:paraId="5B47DC15" w14:textId="0C9F34CF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16 x DN 15 L 165</w:t>
            </w:r>
          </w:p>
        </w:tc>
        <w:tc>
          <w:tcPr>
            <w:tcW w:w="6101" w:type="dxa"/>
          </w:tcPr>
          <w:p w14:paraId="52B9A1B2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sz w:val="20"/>
              </w:rPr>
              <w:t>Raccordo a gomito con tubo in rame cromato, 16 x Ø 15 con funzione Leak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3C3F54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3C3F54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3C3F54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3C3F54">
              <w:rPr>
                <w:rFonts w:ascii="Poppins" w:hAnsi="Poppins" w:cs="Poppins"/>
                <w:sz w:val="20"/>
              </w:rPr>
              <w:t xml:space="preserve"> che permette di individuare facilmente le perdite in caso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C3F54">
              <w:rPr>
                <w:rFonts w:ascii="Poppins" w:hAnsi="Poppins" w:cs="Poppins"/>
                <w:sz w:val="20"/>
              </w:rPr>
              <w:t>di mancata pressatura.</w:t>
            </w:r>
          </w:p>
          <w:p w14:paraId="367D01DB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sz w:val="20"/>
              </w:rPr>
              <w:t>Non idoneo per impianti sanitari.</w:t>
            </w:r>
          </w:p>
          <w:p w14:paraId="74BD0061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sz w:val="20"/>
              </w:rPr>
              <w:t>L: 165 mm</w:t>
            </w:r>
          </w:p>
          <w:p w14:paraId="11C47091" w14:textId="77777777" w:rsidR="00FE3C69" w:rsidRPr="003C3F54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064EA4" w14:textId="381F30BC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3C3F54">
              <w:rPr>
                <w:rFonts w:ascii="Poppins" w:hAnsi="Poppins" w:cs="Poppins"/>
                <w:b/>
                <w:bCs/>
                <w:sz w:val="20"/>
              </w:rPr>
              <w:t xml:space="preserve">Marca Emmeti – Modello Raccordo curvo  </w:t>
            </w:r>
            <w:proofErr w:type="spellStart"/>
            <w:r w:rsidRPr="003C3F54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3C3F54">
              <w:rPr>
                <w:rFonts w:ascii="Poppins" w:hAnsi="Poppins" w:cs="Poppins"/>
                <w:b/>
                <w:bCs/>
                <w:sz w:val="20"/>
              </w:rPr>
              <w:t xml:space="preserve"> LBP con tubo in rame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3C3F54">
              <w:rPr>
                <w:rFonts w:ascii="Poppins" w:hAnsi="Poppins" w:cs="Poppins"/>
                <w:b/>
                <w:bCs/>
                <w:sz w:val="20"/>
              </w:rPr>
              <w:t>16 x DN 15 L 165 o equivalente.</w:t>
            </w:r>
          </w:p>
        </w:tc>
      </w:tr>
      <w:tr w:rsidR="00FE3C69" w:rsidRPr="009279E2" w14:paraId="7BCC059E" w14:textId="77777777" w:rsidTr="00904071">
        <w:tc>
          <w:tcPr>
            <w:tcW w:w="1311" w:type="dxa"/>
          </w:tcPr>
          <w:p w14:paraId="21C1E8AE" w14:textId="6BF1172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28180192</w:t>
            </w:r>
          </w:p>
        </w:tc>
        <w:tc>
          <w:tcPr>
            <w:tcW w:w="2086" w:type="dxa"/>
          </w:tcPr>
          <w:p w14:paraId="1B121F38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femmina disassato </w:t>
            </w:r>
          </w:p>
          <w:p w14:paraId="1F8DB25F" w14:textId="21445820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 x 16</w:t>
            </w:r>
          </w:p>
        </w:tc>
        <w:tc>
          <w:tcPr>
            <w:tcW w:w="6101" w:type="dxa"/>
          </w:tcPr>
          <w:p w14:paraId="55F5809E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LBP femmina disassato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465401B1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x con profilo per pinzatura TH, B, U, H, F.</w:t>
            </w:r>
          </w:p>
          <w:p w14:paraId="1FD1CA68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E4EA8D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3AB0D8CA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2D798132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295E1D6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A9AC1C6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E089C1A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B595CB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E47FA4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0A596F68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41394B1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AC251E2" w14:textId="1E3C0EB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disassato 16 x 1/2" x 16 o  equivalente.</w:t>
            </w:r>
          </w:p>
        </w:tc>
      </w:tr>
      <w:tr w:rsidR="00FE3C69" w:rsidRPr="009279E2" w14:paraId="4CDF1F48" w14:textId="77777777" w:rsidTr="00904071">
        <w:tc>
          <w:tcPr>
            <w:tcW w:w="1311" w:type="dxa"/>
          </w:tcPr>
          <w:p w14:paraId="3D5FC1A3" w14:textId="010D2FBE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28180194</w:t>
            </w:r>
          </w:p>
        </w:tc>
        <w:tc>
          <w:tcPr>
            <w:tcW w:w="2086" w:type="dxa"/>
          </w:tcPr>
          <w:p w14:paraId="71ED3468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femmina disassato </w:t>
            </w:r>
          </w:p>
          <w:p w14:paraId="1D94597E" w14:textId="34007650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 x 20</w:t>
            </w:r>
          </w:p>
        </w:tc>
        <w:tc>
          <w:tcPr>
            <w:tcW w:w="6101" w:type="dxa"/>
          </w:tcPr>
          <w:p w14:paraId="10C7BC19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LBP femmina disassato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987C72C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x 20 con profilo per pinzatura TH, B, U, H, F.</w:t>
            </w:r>
          </w:p>
          <w:p w14:paraId="48F0D6C0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A6B4F93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1D8B3B6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17329E1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A1A71A2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38625F8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C6B9E4A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A47F2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CB0031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77475F5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9DE0C9A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F39F0FE" w14:textId="46962631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femmina disassato 20 x 1/2" x 20  o  equivalente.</w:t>
            </w:r>
          </w:p>
        </w:tc>
      </w:tr>
      <w:tr w:rsidR="00FE3C69" w:rsidRPr="009279E2" w14:paraId="6B367848" w14:textId="77777777" w:rsidTr="00904071">
        <w:tc>
          <w:tcPr>
            <w:tcW w:w="1311" w:type="dxa"/>
          </w:tcPr>
          <w:p w14:paraId="29758CAA" w14:textId="09441320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28180196</w:t>
            </w:r>
          </w:p>
        </w:tc>
        <w:tc>
          <w:tcPr>
            <w:tcW w:w="2086" w:type="dxa"/>
          </w:tcPr>
          <w:p w14:paraId="139E66A1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destro</w:t>
            </w:r>
          </w:p>
          <w:p w14:paraId="1DA22D5A" w14:textId="3ED3E43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61E6CE85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destro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6E8DBB86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4E600382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54736792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A59219B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786B21C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0FBD3C4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17F7E571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C29CE5C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ADE5CA4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F94C26B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8F3373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059B4475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1B29622" w14:textId="309DE471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destro 16 x 1/2" o equivalente.</w:t>
            </w:r>
          </w:p>
        </w:tc>
      </w:tr>
      <w:tr w:rsidR="00FE3C69" w:rsidRPr="009279E2" w14:paraId="3ADBF551" w14:textId="77777777" w:rsidTr="00904071">
        <w:tc>
          <w:tcPr>
            <w:tcW w:w="1311" w:type="dxa"/>
          </w:tcPr>
          <w:p w14:paraId="0199DABA" w14:textId="345195C6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28180198</w:t>
            </w:r>
          </w:p>
        </w:tc>
        <w:tc>
          <w:tcPr>
            <w:tcW w:w="2086" w:type="dxa"/>
          </w:tcPr>
          <w:p w14:paraId="38EB94C9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destro</w:t>
            </w:r>
          </w:p>
          <w:p w14:paraId="0668B59D" w14:textId="40B7C44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64F1A8CA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destro LBP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25E534C9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6526CFF8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1D054BD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6F3B3C69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E898905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0D5A6ED8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615B08C4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C6C3F29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FC000AD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63E6E58E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2C016A54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4D58E804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A0C09AC" w14:textId="66C9B093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destro 20 x 1/2" o equivalente.</w:t>
            </w:r>
          </w:p>
        </w:tc>
      </w:tr>
      <w:tr w:rsidR="00FE3C69" w:rsidRPr="009279E2" w14:paraId="1564B961" w14:textId="77777777" w:rsidTr="00904071">
        <w:tc>
          <w:tcPr>
            <w:tcW w:w="1311" w:type="dxa"/>
          </w:tcPr>
          <w:p w14:paraId="0591CB1E" w14:textId="6287F069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28180200</w:t>
            </w:r>
          </w:p>
        </w:tc>
        <w:tc>
          <w:tcPr>
            <w:tcW w:w="2086" w:type="dxa"/>
          </w:tcPr>
          <w:p w14:paraId="141ED366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sinistro</w:t>
            </w:r>
          </w:p>
          <w:p w14:paraId="4529F6C5" w14:textId="7DA0AF11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1/2"</w:t>
            </w:r>
          </w:p>
        </w:tc>
        <w:tc>
          <w:tcPr>
            <w:tcW w:w="6101" w:type="dxa"/>
          </w:tcPr>
          <w:p w14:paraId="1869162A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LBP sinistro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12840DD2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6F12EC7B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4407178E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>Corpo in ottone CW617N (UNI EN 12165)</w:t>
            </w:r>
          </w:p>
          <w:p w14:paraId="5F1F7993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5587F82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C48FF9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7782EA05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7458C6A9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CCA438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68E18F7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5460A408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1A819AC1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5ECB83B" w14:textId="791A9B6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sinistro 16 x 1/2" o equivalente.</w:t>
            </w:r>
          </w:p>
        </w:tc>
      </w:tr>
      <w:tr w:rsidR="00FE3C69" w:rsidRPr="009279E2" w14:paraId="2BB44589" w14:textId="77777777" w:rsidTr="00904071">
        <w:tc>
          <w:tcPr>
            <w:tcW w:w="1311" w:type="dxa"/>
          </w:tcPr>
          <w:p w14:paraId="57EDEEB0" w14:textId="0CC8AE9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28180202</w:t>
            </w:r>
          </w:p>
        </w:tc>
        <w:tc>
          <w:tcPr>
            <w:tcW w:w="2086" w:type="dxa"/>
          </w:tcPr>
          <w:p w14:paraId="09DE8730" w14:textId="77777777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Terminale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sinistro</w:t>
            </w:r>
          </w:p>
          <w:p w14:paraId="5DEAC14F" w14:textId="38F4F5FC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1/2"</w:t>
            </w:r>
          </w:p>
        </w:tc>
        <w:tc>
          <w:tcPr>
            <w:tcW w:w="6101" w:type="dxa"/>
          </w:tcPr>
          <w:p w14:paraId="288D8B35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Terminale LBP sinistro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9222EBE" w14:textId="77777777" w:rsidR="00FE3C69" w:rsidRPr="00586F53" w:rsidRDefault="00FE3C69" w:rsidP="00FE3C69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1/2" con profilo per pinzatura TH, B, U, H, F.</w:t>
            </w:r>
          </w:p>
          <w:p w14:paraId="0F681B99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7F777A1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Corpo in ottone CW617N (UNI EN 12165)</w:t>
            </w:r>
          </w:p>
          <w:p w14:paraId="5BB5140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</w:t>
            </w:r>
          </w:p>
          <w:p w14:paraId="4CCF629C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4B06C85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5E41CC36" w14:textId="77777777" w:rsidR="00FE3C69" w:rsidRPr="00586F53" w:rsidRDefault="00FE3C69" w:rsidP="00FE3C69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1D441C72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03F94F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088038E0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esercizio: 10 bar</w:t>
            </w:r>
          </w:p>
          <w:p w14:paraId="3A128F70" w14:textId="77777777" w:rsidR="00FE3C69" w:rsidRPr="00586F53" w:rsidRDefault="00FE3C69" w:rsidP="00FE3C69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7515A003" w14:textId="77777777" w:rsidR="00FE3C69" w:rsidRPr="00586F53" w:rsidRDefault="00FE3C69" w:rsidP="00FE3C69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206D8B5" w14:textId="59A89B9C" w:rsidR="00FE3C69" w:rsidRPr="00586F53" w:rsidRDefault="00FE3C69" w:rsidP="00FE3C69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Terminale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sinistro 20 x 1/2" o equivalente.</w:t>
            </w:r>
          </w:p>
        </w:tc>
      </w:tr>
      <w:tr w:rsidR="00403ACD" w:rsidRPr="009279E2" w14:paraId="75C2ABA0" w14:textId="77777777" w:rsidTr="00904071">
        <w:tc>
          <w:tcPr>
            <w:tcW w:w="1311" w:type="dxa"/>
          </w:tcPr>
          <w:p w14:paraId="7259D53C" w14:textId="3EA0AA5D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28180250</w:t>
            </w:r>
          </w:p>
        </w:tc>
        <w:tc>
          <w:tcPr>
            <w:tcW w:w="2086" w:type="dxa"/>
          </w:tcPr>
          <w:p w14:paraId="7B564D8A" w14:textId="34B490F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Kit vasca/doccia per cartongesso LBP</w:t>
            </w:r>
          </w:p>
        </w:tc>
        <w:tc>
          <w:tcPr>
            <w:tcW w:w="6101" w:type="dxa"/>
          </w:tcPr>
          <w:p w14:paraId="0E29619E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vasca/doccia per cartongesso </w:t>
            </w:r>
            <w:r w:rsidRPr="00586F53">
              <w:rPr>
                <w:rFonts w:ascii="Poppins" w:hAnsi="Poppins" w:cs="Poppins"/>
                <w:sz w:val="20"/>
              </w:rPr>
              <w:t xml:space="preserve">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6492ABBC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9D3341F" w14:textId="77777777" w:rsidR="00403ACD" w:rsidRPr="00D22C59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22C59">
              <w:rPr>
                <w:rFonts w:ascii="Poppins" w:hAnsi="Poppins" w:cs="Poppins"/>
                <w:b/>
                <w:bCs/>
                <w:sz w:val="20"/>
              </w:rPr>
              <w:t>Composizione</w:t>
            </w:r>
          </w:p>
          <w:p w14:paraId="66836785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Piastra in acciaio, interasse attacchi 150 mm</w:t>
            </w:r>
          </w:p>
          <w:p w14:paraId="5A27467C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 raccordi gomito femmina LBP, misura 16 x 1/2”, 105°</w:t>
            </w:r>
          </w:p>
          <w:p w14:paraId="2FC7F5D7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6 viti M4x12, per il fissaggio dei raccordi sulla piastra metallica</w:t>
            </w:r>
          </w:p>
          <w:p w14:paraId="252EF713" w14:textId="77777777" w:rsidR="00403ACD" w:rsidRDefault="00403ACD" w:rsidP="00403ACD">
            <w:pPr>
              <w:pStyle w:val="Intestazione"/>
              <w:numPr>
                <w:ilvl w:val="0"/>
                <w:numId w:val="13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8 tasselli M4, per il fissaggio della piastra sul cartongesso</w:t>
            </w:r>
          </w:p>
          <w:p w14:paraId="15C94FB3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703378E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Il kit è idoneo per installazioni su lastra in cartongesso con spessore massimo 19 mm.</w:t>
            </w:r>
          </w:p>
          <w:p w14:paraId="01771EE7" w14:textId="77777777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8E9A098" w14:textId="51E92F00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6674AA">
              <w:rPr>
                <w:rFonts w:ascii="Poppins" w:hAnsi="Poppins" w:cs="Poppins"/>
                <w:b/>
                <w:bCs/>
                <w:sz w:val="20"/>
              </w:rPr>
              <w:t>Marca Emmeti – Modello Kit vasca/doccia per cartongesso LBP o equivalente.</w:t>
            </w:r>
          </w:p>
        </w:tc>
      </w:tr>
      <w:tr w:rsidR="00403ACD" w:rsidRPr="009279E2" w14:paraId="5FEDE014" w14:textId="77777777" w:rsidTr="00904071">
        <w:tc>
          <w:tcPr>
            <w:tcW w:w="1311" w:type="dxa"/>
          </w:tcPr>
          <w:p w14:paraId="231EFCE4" w14:textId="79BCFDD9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28181202</w:t>
            </w:r>
          </w:p>
        </w:tc>
        <w:tc>
          <w:tcPr>
            <w:tcW w:w="2086" w:type="dxa"/>
          </w:tcPr>
          <w:p w14:paraId="76D86BCD" w14:textId="626353E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177CEA">
              <w:rPr>
                <w:rFonts w:ascii="Poppins" w:hAnsi="Poppins" w:cs="Poppins"/>
                <w:bCs/>
                <w:sz w:val="20"/>
              </w:rPr>
              <w:t xml:space="preserve">Raccordo a gomito </w:t>
            </w:r>
            <w:proofErr w:type="spellStart"/>
            <w:r w:rsidRPr="00177CEA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bCs/>
                <w:sz w:val="20"/>
              </w:rPr>
              <w:t xml:space="preserve"> LBP per cassette scarico WC ad incasso</w:t>
            </w:r>
          </w:p>
        </w:tc>
        <w:tc>
          <w:tcPr>
            <w:tcW w:w="6101" w:type="dxa"/>
          </w:tcPr>
          <w:p w14:paraId="1795EE3B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 xml:space="preserve">Raccordo a gomito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LBP per cassette scarico WC ad</w:t>
            </w:r>
          </w:p>
          <w:p w14:paraId="6DE0FAD6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 xml:space="preserve">incasso Raccordo a gomito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LBP per cassette scarico WC ad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177CEA">
              <w:rPr>
                <w:rFonts w:ascii="Poppins" w:hAnsi="Poppins" w:cs="Poppins"/>
                <w:sz w:val="20"/>
              </w:rPr>
              <w:t xml:space="preserve">incasso con funzione Leak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177CEA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177CEA">
              <w:rPr>
                <w:rFonts w:ascii="Poppins" w:hAnsi="Poppins" w:cs="Poppins"/>
                <w:sz w:val="20"/>
              </w:rPr>
              <w:t xml:space="preserve"> che permette di individuare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177CEA">
              <w:rPr>
                <w:rFonts w:ascii="Poppins" w:hAnsi="Poppins" w:cs="Poppins"/>
                <w:sz w:val="20"/>
              </w:rPr>
              <w:t>facilmente le perdite in caso di mancata pressatura.</w:t>
            </w:r>
          </w:p>
          <w:p w14:paraId="6B03E6CA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Misura 16 x 1/2" con profilo per pinzatura TH, B, U, H, F.</w:t>
            </w:r>
          </w:p>
          <w:p w14:paraId="0FB9C7C0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530C7AC" w14:textId="77777777" w:rsidR="00403ACD" w:rsidRPr="00D22C59" w:rsidRDefault="00403ACD" w:rsidP="00403ACD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22C59">
              <w:rPr>
                <w:rFonts w:ascii="Poppins" w:hAnsi="Poppins" w:cs="Poppins"/>
                <w:b/>
                <w:bCs/>
                <w:sz w:val="20"/>
              </w:rPr>
              <w:t>Composizione</w:t>
            </w:r>
          </w:p>
          <w:p w14:paraId="1B68F0CC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Raccordo a squadra maschio</w:t>
            </w:r>
          </w:p>
          <w:p w14:paraId="23EA7763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Guarnizione in NBR</w:t>
            </w:r>
          </w:p>
          <w:p w14:paraId="74F2CA0F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Placca quadrata in Polipropilene (PP)</w:t>
            </w:r>
          </w:p>
          <w:p w14:paraId="213E8B07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Rondella zincata in Acciaio (Fe P13 EU111)</w:t>
            </w:r>
          </w:p>
          <w:p w14:paraId="77683C78" w14:textId="77777777" w:rsidR="00403ACD" w:rsidRPr="00177CEA" w:rsidRDefault="00403ACD" w:rsidP="00403ACD">
            <w:pPr>
              <w:pStyle w:val="Intestazione"/>
              <w:numPr>
                <w:ilvl w:val="0"/>
                <w:numId w:val="23"/>
              </w:numPr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sz w:val="20"/>
              </w:rPr>
              <w:t>Controdado esagonale CH. 32 in Ottone (EN 12164 CW617N)</w:t>
            </w:r>
          </w:p>
          <w:p w14:paraId="74E4B8E2" w14:textId="77777777" w:rsidR="00403ACD" w:rsidRPr="00177CEA" w:rsidRDefault="00403ACD" w:rsidP="00403AC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7AC816B" w14:textId="0595A885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both"/>
              <w:rPr>
                <w:rFonts w:ascii="Poppins" w:hAnsi="Poppins" w:cs="Poppins"/>
                <w:sz w:val="20"/>
              </w:rPr>
            </w:pPr>
            <w:r w:rsidRPr="00177CEA">
              <w:rPr>
                <w:rFonts w:ascii="Poppins" w:hAnsi="Poppins" w:cs="Poppins"/>
                <w:b/>
                <w:bCs/>
                <w:sz w:val="20"/>
              </w:rPr>
              <w:t xml:space="preserve">Marca Emmeti – Modello Raccordo a gomito </w:t>
            </w:r>
            <w:proofErr w:type="spellStart"/>
            <w:r w:rsidRPr="00177CEA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177CEA">
              <w:rPr>
                <w:rFonts w:ascii="Poppins" w:hAnsi="Poppins" w:cs="Poppins"/>
                <w:b/>
                <w:bCs/>
                <w:sz w:val="20"/>
              </w:rPr>
              <w:t xml:space="preserve"> LBP per cassette scarico WC ad incasso o equivalente.</w:t>
            </w:r>
          </w:p>
        </w:tc>
      </w:tr>
      <w:tr w:rsidR="00403ACD" w:rsidRPr="009279E2" w14:paraId="48714ADC" w14:textId="77777777" w:rsidTr="00904071">
        <w:tc>
          <w:tcPr>
            <w:tcW w:w="1311" w:type="dxa"/>
          </w:tcPr>
          <w:p w14:paraId="6DEA0FB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28104062</w:t>
            </w:r>
          </w:p>
        </w:tc>
        <w:tc>
          <w:tcPr>
            <w:tcW w:w="2086" w:type="dxa"/>
          </w:tcPr>
          <w:p w14:paraId="476A1C0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Staffa zincata ad incasso per gomiti flangiati in kit da 10 staffe</w:t>
            </w:r>
          </w:p>
        </w:tc>
        <w:tc>
          <w:tcPr>
            <w:tcW w:w="6101" w:type="dxa"/>
          </w:tcPr>
          <w:p w14:paraId="4CC1062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Staffa zincata ad incasso per gomiti flangiati in kit da 10 staffe.</w:t>
            </w:r>
          </w:p>
          <w:p w14:paraId="24155A4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6234853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3E8919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Sull’asse 153 mm consente di fissare i gomiti flangiati in 4 differenti angolatura.</w:t>
            </w:r>
          </w:p>
          <w:p w14:paraId="5C26F1B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134CA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in kit da 10 staffe o equivalente.</w:t>
            </w:r>
          </w:p>
        </w:tc>
      </w:tr>
      <w:tr w:rsidR="00403ACD" w:rsidRPr="009279E2" w14:paraId="51A9C4BB" w14:textId="77777777" w:rsidTr="00904071">
        <w:tc>
          <w:tcPr>
            <w:tcW w:w="1311" w:type="dxa"/>
          </w:tcPr>
          <w:p w14:paraId="3D51B4B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28101530</w:t>
            </w:r>
          </w:p>
        </w:tc>
        <w:tc>
          <w:tcPr>
            <w:tcW w:w="2086" w:type="dxa"/>
          </w:tcPr>
          <w:p w14:paraId="028F6FD6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Staffa zincata ad incasso per gomiti flangiati</w:t>
            </w:r>
          </w:p>
        </w:tc>
        <w:tc>
          <w:tcPr>
            <w:tcW w:w="6101" w:type="dxa"/>
          </w:tcPr>
          <w:p w14:paraId="53C2088F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Staffa zincata ad incasso per gomiti flangiati. </w:t>
            </w:r>
          </w:p>
          <w:p w14:paraId="55CF290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Interasse multiplo: 80 – 100 – 153 mm</w:t>
            </w:r>
          </w:p>
          <w:p w14:paraId="07668CB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30729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Staffa zincata ad incasso per gomiti flangiati o equivalente.</w:t>
            </w:r>
          </w:p>
        </w:tc>
      </w:tr>
      <w:tr w:rsidR="00403ACD" w:rsidRPr="009279E2" w14:paraId="2F8502C9" w14:textId="77777777" w:rsidTr="00904071">
        <w:tc>
          <w:tcPr>
            <w:tcW w:w="1311" w:type="dxa"/>
          </w:tcPr>
          <w:p w14:paraId="78ED0FA6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28101531</w:t>
            </w:r>
          </w:p>
        </w:tc>
        <w:tc>
          <w:tcPr>
            <w:tcW w:w="2086" w:type="dxa"/>
          </w:tcPr>
          <w:p w14:paraId="397E4BB7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Staffa piana zincata ad incasso per gomiti flangiati</w:t>
            </w:r>
          </w:p>
        </w:tc>
        <w:tc>
          <w:tcPr>
            <w:tcW w:w="6101" w:type="dxa"/>
          </w:tcPr>
          <w:p w14:paraId="3D2B816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Staffa piana zincata ad incasso per gomiti flangiati. </w:t>
            </w:r>
          </w:p>
          <w:p w14:paraId="4910F33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Interasse multiplo: 153 mm</w:t>
            </w:r>
          </w:p>
          <w:p w14:paraId="2A4E41F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Idonea al fissaggio dei soli gomiti flangiati con base filettata.</w:t>
            </w:r>
          </w:p>
          <w:p w14:paraId="17449BA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E14657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Staffa piana zincata ad incasso per gomiti flangiati o equivalente.</w:t>
            </w:r>
          </w:p>
        </w:tc>
      </w:tr>
      <w:tr w:rsidR="00403ACD" w:rsidRPr="009279E2" w14:paraId="72ADA2DA" w14:textId="77777777" w:rsidTr="00904071">
        <w:tc>
          <w:tcPr>
            <w:tcW w:w="1311" w:type="dxa"/>
          </w:tcPr>
          <w:p w14:paraId="0899662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28101532</w:t>
            </w:r>
          </w:p>
        </w:tc>
        <w:tc>
          <w:tcPr>
            <w:tcW w:w="2086" w:type="dxa"/>
          </w:tcPr>
          <w:p w14:paraId="7FF120D0" w14:textId="7897A66D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Staffa per </w:t>
            </w:r>
            <w:r>
              <w:rPr>
                <w:rFonts w:ascii="Poppins" w:hAnsi="Poppins" w:cs="Poppins"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Cs/>
                <w:sz w:val="20"/>
              </w:rPr>
              <w:t xml:space="preserve"> disassato</w:t>
            </w:r>
          </w:p>
        </w:tc>
        <w:tc>
          <w:tcPr>
            <w:tcW w:w="6101" w:type="dxa"/>
          </w:tcPr>
          <w:p w14:paraId="6084B74F" w14:textId="438033B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Staffa per </w:t>
            </w:r>
            <w:r>
              <w:rPr>
                <w:rFonts w:ascii="Poppins" w:hAnsi="Poppins" w:cs="Poppins"/>
                <w:sz w:val="20"/>
              </w:rPr>
              <w:t>TEE</w:t>
            </w:r>
            <w:r w:rsidRPr="00586F53">
              <w:rPr>
                <w:rFonts w:ascii="Poppins" w:hAnsi="Poppins" w:cs="Poppins"/>
                <w:sz w:val="20"/>
              </w:rPr>
              <w:t xml:space="preserve"> disassato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E79335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AB3115A" w14:textId="4AD4CCA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Staffa per </w:t>
            </w:r>
            <w:r>
              <w:rPr>
                <w:rFonts w:ascii="Poppins" w:hAnsi="Poppins" w:cs="Poppins"/>
                <w:b/>
                <w:bCs/>
                <w:sz w:val="20"/>
              </w:rPr>
              <w:t>TEE</w:t>
            </w: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disassato o equivalente.</w:t>
            </w:r>
          </w:p>
        </w:tc>
      </w:tr>
      <w:tr w:rsidR="00403ACD" w:rsidRPr="009279E2" w14:paraId="12DB9881" w14:textId="77777777" w:rsidTr="00904071">
        <w:tc>
          <w:tcPr>
            <w:tcW w:w="1311" w:type="dxa"/>
          </w:tcPr>
          <w:p w14:paraId="0A4D7A6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28090003</w:t>
            </w:r>
          </w:p>
        </w:tc>
        <w:tc>
          <w:tcPr>
            <w:tcW w:w="2086" w:type="dxa"/>
          </w:tcPr>
          <w:p w14:paraId="595CDEB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5AD9CA08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1/2" blu</w:t>
            </w:r>
          </w:p>
        </w:tc>
        <w:tc>
          <w:tcPr>
            <w:tcW w:w="6101" w:type="dxa"/>
          </w:tcPr>
          <w:p w14:paraId="702878C8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blu, Misura 1/2".</w:t>
            </w:r>
          </w:p>
          <w:p w14:paraId="5BAE95B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3B2F13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1/2" blu o equivalente.</w:t>
            </w:r>
          </w:p>
        </w:tc>
      </w:tr>
      <w:tr w:rsidR="00403ACD" w:rsidRPr="009279E2" w14:paraId="0DA09B01" w14:textId="77777777" w:rsidTr="00904071">
        <w:tc>
          <w:tcPr>
            <w:tcW w:w="1311" w:type="dxa"/>
          </w:tcPr>
          <w:p w14:paraId="0D764D1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28090004</w:t>
            </w:r>
          </w:p>
        </w:tc>
        <w:tc>
          <w:tcPr>
            <w:tcW w:w="2086" w:type="dxa"/>
          </w:tcPr>
          <w:p w14:paraId="0E77C54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23D89D9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1/2" rosso</w:t>
            </w:r>
          </w:p>
        </w:tc>
        <w:tc>
          <w:tcPr>
            <w:tcW w:w="6101" w:type="dxa"/>
          </w:tcPr>
          <w:p w14:paraId="4822B7C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rosso, Misura 1/2".</w:t>
            </w:r>
          </w:p>
          <w:p w14:paraId="76F0DB7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11FD7A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1/2" rosso o equivalente.</w:t>
            </w:r>
          </w:p>
        </w:tc>
      </w:tr>
      <w:tr w:rsidR="00403ACD" w:rsidRPr="009279E2" w14:paraId="11E3E81E" w14:textId="77777777" w:rsidTr="00904071">
        <w:tc>
          <w:tcPr>
            <w:tcW w:w="1311" w:type="dxa"/>
          </w:tcPr>
          <w:p w14:paraId="65672278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28090006</w:t>
            </w:r>
          </w:p>
        </w:tc>
        <w:tc>
          <w:tcPr>
            <w:tcW w:w="2086" w:type="dxa"/>
          </w:tcPr>
          <w:p w14:paraId="40A23CC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2B022FF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3/4" blu</w:t>
            </w:r>
          </w:p>
        </w:tc>
        <w:tc>
          <w:tcPr>
            <w:tcW w:w="6101" w:type="dxa"/>
          </w:tcPr>
          <w:p w14:paraId="0DF75E91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blu, Misura 3/4".</w:t>
            </w:r>
          </w:p>
          <w:p w14:paraId="65F3A4D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F08710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blu o equivalente.</w:t>
            </w:r>
          </w:p>
        </w:tc>
      </w:tr>
      <w:tr w:rsidR="00403ACD" w:rsidRPr="009279E2" w14:paraId="09AAA07A" w14:textId="77777777" w:rsidTr="00904071">
        <w:tc>
          <w:tcPr>
            <w:tcW w:w="1311" w:type="dxa"/>
          </w:tcPr>
          <w:p w14:paraId="6F4C759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28090008</w:t>
            </w:r>
          </w:p>
        </w:tc>
        <w:tc>
          <w:tcPr>
            <w:tcW w:w="2086" w:type="dxa"/>
          </w:tcPr>
          <w:p w14:paraId="63478ED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con o-ring</w:t>
            </w:r>
          </w:p>
          <w:p w14:paraId="4B3F096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3/4" rosso</w:t>
            </w:r>
          </w:p>
        </w:tc>
        <w:tc>
          <w:tcPr>
            <w:tcW w:w="6101" w:type="dxa"/>
          </w:tcPr>
          <w:p w14:paraId="4C58523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con o-ring di colore rosso, Misura 3/4".</w:t>
            </w:r>
          </w:p>
          <w:p w14:paraId="7357D33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B4FA647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con o-ring 3/4" rosso o equivalente.</w:t>
            </w:r>
          </w:p>
        </w:tc>
      </w:tr>
      <w:tr w:rsidR="00403ACD" w:rsidRPr="009279E2" w14:paraId="31B85D73" w14:textId="77777777" w:rsidTr="00904071">
        <w:tc>
          <w:tcPr>
            <w:tcW w:w="1311" w:type="dxa"/>
          </w:tcPr>
          <w:p w14:paraId="71DB220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28101846</w:t>
            </w:r>
          </w:p>
        </w:tc>
        <w:tc>
          <w:tcPr>
            <w:tcW w:w="2086" w:type="dxa"/>
          </w:tcPr>
          <w:p w14:paraId="7EB4C80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786B510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2</w:t>
            </w:r>
          </w:p>
        </w:tc>
        <w:tc>
          <w:tcPr>
            <w:tcW w:w="6101" w:type="dxa"/>
          </w:tcPr>
          <w:p w14:paraId="4811075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per tubo multistrato con valvola di sfiato fornita di serie, Misura 16 x 2.</w:t>
            </w:r>
          </w:p>
          <w:p w14:paraId="505431B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903CC1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16 x 2 o equivalente.</w:t>
            </w:r>
          </w:p>
        </w:tc>
      </w:tr>
      <w:tr w:rsidR="00403ACD" w:rsidRPr="009279E2" w14:paraId="6E563100" w14:textId="77777777" w:rsidTr="00904071">
        <w:tc>
          <w:tcPr>
            <w:tcW w:w="1311" w:type="dxa"/>
          </w:tcPr>
          <w:p w14:paraId="08E5E43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28101848</w:t>
            </w:r>
          </w:p>
        </w:tc>
        <w:tc>
          <w:tcPr>
            <w:tcW w:w="2086" w:type="dxa"/>
          </w:tcPr>
          <w:p w14:paraId="7671BB5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Tappo di prova impianto per tubo multistrato</w:t>
            </w:r>
          </w:p>
          <w:p w14:paraId="042E02B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2</w:t>
            </w:r>
          </w:p>
        </w:tc>
        <w:tc>
          <w:tcPr>
            <w:tcW w:w="6101" w:type="dxa"/>
          </w:tcPr>
          <w:p w14:paraId="742B83E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Tappo di prova impianto per tubo multistrato con valvola di sfiato fornita di serie, Misura 20 x 2.</w:t>
            </w:r>
          </w:p>
          <w:p w14:paraId="446FB85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D00AF6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Tappo di prova impianto per tubo multistrato 20 x 2 o equivalente.</w:t>
            </w:r>
          </w:p>
        </w:tc>
      </w:tr>
      <w:tr w:rsidR="00403ACD" w:rsidRPr="009279E2" w14:paraId="063BAF21" w14:textId="77777777" w:rsidTr="00904071">
        <w:tc>
          <w:tcPr>
            <w:tcW w:w="1311" w:type="dxa"/>
          </w:tcPr>
          <w:p w14:paraId="7BA2AF61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13010010</w:t>
            </w:r>
          </w:p>
        </w:tc>
        <w:tc>
          <w:tcPr>
            <w:tcW w:w="2086" w:type="dxa"/>
          </w:tcPr>
          <w:p w14:paraId="2B2F091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Scatola ad incasso per gomiti flangiati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</w:p>
          <w:p w14:paraId="467D4E2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502C76A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Scatola ad incasso per gomiti flangiati, idonea per l’installazione di gomiti flangiati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LBP.</w:t>
            </w:r>
          </w:p>
          <w:p w14:paraId="54D1A76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A0F40F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Scatola ad incasso per gomiti flangiati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03ACD" w:rsidRPr="009279E2" w14:paraId="309EA5E3" w14:textId="77777777" w:rsidTr="00904071">
        <w:tc>
          <w:tcPr>
            <w:tcW w:w="1311" w:type="dxa"/>
          </w:tcPr>
          <w:p w14:paraId="3ABA3A56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28180204</w:t>
            </w:r>
          </w:p>
        </w:tc>
        <w:tc>
          <w:tcPr>
            <w:tcW w:w="2086" w:type="dxa"/>
          </w:tcPr>
          <w:p w14:paraId="155CDBA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Corpo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  <w:p w14:paraId="2664149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16 x 3/4"</w:t>
            </w:r>
          </w:p>
          <w:p w14:paraId="687622F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17295114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Corpo per valvola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271827D6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16 x 3/4" con profilo per pinzatura TH, B, U, H, F.</w:t>
            </w:r>
          </w:p>
          <w:p w14:paraId="41AB6B3F" w14:textId="18A499EF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683E2035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Corpo in ottone ST UNI EN 12165 CW617N </w:t>
            </w:r>
          </w:p>
          <w:p w14:paraId="326686A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Gruppo vitone in ottone TN UNI EN 12164 CW614N</w:t>
            </w:r>
          </w:p>
          <w:p w14:paraId="224919CD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 </w:t>
            </w:r>
          </w:p>
          <w:p w14:paraId="696F927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78535DAF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313DFD15" w14:textId="77777777" w:rsidR="00403ACD" w:rsidRPr="00586F53" w:rsidRDefault="00403ACD" w:rsidP="00403ACD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3222E7DF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26164E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50325BF7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 a 95°C: 6 bar</w:t>
            </w:r>
          </w:p>
          <w:p w14:paraId="36FF0453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7055B419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2EB1C0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Corpo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16 x 3/4" o equivalente.</w:t>
            </w:r>
          </w:p>
        </w:tc>
      </w:tr>
      <w:tr w:rsidR="00403ACD" w:rsidRPr="009279E2" w14:paraId="0DB81DD7" w14:textId="77777777" w:rsidTr="00904071">
        <w:tc>
          <w:tcPr>
            <w:tcW w:w="1311" w:type="dxa"/>
          </w:tcPr>
          <w:p w14:paraId="514EC68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28180206</w:t>
            </w:r>
          </w:p>
        </w:tc>
        <w:tc>
          <w:tcPr>
            <w:tcW w:w="2086" w:type="dxa"/>
          </w:tcPr>
          <w:p w14:paraId="5623642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Corpo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  <w:p w14:paraId="26C581E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20 x 3/4"</w:t>
            </w:r>
          </w:p>
          <w:p w14:paraId="02159067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10518135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Corpo per valvola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21D6942B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20 x 3/4 con profilo per pinzatura TH, B, U, H, F.</w:t>
            </w:r>
          </w:p>
          <w:p w14:paraId="31A8B119" w14:textId="11DE433C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2F9EEA91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Corpo in ottone ST UNI EN 12165 CW617N </w:t>
            </w:r>
          </w:p>
          <w:p w14:paraId="7E999862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Gruppo vitone in ottone TN UNI EN 12164 CW614N</w:t>
            </w:r>
          </w:p>
          <w:p w14:paraId="6577F464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 </w:t>
            </w:r>
          </w:p>
          <w:p w14:paraId="45E785D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5E07011E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4DC2BE94" w14:textId="77777777" w:rsidR="00403ACD" w:rsidRPr="00586F53" w:rsidRDefault="00403ACD" w:rsidP="00403ACD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43161612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159965E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24EA6838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 a 95°C: 6 bar</w:t>
            </w:r>
          </w:p>
          <w:p w14:paraId="4FACFE8A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3AADD7F0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A41E9E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Corpo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20 x 3/4" o equivalente.</w:t>
            </w:r>
          </w:p>
        </w:tc>
      </w:tr>
      <w:tr w:rsidR="00403ACD" w:rsidRPr="009279E2" w14:paraId="46EA85A8" w14:textId="77777777" w:rsidTr="00904071">
        <w:tc>
          <w:tcPr>
            <w:tcW w:w="1311" w:type="dxa"/>
          </w:tcPr>
          <w:p w14:paraId="6B5D746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28180208</w:t>
            </w:r>
          </w:p>
        </w:tc>
        <w:tc>
          <w:tcPr>
            <w:tcW w:w="2086" w:type="dxa"/>
          </w:tcPr>
          <w:p w14:paraId="7B488A0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 xml:space="preserve">Corpo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  <w:p w14:paraId="28E5431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26 x 3/4"</w:t>
            </w:r>
          </w:p>
          <w:p w14:paraId="7E4B4A2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2969A07A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 xml:space="preserve">Corpo per valvola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con funzione Leak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Before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</w:t>
            </w:r>
            <w:proofErr w:type="spellStart"/>
            <w:r w:rsidRPr="00586F53">
              <w:rPr>
                <w:rFonts w:ascii="Poppins" w:hAnsi="Poppins" w:cs="Poppins"/>
                <w:sz w:val="20"/>
              </w:rPr>
              <w:t>Pressed</w:t>
            </w:r>
            <w:proofErr w:type="spellEnd"/>
            <w:r w:rsidRPr="00586F53">
              <w:rPr>
                <w:rFonts w:ascii="Poppins" w:hAnsi="Poppins" w:cs="Poppins"/>
                <w:sz w:val="20"/>
              </w:rPr>
              <w:t xml:space="preserve"> che permette di individuare facilmente le perdite in caso di mancata pressatura. </w:t>
            </w:r>
          </w:p>
          <w:p w14:paraId="543E332C" w14:textId="77777777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Misura 26 x 3/4" con profilo per pinzatura TH, B, U, H, F.</w:t>
            </w:r>
          </w:p>
          <w:p w14:paraId="742309EE" w14:textId="17DD4230" w:rsidR="00403ACD" w:rsidRPr="00586F53" w:rsidRDefault="00403ACD" w:rsidP="00403ACD">
            <w:pPr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Il raccordo è costruito da:</w:t>
            </w:r>
          </w:p>
          <w:p w14:paraId="7F40E5E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lastRenderedPageBreak/>
              <w:t xml:space="preserve">Corpo in ottone ST UNI EN 12165 CW617N </w:t>
            </w:r>
          </w:p>
          <w:p w14:paraId="77C16F50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Gruppo vitone in ottone TN UNI EN 12164 CW614N</w:t>
            </w:r>
          </w:p>
          <w:p w14:paraId="52D85582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Anello </w:t>
            </w:r>
            <w:proofErr w:type="spellStart"/>
            <w:r w:rsidRPr="00586F53">
              <w:rPr>
                <w:rFonts w:ascii="Poppins" w:hAnsi="Poppins" w:cs="Poppins"/>
              </w:rPr>
              <w:t>portabussola</w:t>
            </w:r>
            <w:proofErr w:type="spellEnd"/>
            <w:r w:rsidRPr="00586F53">
              <w:rPr>
                <w:rFonts w:ascii="Poppins" w:hAnsi="Poppins" w:cs="Poppins"/>
              </w:rPr>
              <w:t xml:space="preserve"> in nylon, dielettrico </w:t>
            </w:r>
          </w:p>
          <w:p w14:paraId="50554965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 xml:space="preserve">Bussola in acciaio inox AISI 304 </w:t>
            </w:r>
          </w:p>
          <w:p w14:paraId="72ED9A7B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</w:rPr>
            </w:pPr>
            <w:r w:rsidRPr="00586F53">
              <w:rPr>
                <w:rFonts w:ascii="Poppins" w:hAnsi="Poppins" w:cs="Poppins"/>
              </w:rPr>
              <w:t>Doppio O-ring in EPDM</w:t>
            </w:r>
          </w:p>
          <w:p w14:paraId="204C4504" w14:textId="77777777" w:rsidR="00403ACD" w:rsidRPr="00586F53" w:rsidRDefault="00403ACD" w:rsidP="00403ACD">
            <w:pPr>
              <w:pStyle w:val="Paragrafoelenco"/>
              <w:tabs>
                <w:tab w:val="left" w:pos="2117"/>
              </w:tabs>
              <w:ind w:left="720"/>
              <w:jc w:val="both"/>
              <w:rPr>
                <w:rFonts w:ascii="Poppins" w:hAnsi="Poppins" w:cs="Poppins"/>
              </w:rPr>
            </w:pPr>
          </w:p>
          <w:p w14:paraId="29006653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6236A7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Temperatura massima di esercizio: 95 °C</w:t>
            </w:r>
          </w:p>
          <w:p w14:paraId="45D7567F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>Pressione massima di esercizio a 95°C: 6 bar</w:t>
            </w:r>
          </w:p>
          <w:p w14:paraId="711E17F5" w14:textId="77777777" w:rsidR="00403ACD" w:rsidRPr="00586F53" w:rsidRDefault="00403ACD" w:rsidP="00403ACD">
            <w:pPr>
              <w:pStyle w:val="Paragrafoelenco"/>
              <w:numPr>
                <w:ilvl w:val="0"/>
                <w:numId w:val="13"/>
              </w:numPr>
              <w:tabs>
                <w:tab w:val="left" w:pos="2117"/>
              </w:tabs>
              <w:jc w:val="both"/>
              <w:rPr>
                <w:rFonts w:ascii="Poppins" w:hAnsi="Poppins" w:cs="Poppins"/>
                <w:b/>
              </w:rPr>
            </w:pPr>
            <w:r w:rsidRPr="00586F53">
              <w:rPr>
                <w:rFonts w:ascii="Poppins" w:hAnsi="Poppins" w:cs="Poppins"/>
              </w:rPr>
              <w:t xml:space="preserve">Filettatura: </w:t>
            </w:r>
            <w:proofErr w:type="spellStart"/>
            <w:r w:rsidRPr="00586F53">
              <w:rPr>
                <w:rFonts w:ascii="Poppins" w:hAnsi="Poppins" w:cs="Poppins"/>
              </w:rPr>
              <w:t>Rp</w:t>
            </w:r>
            <w:proofErr w:type="spellEnd"/>
            <w:r w:rsidRPr="00586F53">
              <w:rPr>
                <w:rFonts w:ascii="Poppins" w:hAnsi="Poppins" w:cs="Poppins"/>
              </w:rPr>
              <w:t xml:space="preserve"> (UNI EN 10226-1)</w:t>
            </w:r>
          </w:p>
          <w:p w14:paraId="2A89F955" w14:textId="77777777" w:rsidR="00403ACD" w:rsidRPr="00586F53" w:rsidRDefault="00403ACD" w:rsidP="00403ACD">
            <w:pPr>
              <w:tabs>
                <w:tab w:val="left" w:pos="2117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A2EF7F1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Marca Emmeti – Modello Corpo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Gerpex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LBP per valvola </w:t>
            </w:r>
            <w:proofErr w:type="spellStart"/>
            <w:r w:rsidRPr="00586F53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586F53">
              <w:rPr>
                <w:rFonts w:ascii="Poppins" w:hAnsi="Poppins" w:cs="Poppins"/>
                <w:b/>
                <w:bCs/>
                <w:sz w:val="20"/>
              </w:rPr>
              <w:t xml:space="preserve"> 26 x 3/4" o equivalente.</w:t>
            </w:r>
          </w:p>
        </w:tc>
      </w:tr>
      <w:tr w:rsidR="00403ACD" w:rsidRPr="009279E2" w14:paraId="203F97CD" w14:textId="77777777" w:rsidTr="00904071">
        <w:tc>
          <w:tcPr>
            <w:tcW w:w="1311" w:type="dxa"/>
          </w:tcPr>
          <w:p w14:paraId="2E166535" w14:textId="7DA4F96A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lastRenderedPageBreak/>
              <w:t>2810098</w:t>
            </w:r>
            <w:r>
              <w:rPr>
                <w:rFonts w:ascii="Poppins" w:hAnsi="Poppins" w:cs="Poppins"/>
                <w:bCs/>
                <w:sz w:val="20"/>
              </w:rPr>
              <w:t>8</w:t>
            </w:r>
          </w:p>
        </w:tc>
        <w:tc>
          <w:tcPr>
            <w:tcW w:w="2086" w:type="dxa"/>
          </w:tcPr>
          <w:p w14:paraId="2C3580AA" w14:textId="7CFC9475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Gruppo vitone da 3/4" con can</w:t>
            </w:r>
            <w:r>
              <w:rPr>
                <w:rFonts w:ascii="Poppins" w:hAnsi="Poppins" w:cs="Poppins"/>
                <w:bCs/>
                <w:sz w:val="20"/>
              </w:rPr>
              <w:t>n</w:t>
            </w:r>
            <w:r w:rsidRPr="00586F53">
              <w:rPr>
                <w:rFonts w:ascii="Poppins" w:hAnsi="Poppins" w:cs="Poppins"/>
                <w:bCs/>
                <w:sz w:val="20"/>
              </w:rPr>
              <w:t>otto cieco</w:t>
            </w:r>
          </w:p>
        </w:tc>
        <w:tc>
          <w:tcPr>
            <w:tcW w:w="6101" w:type="dxa"/>
          </w:tcPr>
          <w:p w14:paraId="1B95CE81" w14:textId="57F6FFE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Gruppo vitone con can</w:t>
            </w:r>
            <w:r>
              <w:rPr>
                <w:rFonts w:ascii="Poppins" w:hAnsi="Poppins" w:cs="Poppins"/>
                <w:sz w:val="20"/>
              </w:rPr>
              <w:t>n</w:t>
            </w:r>
            <w:r w:rsidRPr="00586F53">
              <w:rPr>
                <w:rFonts w:ascii="Poppins" w:hAnsi="Poppins" w:cs="Poppins"/>
                <w:sz w:val="20"/>
              </w:rPr>
              <w:t>otto cieco, Misura 3/4".</w:t>
            </w:r>
          </w:p>
          <w:p w14:paraId="5D1FEF0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D22847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Gruppo vitone da 3/4" con canotto cieco o equivalente.</w:t>
            </w:r>
          </w:p>
        </w:tc>
      </w:tr>
      <w:tr w:rsidR="00403ACD" w:rsidRPr="009279E2" w14:paraId="292499F7" w14:textId="77777777" w:rsidTr="00904071">
        <w:tc>
          <w:tcPr>
            <w:tcW w:w="1311" w:type="dxa"/>
          </w:tcPr>
          <w:p w14:paraId="42AF6884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28100982</w:t>
            </w:r>
          </w:p>
        </w:tc>
        <w:tc>
          <w:tcPr>
            <w:tcW w:w="2086" w:type="dxa"/>
          </w:tcPr>
          <w:p w14:paraId="5E49700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Vitone da 3/4" con volantino e rosone</w:t>
            </w:r>
          </w:p>
          <w:p w14:paraId="425AF7AF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</w:tc>
        <w:tc>
          <w:tcPr>
            <w:tcW w:w="6101" w:type="dxa"/>
          </w:tcPr>
          <w:p w14:paraId="36DCD130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Vitone con volantino e rosone, Misura 3/4".</w:t>
            </w:r>
          </w:p>
          <w:p w14:paraId="5051E56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DA2E0D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Vitone da 3/4" con volantino e rosone</w:t>
            </w:r>
          </w:p>
          <w:p w14:paraId="7D25AB2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03ACD" w:rsidRPr="009279E2" w14:paraId="37FF3258" w14:textId="77777777" w:rsidTr="00904071">
        <w:tc>
          <w:tcPr>
            <w:tcW w:w="1311" w:type="dxa"/>
          </w:tcPr>
          <w:p w14:paraId="7C33709E" w14:textId="2CA50F42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9000817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086" w:type="dxa"/>
          </w:tcPr>
          <w:p w14:paraId="5C74601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Vitone da 3/4" prolungato di 20 mm per gruppo vitone con canotto cieco</w:t>
            </w:r>
          </w:p>
        </w:tc>
        <w:tc>
          <w:tcPr>
            <w:tcW w:w="6101" w:type="dxa"/>
          </w:tcPr>
          <w:p w14:paraId="77968A59" w14:textId="671E5AE5" w:rsidR="00403ACD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Vitone prolungato di 20 mm per gruppo vitone con canotto cieco, Misura 3/4".</w:t>
            </w:r>
          </w:p>
          <w:p w14:paraId="1291FC6E" w14:textId="2B033853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cappuccio di protezione del vitone.</w:t>
            </w:r>
          </w:p>
          <w:p w14:paraId="6546632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57B673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canotto cieco o equivalente.</w:t>
            </w:r>
          </w:p>
        </w:tc>
      </w:tr>
      <w:tr w:rsidR="00403ACD" w:rsidRPr="009279E2" w14:paraId="78AB19F0" w14:textId="77777777" w:rsidTr="00904071">
        <w:tc>
          <w:tcPr>
            <w:tcW w:w="1311" w:type="dxa"/>
          </w:tcPr>
          <w:p w14:paraId="543B2845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90008180</w:t>
            </w:r>
          </w:p>
        </w:tc>
        <w:tc>
          <w:tcPr>
            <w:tcW w:w="2086" w:type="dxa"/>
          </w:tcPr>
          <w:p w14:paraId="7C84B1C9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Vitone da 3/4" prolungato di 20 mm per gruppo vitone con volantino e rosone</w:t>
            </w:r>
          </w:p>
        </w:tc>
        <w:tc>
          <w:tcPr>
            <w:tcW w:w="6101" w:type="dxa"/>
          </w:tcPr>
          <w:p w14:paraId="09A55A3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Vitone prolungato di 20 mm per gruppo vitone con volantino e rosone, Misura 3/4".</w:t>
            </w:r>
          </w:p>
          <w:p w14:paraId="2783B77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2334BE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Vitone da 3/4" prolungato di 20 mm per gruppo vitone con volantino e rosone o equivalente.</w:t>
            </w:r>
          </w:p>
        </w:tc>
      </w:tr>
      <w:tr w:rsidR="00403ACD" w:rsidRPr="009279E2" w14:paraId="6EB629A3" w14:textId="77777777" w:rsidTr="00904071">
        <w:tc>
          <w:tcPr>
            <w:tcW w:w="1311" w:type="dxa"/>
          </w:tcPr>
          <w:p w14:paraId="570EFFE1" w14:textId="236E1911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9000801</w:t>
            </w:r>
            <w:r w:rsidR="00437F8D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086" w:type="dxa"/>
          </w:tcPr>
          <w:p w14:paraId="757B36AC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86F53">
              <w:rPr>
                <w:rFonts w:ascii="Poppins" w:hAnsi="Poppins" w:cs="Poppins"/>
                <w:bCs/>
                <w:sz w:val="20"/>
              </w:rPr>
              <w:t>Guarnizione per otturatore vitone</w:t>
            </w:r>
          </w:p>
        </w:tc>
        <w:tc>
          <w:tcPr>
            <w:tcW w:w="6101" w:type="dxa"/>
          </w:tcPr>
          <w:p w14:paraId="12ED5FD2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sz w:val="20"/>
              </w:rPr>
              <w:t>Guarnizione di ricambio sferica per otturatore vitone</w:t>
            </w:r>
          </w:p>
          <w:p w14:paraId="3781AE2B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0367EA" w14:textId="77777777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586F53">
              <w:rPr>
                <w:rFonts w:ascii="Poppins" w:hAnsi="Poppins" w:cs="Poppins"/>
                <w:b/>
                <w:bCs/>
                <w:sz w:val="20"/>
              </w:rPr>
              <w:t>Marca Emmeti – Modello Guarnizione per otturatore vitone o equivalente.</w:t>
            </w:r>
          </w:p>
        </w:tc>
      </w:tr>
      <w:tr w:rsidR="00403ACD" w:rsidRPr="009279E2" w14:paraId="1FC0C6FA" w14:textId="77777777" w:rsidTr="00904071">
        <w:tc>
          <w:tcPr>
            <w:tcW w:w="1311" w:type="dxa"/>
          </w:tcPr>
          <w:p w14:paraId="235C6F96" w14:textId="372525E8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90008194</w:t>
            </w:r>
          </w:p>
        </w:tc>
        <w:tc>
          <w:tcPr>
            <w:tcW w:w="2086" w:type="dxa"/>
          </w:tcPr>
          <w:p w14:paraId="2C318C5C" w14:textId="272BFE1D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Set 10 maniglie a farfalla x vitone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</w:tc>
        <w:tc>
          <w:tcPr>
            <w:tcW w:w="6101" w:type="dxa"/>
          </w:tcPr>
          <w:p w14:paraId="5DC0674A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a farfalla in plastica per Gruppo vitone 3/4” cannotto cieco.</w:t>
            </w:r>
          </w:p>
          <w:p w14:paraId="39476A09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E2681D" w14:textId="03BBA12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Set 10 maniglie a farfalla x vitone </w:t>
            </w:r>
            <w:proofErr w:type="spellStart"/>
            <w:r w:rsidRPr="000C35D8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403ACD" w:rsidRPr="009279E2" w14:paraId="4404FC3C" w14:textId="77777777" w:rsidTr="00904071">
        <w:tc>
          <w:tcPr>
            <w:tcW w:w="1311" w:type="dxa"/>
          </w:tcPr>
          <w:p w14:paraId="12F88902" w14:textId="5023273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90008192</w:t>
            </w:r>
          </w:p>
        </w:tc>
        <w:tc>
          <w:tcPr>
            <w:tcW w:w="2086" w:type="dxa"/>
          </w:tcPr>
          <w:p w14:paraId="63ACC427" w14:textId="6FA564F0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Set 10 maniglie in ottone x vitone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sottointonaco</w:t>
            </w:r>
            <w:proofErr w:type="spellEnd"/>
          </w:p>
        </w:tc>
        <w:tc>
          <w:tcPr>
            <w:tcW w:w="6101" w:type="dxa"/>
          </w:tcPr>
          <w:p w14:paraId="371E4F36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Set 10 ricambi maniglia in ottone per Gruppo vitone 3/4” cannotto cieco.</w:t>
            </w:r>
          </w:p>
          <w:p w14:paraId="20D1A68E" w14:textId="77777777" w:rsidR="00403ACD" w:rsidRDefault="00403ACD" w:rsidP="00403AC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5EDEF5F" w14:textId="25EF6A8E" w:rsidR="00403ACD" w:rsidRPr="00586F53" w:rsidRDefault="00403ACD" w:rsidP="00403AC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Marca Emmeti – Modello Set 10 maniglie in ottone x vitone </w:t>
            </w:r>
            <w:proofErr w:type="spellStart"/>
            <w:r w:rsidRPr="000C35D8">
              <w:rPr>
                <w:rFonts w:ascii="Poppins" w:hAnsi="Poppins" w:cs="Poppins"/>
                <w:b/>
                <w:bCs/>
                <w:sz w:val="20"/>
              </w:rPr>
              <w:t>sottointonaco</w:t>
            </w:r>
            <w:proofErr w:type="spellEnd"/>
            <w:r w:rsidRPr="000C35D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5D6843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2C973" w14:textId="77777777" w:rsidR="00D303E7" w:rsidRDefault="00D303E7">
      <w:r>
        <w:separator/>
      </w:r>
    </w:p>
  </w:endnote>
  <w:endnote w:type="continuationSeparator" w:id="0">
    <w:p w14:paraId="76A74A28" w14:textId="77777777" w:rsidR="00D303E7" w:rsidRDefault="00D3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2227D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F77FFBB" w14:textId="77777777" w:rsidTr="004706FD">
      <w:tc>
        <w:tcPr>
          <w:tcW w:w="4534" w:type="dxa"/>
        </w:tcPr>
        <w:p w14:paraId="1251ECC8" w14:textId="2E2E2C09" w:rsidR="008C2F88" w:rsidRPr="00C86331" w:rsidRDefault="00094CAD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 xml:space="preserve">Raccordi a pressare </w:t>
          </w:r>
          <w:proofErr w:type="spellStart"/>
          <w:r>
            <w:rPr>
              <w:rFonts w:ascii="Poppins" w:hAnsi="Poppins" w:cs="Poppins"/>
              <w:iCs/>
              <w:sz w:val="16"/>
            </w:rPr>
            <w:t>Gerpex</w:t>
          </w:r>
          <w:proofErr w:type="spellEnd"/>
          <w:r>
            <w:rPr>
              <w:rFonts w:ascii="Poppins" w:hAnsi="Poppins" w:cs="Poppins"/>
              <w:iCs/>
              <w:sz w:val="16"/>
            </w:rPr>
            <w:t xml:space="preserve"> LBP per acqua</w:t>
          </w:r>
        </w:p>
      </w:tc>
      <w:tc>
        <w:tcPr>
          <w:tcW w:w="5176" w:type="dxa"/>
        </w:tcPr>
        <w:p w14:paraId="6BF56030" w14:textId="5E5770F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37F8D">
            <w:rPr>
              <w:rFonts w:ascii="Poppins" w:hAnsi="Poppins" w:cs="Poppins"/>
              <w:noProof/>
              <w:sz w:val="14"/>
              <w:szCs w:val="14"/>
            </w:rPr>
            <w:t>62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99A9128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54F3CD3" wp14:editId="2BDD59D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C2DC" w14:textId="77777777" w:rsidR="00D303E7" w:rsidRDefault="00D303E7">
      <w:r>
        <w:separator/>
      </w:r>
    </w:p>
  </w:footnote>
  <w:footnote w:type="continuationSeparator" w:id="0">
    <w:p w14:paraId="487499A4" w14:textId="77777777" w:rsidR="00D303E7" w:rsidRDefault="00D30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2DF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6D06023" wp14:editId="330516F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9AC7D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967FBA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A448B"/>
    <w:multiLevelType w:val="hybridMultilevel"/>
    <w:tmpl w:val="9308188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75625"/>
    <w:multiLevelType w:val="hybridMultilevel"/>
    <w:tmpl w:val="FEDCCA8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214B0"/>
    <w:multiLevelType w:val="hybridMultilevel"/>
    <w:tmpl w:val="B5646316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D047DB"/>
    <w:multiLevelType w:val="hybridMultilevel"/>
    <w:tmpl w:val="B4B65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3640899">
    <w:abstractNumId w:val="12"/>
  </w:num>
  <w:num w:numId="2" w16cid:durableId="1710255656">
    <w:abstractNumId w:val="11"/>
  </w:num>
  <w:num w:numId="3" w16cid:durableId="1609267108">
    <w:abstractNumId w:val="5"/>
  </w:num>
  <w:num w:numId="4" w16cid:durableId="2003924774">
    <w:abstractNumId w:val="4"/>
  </w:num>
  <w:num w:numId="5" w16cid:durableId="1737556363">
    <w:abstractNumId w:val="9"/>
  </w:num>
  <w:num w:numId="6" w16cid:durableId="197473598">
    <w:abstractNumId w:val="8"/>
  </w:num>
  <w:num w:numId="7" w16cid:durableId="2083596550">
    <w:abstractNumId w:val="6"/>
  </w:num>
  <w:num w:numId="8" w16cid:durableId="965620726">
    <w:abstractNumId w:val="8"/>
  </w:num>
  <w:num w:numId="9" w16cid:durableId="1324047820">
    <w:abstractNumId w:val="0"/>
  </w:num>
  <w:num w:numId="10" w16cid:durableId="482281769">
    <w:abstractNumId w:val="8"/>
  </w:num>
  <w:num w:numId="11" w16cid:durableId="1937980929">
    <w:abstractNumId w:val="15"/>
  </w:num>
  <w:num w:numId="12" w16cid:durableId="1241913830">
    <w:abstractNumId w:val="18"/>
  </w:num>
  <w:num w:numId="13" w16cid:durableId="423720392">
    <w:abstractNumId w:val="14"/>
  </w:num>
  <w:num w:numId="14" w16cid:durableId="1190874904">
    <w:abstractNumId w:val="7"/>
  </w:num>
  <w:num w:numId="15" w16cid:durableId="2032143001">
    <w:abstractNumId w:val="16"/>
  </w:num>
  <w:num w:numId="16" w16cid:durableId="1487286568">
    <w:abstractNumId w:val="21"/>
  </w:num>
  <w:num w:numId="17" w16cid:durableId="951207108">
    <w:abstractNumId w:val="22"/>
  </w:num>
  <w:num w:numId="18" w16cid:durableId="694581544">
    <w:abstractNumId w:val="17"/>
  </w:num>
  <w:num w:numId="19" w16cid:durableId="2128811158">
    <w:abstractNumId w:val="1"/>
  </w:num>
  <w:num w:numId="20" w16cid:durableId="738748708">
    <w:abstractNumId w:val="2"/>
  </w:num>
  <w:num w:numId="21" w16cid:durableId="106387537">
    <w:abstractNumId w:val="10"/>
  </w:num>
  <w:num w:numId="22" w16cid:durableId="238758552">
    <w:abstractNumId w:val="3"/>
  </w:num>
  <w:num w:numId="23" w16cid:durableId="203759586">
    <w:abstractNumId w:val="13"/>
  </w:num>
  <w:num w:numId="24" w16cid:durableId="1145122114">
    <w:abstractNumId w:val="20"/>
  </w:num>
  <w:num w:numId="25" w16cid:durableId="4334009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44EA"/>
    <w:rsid w:val="0009136B"/>
    <w:rsid w:val="00094CAD"/>
    <w:rsid w:val="000B6932"/>
    <w:rsid w:val="000C52FA"/>
    <w:rsid w:val="000F7A52"/>
    <w:rsid w:val="00103A0D"/>
    <w:rsid w:val="001143FD"/>
    <w:rsid w:val="00137C06"/>
    <w:rsid w:val="001441C6"/>
    <w:rsid w:val="001450AB"/>
    <w:rsid w:val="001620E3"/>
    <w:rsid w:val="00171DAE"/>
    <w:rsid w:val="00177CEA"/>
    <w:rsid w:val="00195A49"/>
    <w:rsid w:val="001D365F"/>
    <w:rsid w:val="001D4455"/>
    <w:rsid w:val="001D47AC"/>
    <w:rsid w:val="001F782F"/>
    <w:rsid w:val="0023000E"/>
    <w:rsid w:val="002346C2"/>
    <w:rsid w:val="002421F8"/>
    <w:rsid w:val="002566D7"/>
    <w:rsid w:val="00264BCF"/>
    <w:rsid w:val="0028448D"/>
    <w:rsid w:val="002862D2"/>
    <w:rsid w:val="002B5D63"/>
    <w:rsid w:val="002B78F7"/>
    <w:rsid w:val="002F7EEA"/>
    <w:rsid w:val="00304518"/>
    <w:rsid w:val="00327764"/>
    <w:rsid w:val="003333BC"/>
    <w:rsid w:val="00344430"/>
    <w:rsid w:val="003524C7"/>
    <w:rsid w:val="00357812"/>
    <w:rsid w:val="00363C42"/>
    <w:rsid w:val="00365710"/>
    <w:rsid w:val="00372ECE"/>
    <w:rsid w:val="00377C89"/>
    <w:rsid w:val="003C3F54"/>
    <w:rsid w:val="00403ACD"/>
    <w:rsid w:val="004272FC"/>
    <w:rsid w:val="00433C12"/>
    <w:rsid w:val="00437F8D"/>
    <w:rsid w:val="0044592F"/>
    <w:rsid w:val="00447EFC"/>
    <w:rsid w:val="004706FD"/>
    <w:rsid w:val="004718E7"/>
    <w:rsid w:val="00474537"/>
    <w:rsid w:val="0048382E"/>
    <w:rsid w:val="00495434"/>
    <w:rsid w:val="00497D29"/>
    <w:rsid w:val="004F1A26"/>
    <w:rsid w:val="005226D0"/>
    <w:rsid w:val="005235FA"/>
    <w:rsid w:val="00525BAE"/>
    <w:rsid w:val="00530F9B"/>
    <w:rsid w:val="005315F1"/>
    <w:rsid w:val="00536743"/>
    <w:rsid w:val="00562E55"/>
    <w:rsid w:val="00584984"/>
    <w:rsid w:val="00586F53"/>
    <w:rsid w:val="005C61B9"/>
    <w:rsid w:val="005E1169"/>
    <w:rsid w:val="005F30AB"/>
    <w:rsid w:val="005F5EE6"/>
    <w:rsid w:val="006015C2"/>
    <w:rsid w:val="006040F5"/>
    <w:rsid w:val="00610639"/>
    <w:rsid w:val="00620C00"/>
    <w:rsid w:val="006252AB"/>
    <w:rsid w:val="006302D4"/>
    <w:rsid w:val="006465D5"/>
    <w:rsid w:val="00665813"/>
    <w:rsid w:val="006674AA"/>
    <w:rsid w:val="0068470A"/>
    <w:rsid w:val="006921BD"/>
    <w:rsid w:val="006B218C"/>
    <w:rsid w:val="006B29B1"/>
    <w:rsid w:val="006C14CB"/>
    <w:rsid w:val="006D044B"/>
    <w:rsid w:val="006D4FDF"/>
    <w:rsid w:val="006E5C4B"/>
    <w:rsid w:val="006F1812"/>
    <w:rsid w:val="006F6AB3"/>
    <w:rsid w:val="00707431"/>
    <w:rsid w:val="00710BB8"/>
    <w:rsid w:val="00727388"/>
    <w:rsid w:val="0073789C"/>
    <w:rsid w:val="007428C7"/>
    <w:rsid w:val="00745AB1"/>
    <w:rsid w:val="0074712F"/>
    <w:rsid w:val="00757AC7"/>
    <w:rsid w:val="007773E7"/>
    <w:rsid w:val="00782096"/>
    <w:rsid w:val="007B5BA3"/>
    <w:rsid w:val="007D5EC7"/>
    <w:rsid w:val="007E33F1"/>
    <w:rsid w:val="007E6E02"/>
    <w:rsid w:val="007E7143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59C6"/>
    <w:rsid w:val="008A2C0A"/>
    <w:rsid w:val="008A47E2"/>
    <w:rsid w:val="008A5F06"/>
    <w:rsid w:val="008B5587"/>
    <w:rsid w:val="008C2F88"/>
    <w:rsid w:val="00904071"/>
    <w:rsid w:val="009059BB"/>
    <w:rsid w:val="00923354"/>
    <w:rsid w:val="00931A8A"/>
    <w:rsid w:val="009368BB"/>
    <w:rsid w:val="0094047C"/>
    <w:rsid w:val="00942B09"/>
    <w:rsid w:val="0095284A"/>
    <w:rsid w:val="00992282"/>
    <w:rsid w:val="0099452E"/>
    <w:rsid w:val="009A219D"/>
    <w:rsid w:val="009B3330"/>
    <w:rsid w:val="009B37F1"/>
    <w:rsid w:val="009C1166"/>
    <w:rsid w:val="009D0D89"/>
    <w:rsid w:val="009D3135"/>
    <w:rsid w:val="009D51C1"/>
    <w:rsid w:val="009D54F1"/>
    <w:rsid w:val="009D6327"/>
    <w:rsid w:val="009E07DC"/>
    <w:rsid w:val="009E250A"/>
    <w:rsid w:val="009E2742"/>
    <w:rsid w:val="009F2AB6"/>
    <w:rsid w:val="00A02740"/>
    <w:rsid w:val="00A04235"/>
    <w:rsid w:val="00A06A5E"/>
    <w:rsid w:val="00A216E2"/>
    <w:rsid w:val="00A42ED6"/>
    <w:rsid w:val="00A5756A"/>
    <w:rsid w:val="00A62A77"/>
    <w:rsid w:val="00A743FF"/>
    <w:rsid w:val="00AB5A4B"/>
    <w:rsid w:val="00AC0741"/>
    <w:rsid w:val="00AD05EC"/>
    <w:rsid w:val="00AD1706"/>
    <w:rsid w:val="00AF76FE"/>
    <w:rsid w:val="00AF7B0B"/>
    <w:rsid w:val="00B14FFA"/>
    <w:rsid w:val="00B406A9"/>
    <w:rsid w:val="00B7475F"/>
    <w:rsid w:val="00B85F42"/>
    <w:rsid w:val="00B91000"/>
    <w:rsid w:val="00B93CD1"/>
    <w:rsid w:val="00BB0104"/>
    <w:rsid w:val="00BB2A5B"/>
    <w:rsid w:val="00BC2F1F"/>
    <w:rsid w:val="00BD14D8"/>
    <w:rsid w:val="00BF18F0"/>
    <w:rsid w:val="00BF1E16"/>
    <w:rsid w:val="00C02E1C"/>
    <w:rsid w:val="00C055AD"/>
    <w:rsid w:val="00C203AE"/>
    <w:rsid w:val="00C233C1"/>
    <w:rsid w:val="00C25698"/>
    <w:rsid w:val="00C27DFF"/>
    <w:rsid w:val="00C31449"/>
    <w:rsid w:val="00C36C55"/>
    <w:rsid w:val="00C437EE"/>
    <w:rsid w:val="00C53FD7"/>
    <w:rsid w:val="00C55FF9"/>
    <w:rsid w:val="00C8054A"/>
    <w:rsid w:val="00C86331"/>
    <w:rsid w:val="00C93402"/>
    <w:rsid w:val="00CB1475"/>
    <w:rsid w:val="00CC31A7"/>
    <w:rsid w:val="00CE7C2F"/>
    <w:rsid w:val="00D061A5"/>
    <w:rsid w:val="00D178ED"/>
    <w:rsid w:val="00D17F30"/>
    <w:rsid w:val="00D2119B"/>
    <w:rsid w:val="00D229AF"/>
    <w:rsid w:val="00D22C59"/>
    <w:rsid w:val="00D26506"/>
    <w:rsid w:val="00D26FD9"/>
    <w:rsid w:val="00D303E7"/>
    <w:rsid w:val="00D440AE"/>
    <w:rsid w:val="00D509C1"/>
    <w:rsid w:val="00D571B5"/>
    <w:rsid w:val="00D62BDF"/>
    <w:rsid w:val="00D75130"/>
    <w:rsid w:val="00D832BB"/>
    <w:rsid w:val="00D902A4"/>
    <w:rsid w:val="00DA3646"/>
    <w:rsid w:val="00DD2E16"/>
    <w:rsid w:val="00DE5C0B"/>
    <w:rsid w:val="00DF5B24"/>
    <w:rsid w:val="00DF6127"/>
    <w:rsid w:val="00E07577"/>
    <w:rsid w:val="00E16170"/>
    <w:rsid w:val="00E17A38"/>
    <w:rsid w:val="00E20D6D"/>
    <w:rsid w:val="00E36C49"/>
    <w:rsid w:val="00E42389"/>
    <w:rsid w:val="00E5632D"/>
    <w:rsid w:val="00E94BE3"/>
    <w:rsid w:val="00E971BB"/>
    <w:rsid w:val="00EA01C8"/>
    <w:rsid w:val="00EA4267"/>
    <w:rsid w:val="00EB33B9"/>
    <w:rsid w:val="00EC29FF"/>
    <w:rsid w:val="00ED24CF"/>
    <w:rsid w:val="00EF73E5"/>
    <w:rsid w:val="00F24C83"/>
    <w:rsid w:val="00F269EC"/>
    <w:rsid w:val="00F50F65"/>
    <w:rsid w:val="00F53758"/>
    <w:rsid w:val="00F60A08"/>
    <w:rsid w:val="00FC1A7B"/>
    <w:rsid w:val="00FD255D"/>
    <w:rsid w:val="00FE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863CA4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FBD7-288B-4C5D-9654-4103AE5BB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62</Pages>
  <Words>14134</Words>
  <Characters>80567</Characters>
  <Application>Microsoft Office Word</Application>
  <DocSecurity>0</DocSecurity>
  <Lines>671</Lines>
  <Paragraphs>189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94512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2025-01-14T11:21:00Z</dcterms:created>
  <dcterms:modified xsi:type="dcterms:W3CDTF">2025-01-14T12:48:00Z</dcterms:modified>
</cp:coreProperties>
</file>